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D004AC4" w14:textId="77777777" w:rsidR="00C67617" w:rsidRPr="00F20A7C" w:rsidRDefault="00F20A7C" w:rsidP="00F20A7C">
      <w:pPr>
        <w:pBdr>
          <w:top w:val="single" w:sz="4" w:space="4" w:color="92CDDC" w:themeColor="accent5" w:themeTint="99"/>
          <w:left w:val="single" w:sz="4" w:space="4" w:color="92CDDC" w:themeColor="accent5" w:themeTint="99"/>
          <w:bottom w:val="single" w:sz="4" w:space="4" w:color="92CDDC" w:themeColor="accent5" w:themeTint="99"/>
          <w:right w:val="single" w:sz="4" w:space="4" w:color="92CDDC" w:themeColor="accent5" w:themeTint="99"/>
        </w:pBdr>
        <w:shd w:val="clear" w:color="auto" w:fill="92CDDC" w:themeFill="accent5" w:themeFillTint="99"/>
        <w:tabs>
          <w:tab w:val="center" w:pos="5103"/>
          <w:tab w:val="right" w:pos="10204"/>
        </w:tabs>
        <w:spacing w:before="120" w:after="120"/>
        <w:rPr>
          <w:rFonts w:ascii="Arial" w:hAnsi="Arial" w:cs="Arial"/>
          <w:b/>
          <w:sz w:val="28"/>
          <w:szCs w:val="28"/>
        </w:rPr>
      </w:pPr>
      <w:r>
        <w:rPr>
          <w:sz w:val="24"/>
          <w:szCs w:val="24"/>
        </w:rPr>
        <w:tab/>
      </w:r>
      <w:r w:rsidR="00C1276F">
        <w:rPr>
          <w:rFonts w:ascii="Arial" w:hAnsi="Arial" w:cs="Arial"/>
          <w:sz w:val="24"/>
          <w:szCs w:val="24"/>
        </w:rPr>
        <w:t>MARCHÉS PUBLICS</w:t>
      </w:r>
      <w:r>
        <w:rPr>
          <w:sz w:val="24"/>
          <w:szCs w:val="24"/>
        </w:rPr>
        <w:tab/>
      </w:r>
      <w:r w:rsidRPr="00F20A7C">
        <w:rPr>
          <w:rFonts w:ascii="Arial" w:hAnsi="Arial" w:cs="Arial"/>
          <w:b/>
          <w:sz w:val="28"/>
          <w:szCs w:val="28"/>
        </w:rPr>
        <w:t>ATTRI1</w:t>
      </w:r>
    </w:p>
    <w:p w14:paraId="5F40ED7C" w14:textId="77777777" w:rsidR="00C67617" w:rsidRDefault="00F20A7C" w:rsidP="00F20A7C">
      <w:pPr>
        <w:pBdr>
          <w:top w:val="single" w:sz="4" w:space="4" w:color="92CDDC" w:themeColor="accent5" w:themeTint="99"/>
          <w:left w:val="single" w:sz="4" w:space="4" w:color="92CDDC" w:themeColor="accent5" w:themeTint="99"/>
          <w:bottom w:val="single" w:sz="4" w:space="4" w:color="92CDDC" w:themeColor="accent5" w:themeTint="99"/>
          <w:right w:val="single" w:sz="4" w:space="4" w:color="92CDDC" w:themeColor="accent5" w:themeTint="99"/>
        </w:pBdr>
        <w:shd w:val="clear" w:color="auto" w:fill="92CDDC" w:themeFill="accent5" w:themeFillTint="99"/>
        <w:jc w:val="center"/>
        <w:rPr>
          <w:rFonts w:ascii="Arial" w:hAnsi="Arial" w:cs="Arial"/>
          <w:b/>
          <w:caps/>
          <w:sz w:val="28"/>
          <w:szCs w:val="28"/>
        </w:rPr>
      </w:pPr>
      <w:r w:rsidRPr="00F20A7C">
        <w:rPr>
          <w:rFonts w:ascii="Arial" w:hAnsi="Arial" w:cs="Arial"/>
          <w:b/>
          <w:caps/>
          <w:sz w:val="28"/>
          <w:szCs w:val="28"/>
        </w:rPr>
        <w:t>ACTE D’ENGAGEMENT</w:t>
      </w:r>
    </w:p>
    <w:p w14:paraId="58E3954C" w14:textId="3AEC6269" w:rsidR="00FF443A" w:rsidRPr="00FF443A" w:rsidRDefault="00A4646E" w:rsidP="0067440E">
      <w:pPr>
        <w:tabs>
          <w:tab w:val="left" w:leader="underscore" w:pos="5670"/>
        </w:tabs>
        <w:spacing w:before="280" w:after="200"/>
        <w:ind w:left="-113"/>
        <w:rPr>
          <w:rFonts w:ascii="Arial" w:hAnsi="Arial" w:cs="Arial"/>
          <w:b/>
          <w:sz w:val="22"/>
          <w:szCs w:val="22"/>
        </w:rPr>
      </w:pPr>
      <w:r>
        <w:rPr>
          <w:rFonts w:ascii="Arial" w:hAnsi="Arial" w:cs="Arial"/>
          <w:b/>
          <w:sz w:val="22"/>
          <w:szCs w:val="22"/>
        </w:rPr>
        <w:t xml:space="preserve">Numéro de marché : </w:t>
      </w:r>
      <w:r>
        <w:rPr>
          <w:rFonts w:ascii="Arial" w:hAnsi="Arial" w:cs="Arial"/>
          <w:b/>
          <w:sz w:val="22"/>
          <w:szCs w:val="22"/>
        </w:rPr>
        <w:tab/>
      </w:r>
    </w:p>
    <w:p w14:paraId="2DE369FD" w14:textId="77777777" w:rsidR="00C67617" w:rsidRDefault="00BB1E97" w:rsidP="00FF443A">
      <w:pPr>
        <w:pStyle w:val="Titrearticle"/>
        <w:spacing w:before="360"/>
      </w:pPr>
      <w:r>
        <w:t>A -</w:t>
      </w:r>
      <w:r>
        <w:tab/>
      </w:r>
      <w:r w:rsidR="002E4C37">
        <w:t>Objet de l’acte d’engagement</w:t>
      </w:r>
    </w:p>
    <w:p w14:paraId="0865DF89" w14:textId="56EE346C" w:rsidR="00C67617" w:rsidRDefault="002E4C37" w:rsidP="00BB1E97">
      <w:pPr>
        <w:pStyle w:val="Titre1"/>
      </w:pPr>
      <w:r w:rsidRPr="00244D7C">
        <w:t xml:space="preserve">Objet </w:t>
      </w:r>
      <w:r w:rsidR="00AB71DA">
        <w:t>du marché public</w:t>
      </w:r>
      <w:r w:rsidR="0074237B">
        <w:t xml:space="preserve"> </w:t>
      </w:r>
      <w:r w:rsidRPr="00244D7C">
        <w:t>:</w:t>
      </w:r>
    </w:p>
    <w:p w14:paraId="05795093" w14:textId="4E69A148" w:rsidR="00D96BBF" w:rsidRDefault="00191F37" w:rsidP="00D629FF">
      <w:pPr>
        <w:pStyle w:val="Texteaprstitre1"/>
        <w:spacing w:before="120" w:after="160"/>
        <w:rPr>
          <w:b/>
        </w:rPr>
      </w:pPr>
      <w:bookmarkStart w:id="0" w:name="_Hlk130288089"/>
      <w:bookmarkStart w:id="1" w:name="_Hlk140127145"/>
      <w:r w:rsidRPr="006510B4">
        <w:t xml:space="preserve">Le présent </w:t>
      </w:r>
      <w:bookmarkStart w:id="2" w:name="_Hlk134517598"/>
      <w:r w:rsidR="00AB71DA">
        <w:t>marché</w:t>
      </w:r>
      <w:r w:rsidRPr="006510B4">
        <w:t xml:space="preserve"> </w:t>
      </w:r>
      <w:bookmarkEnd w:id="2"/>
      <w:r w:rsidR="000C3AB8">
        <w:t xml:space="preserve">public </w:t>
      </w:r>
      <w:r w:rsidRPr="006510B4">
        <w:t>a pour</w:t>
      </w:r>
      <w:r w:rsidR="004E50EE">
        <w:t xml:space="preserve"> objet</w:t>
      </w:r>
      <w:r w:rsidRPr="006510B4">
        <w:t xml:space="preserve"> </w:t>
      </w:r>
      <w:bookmarkStart w:id="3" w:name="_Hlk160183822"/>
      <w:bookmarkEnd w:id="0"/>
      <w:bookmarkEnd w:id="1"/>
      <w:r w:rsidR="00D629FF" w:rsidRPr="00BD46AE">
        <w:rPr>
          <w:b/>
        </w:rPr>
        <w:t>l</w:t>
      </w:r>
      <w:r w:rsidR="00D629FF">
        <w:rPr>
          <w:b/>
        </w:rPr>
        <w:t>e confortement partiel des fondations du bâtiment 28.0 du campus de la Gaillarde sur le site de Montpellier.</w:t>
      </w:r>
      <w:bookmarkEnd w:id="3"/>
    </w:p>
    <w:p w14:paraId="16192B13" w14:textId="2420D524" w:rsidR="002E4C37" w:rsidRDefault="002E4C37" w:rsidP="00D629FF">
      <w:pPr>
        <w:pStyle w:val="Texteaprstitre1"/>
        <w:spacing w:before="120" w:after="160"/>
        <w:rPr>
          <w:bCs/>
        </w:rPr>
      </w:pPr>
      <w:r w:rsidRPr="00855150">
        <w:t xml:space="preserve">N° </w:t>
      </w:r>
      <w:r w:rsidR="00312795">
        <w:t>de consultation</w:t>
      </w:r>
      <w:r w:rsidRPr="00855150">
        <w:t> :</w:t>
      </w:r>
      <w:r w:rsidRPr="00244D7C">
        <w:rPr>
          <w:b/>
        </w:rPr>
        <w:t xml:space="preserve"> </w:t>
      </w:r>
      <w:r w:rsidR="00113D07">
        <w:rPr>
          <w:b/>
        </w:rPr>
        <w:t>25A00</w:t>
      </w:r>
      <w:r w:rsidR="00D96BBF">
        <w:rPr>
          <w:b/>
        </w:rPr>
        <w:t>12</w:t>
      </w:r>
      <w:r w:rsidR="00113D07" w:rsidRPr="00113D07">
        <w:rPr>
          <w:bCs/>
        </w:rPr>
        <w:t>.</w:t>
      </w:r>
    </w:p>
    <w:p w14:paraId="5E963E69" w14:textId="319270D8" w:rsidR="002E4C37" w:rsidRDefault="0074237B" w:rsidP="00EB6A8F">
      <w:pPr>
        <w:pStyle w:val="Texteaprstitre1"/>
        <w:spacing w:after="120"/>
      </w:pPr>
      <w:r>
        <w:t>Consultation allotie</w:t>
      </w:r>
      <w:r w:rsidR="00A81B91">
        <w:t xml:space="preserve"> comprenant </w:t>
      </w:r>
      <w:r w:rsidR="00C62CB9">
        <w:t>1</w:t>
      </w:r>
      <w:r w:rsidR="00A81B91">
        <w:t xml:space="preserve"> lot</w:t>
      </w:r>
      <w:r w:rsidR="00C62CB9">
        <w:t xml:space="preserve"> unique</w:t>
      </w:r>
      <w:r w:rsidR="00681C2B">
        <w:t>.</w:t>
      </w:r>
    </w:p>
    <w:p w14:paraId="2283801C" w14:textId="632B9A01" w:rsidR="002E4C37" w:rsidRDefault="002E4C37" w:rsidP="0067440E">
      <w:pPr>
        <w:pStyle w:val="Titre1"/>
        <w:spacing w:before="280"/>
      </w:pPr>
      <w:r w:rsidRPr="00244D7C">
        <w:t>Cet acte d'engagement correspond :</w:t>
      </w:r>
    </w:p>
    <w:p w14:paraId="29D68891" w14:textId="035BD5CD" w:rsidR="002E4C37" w:rsidRPr="00AB71DA" w:rsidRDefault="00BC1E6D" w:rsidP="00B667BB">
      <w:pPr>
        <w:keepNext/>
        <w:numPr>
          <w:ilvl w:val="0"/>
          <w:numId w:val="5"/>
        </w:numPr>
        <w:tabs>
          <w:tab w:val="clear" w:pos="786"/>
          <w:tab w:val="left" w:pos="426"/>
          <w:tab w:val="left" w:pos="1191"/>
        </w:tabs>
        <w:suppressAutoHyphens w:val="0"/>
        <w:spacing w:before="120" w:after="40"/>
        <w:ind w:left="850" w:hanging="425"/>
        <w:jc w:val="both"/>
        <w:rPr>
          <w:rFonts w:ascii="Arial" w:hAnsi="Arial" w:cs="Arial"/>
        </w:rPr>
      </w:pPr>
      <w:sdt>
        <w:sdtPr>
          <w:rPr>
            <w:rFonts w:ascii="Arial" w:hAnsi="Arial" w:cs="Arial"/>
            <w:position w:val="-2"/>
            <w:sz w:val="24"/>
            <w:szCs w:val="24"/>
          </w:rPr>
          <w:id w:val="-1399118915"/>
          <w15:appearance w15:val="hidden"/>
          <w14:checkbox>
            <w14:checked w14:val="1"/>
            <w14:checkedState w14:val="2612" w14:font="MS Gothic"/>
            <w14:uncheckedState w14:val="2610" w14:font="MS Gothic"/>
          </w14:checkbox>
        </w:sdtPr>
        <w:sdtEndPr/>
        <w:sdtContent>
          <w:r w:rsidR="00124D91">
            <w:rPr>
              <w:rFonts w:ascii="MS Gothic" w:eastAsia="MS Gothic" w:hAnsi="MS Gothic" w:cs="Arial" w:hint="eastAsia"/>
              <w:position w:val="-2"/>
              <w:sz w:val="24"/>
              <w:szCs w:val="24"/>
            </w:rPr>
            <w:t>☒</w:t>
          </w:r>
        </w:sdtContent>
      </w:sdt>
      <w:r w:rsidR="002E4C37" w:rsidRPr="00351814">
        <w:rPr>
          <w:rFonts w:ascii="Arial" w:hAnsi="Arial" w:cs="Arial"/>
        </w:rPr>
        <w:tab/>
      </w:r>
      <w:r w:rsidR="00124D91">
        <w:rPr>
          <w:rFonts w:ascii="Arial" w:hAnsi="Arial" w:cs="Arial"/>
        </w:rPr>
        <w:t>A</w:t>
      </w:r>
      <w:r w:rsidR="00AB71DA">
        <w:rPr>
          <w:rFonts w:ascii="Arial" w:hAnsi="Arial" w:cs="Arial"/>
        </w:rPr>
        <w:t xml:space="preserve">u lot </w:t>
      </w:r>
      <w:r w:rsidR="00C62CB9">
        <w:rPr>
          <w:rFonts w:ascii="Arial" w:hAnsi="Arial" w:cs="Arial"/>
        </w:rPr>
        <w:t>unique</w:t>
      </w:r>
      <w:r w:rsidR="00AB71DA">
        <w:rPr>
          <w:rFonts w:ascii="Arial" w:hAnsi="Arial" w:cs="Arial"/>
        </w:rPr>
        <w:t xml:space="preserve"> –</w:t>
      </w:r>
      <w:r w:rsidR="00AB71DA">
        <w:rPr>
          <w:rFonts w:ascii="Arial" w:hAnsi="Arial" w:cs="Arial"/>
        </w:rPr>
        <w:tab/>
      </w:r>
      <w:r w:rsidR="00C62CB9">
        <w:rPr>
          <w:rFonts w:ascii="Arial" w:hAnsi="Arial" w:cs="Arial"/>
          <w:b/>
          <w:bCs/>
          <w:color w:val="1F497D" w:themeColor="text2"/>
        </w:rPr>
        <w:t>Renforcement des sols</w:t>
      </w:r>
    </w:p>
    <w:p w14:paraId="6D750F9C" w14:textId="77777777" w:rsidR="002E4C37" w:rsidRDefault="00BB1E97" w:rsidP="002E4C37">
      <w:pPr>
        <w:pStyle w:val="Titrearticle"/>
      </w:pPr>
      <w:r>
        <w:t>B -</w:t>
      </w:r>
      <w:r>
        <w:tab/>
      </w:r>
      <w:r w:rsidR="002E4C37">
        <w:t>Engagement du titulaire ou du groupement titulaire</w:t>
      </w:r>
    </w:p>
    <w:p w14:paraId="3EE4BC59" w14:textId="77777777" w:rsidR="009B1CD0" w:rsidRPr="00244D7C" w:rsidRDefault="009B1CD0" w:rsidP="007714C9">
      <w:pPr>
        <w:pStyle w:val="Titre2article"/>
        <w:spacing w:after="0"/>
        <w:rPr>
          <w:i/>
          <w:iCs/>
          <w:sz w:val="18"/>
          <w:szCs w:val="18"/>
        </w:rPr>
      </w:pPr>
      <w:r w:rsidRPr="00244D7C">
        <w:t xml:space="preserve">B1 </w:t>
      </w:r>
      <w:r w:rsidR="007714C9">
        <w:t>-</w:t>
      </w:r>
      <w:r w:rsidRPr="00244D7C">
        <w:t xml:space="preserve"> Identification et engagement </w:t>
      </w:r>
      <w:r w:rsidR="00CD185D" w:rsidRPr="00244D7C">
        <w:t>du titulaire</w:t>
      </w:r>
      <w:r w:rsidR="0021797C" w:rsidRPr="00244D7C">
        <w:t xml:space="preserve"> ou du groupement titulaire</w:t>
      </w:r>
      <w:r w:rsidRPr="00244D7C">
        <w:t> :</w:t>
      </w:r>
    </w:p>
    <w:p w14:paraId="681A72BA" w14:textId="77777777" w:rsidR="009B1CD0" w:rsidRPr="00244D7C" w:rsidRDefault="009B1CD0" w:rsidP="007714C9">
      <w:pPr>
        <w:pStyle w:val="fcase1ertab"/>
        <w:tabs>
          <w:tab w:val="clear" w:pos="426"/>
        </w:tabs>
        <w:spacing w:after="240"/>
        <w:ind w:left="454" w:firstLine="0"/>
        <w:rPr>
          <w:rFonts w:ascii="Arial" w:hAnsi="Arial" w:cs="Arial"/>
        </w:rPr>
      </w:pPr>
      <w:r w:rsidRPr="00244D7C">
        <w:rPr>
          <w:rFonts w:ascii="Arial" w:hAnsi="Arial" w:cs="Arial"/>
          <w:i/>
          <w:iCs/>
          <w:sz w:val="18"/>
          <w:szCs w:val="18"/>
        </w:rPr>
        <w:t>(Cocher les cases correspondantes.)</w:t>
      </w:r>
    </w:p>
    <w:p w14:paraId="59B045F3" w14:textId="1037790A" w:rsidR="007E36A5" w:rsidRPr="00244D7C" w:rsidRDefault="007E36A5" w:rsidP="007714C9">
      <w:pPr>
        <w:pStyle w:val="Texteaprstitre1"/>
        <w:spacing w:before="0"/>
        <w:ind w:left="0"/>
      </w:pPr>
      <w:r w:rsidRPr="00244D7C">
        <w:t xml:space="preserve">Après avoir pris connaissance des pièces constitutives </w:t>
      </w:r>
      <w:r w:rsidR="00AB71DA">
        <w:t>du marché public</w:t>
      </w:r>
      <w:r w:rsidRPr="00244D7C">
        <w:t xml:space="preserve"> </w:t>
      </w:r>
      <w:r w:rsidR="00007957" w:rsidRPr="00516896">
        <w:t xml:space="preserve">listées </w:t>
      </w:r>
      <w:r w:rsidR="00007957" w:rsidRPr="003B4EBB">
        <w:t>à l’</w:t>
      </w:r>
      <w:r w:rsidR="00007957" w:rsidRPr="003B4EBB">
        <w:rPr>
          <w:color w:val="4F81BD" w:themeColor="accent1"/>
        </w:rPr>
        <w:t>article 4</w:t>
      </w:r>
      <w:r w:rsidR="00007957" w:rsidRPr="003B4EBB">
        <w:t xml:space="preserve"> du CCAP</w:t>
      </w:r>
      <w:r w:rsidRPr="003B4EBB">
        <w:t>,</w:t>
      </w:r>
    </w:p>
    <w:p w14:paraId="2F68373A" w14:textId="77777777" w:rsidR="00B75D67" w:rsidRPr="00244D7C" w:rsidRDefault="00B75D67" w:rsidP="00007957">
      <w:pPr>
        <w:pStyle w:val="Texteaprstitre1"/>
        <w:keepNext/>
        <w:spacing w:before="240" w:after="160"/>
        <w:ind w:left="0"/>
      </w:pPr>
      <w:proofErr w:type="gramStart"/>
      <w:r w:rsidRPr="00244D7C">
        <w:t>et</w:t>
      </w:r>
      <w:proofErr w:type="gramEnd"/>
      <w:r w:rsidRPr="00244D7C">
        <w:t xml:space="preserve"> conformément à leurs clauses,</w:t>
      </w:r>
    </w:p>
    <w:p w14:paraId="4C1B75F3" w14:textId="77777777" w:rsidR="009B1CD0" w:rsidRPr="00244D7C" w:rsidRDefault="00BC1E6D" w:rsidP="007714C9">
      <w:pPr>
        <w:keepNext/>
        <w:tabs>
          <w:tab w:val="left" w:pos="851"/>
        </w:tabs>
        <w:ind w:left="709" w:hanging="312"/>
        <w:jc w:val="both"/>
        <w:rPr>
          <w:rFonts w:ascii="Arial" w:hAnsi="Arial" w:cs="Arial"/>
        </w:rPr>
      </w:pPr>
      <w:sdt>
        <w:sdtPr>
          <w:rPr>
            <w:rFonts w:ascii="Arial" w:hAnsi="Arial" w:cs="Arial"/>
            <w:position w:val="-2"/>
            <w:sz w:val="24"/>
            <w:szCs w:val="24"/>
          </w:rPr>
          <w:id w:val="-1028174287"/>
          <w15:appearance w15:val="hidden"/>
          <w14:checkbox>
            <w14:checked w14:val="0"/>
            <w14:checkedState w14:val="2612" w14:font="MS Gothic"/>
            <w14:uncheckedState w14:val="2610" w14:font="MS Gothic"/>
          </w14:checkbox>
        </w:sdtPr>
        <w:sdtEndPr/>
        <w:sdtContent>
          <w:permStart w:id="707607523" w:edGrp="everyone"/>
          <w:r w:rsidR="00F31FBA">
            <w:rPr>
              <w:rFonts w:ascii="MS Gothic" w:eastAsia="MS Gothic" w:hAnsi="MS Gothic" w:cs="Arial" w:hint="eastAsia"/>
              <w:position w:val="-2"/>
              <w:sz w:val="24"/>
              <w:szCs w:val="24"/>
            </w:rPr>
            <w:t>☐</w:t>
          </w:r>
          <w:permEnd w:id="707607523"/>
        </w:sdtContent>
      </w:sdt>
      <w:r w:rsidR="00F31FBA">
        <w:rPr>
          <w:rFonts w:ascii="Arial" w:hAnsi="Arial" w:cs="Arial"/>
        </w:rPr>
        <w:tab/>
      </w:r>
      <w:r w:rsidR="009B1CD0" w:rsidRPr="00326522">
        <w:rPr>
          <w:rFonts w:ascii="Arial" w:hAnsi="Arial" w:cs="Arial"/>
          <w:b/>
        </w:rPr>
        <w:t>Le signataire</w:t>
      </w:r>
    </w:p>
    <w:p w14:paraId="5488C8DD" w14:textId="77777777" w:rsidR="009B1CD0" w:rsidRPr="00244D7C" w:rsidRDefault="00BC1E6D" w:rsidP="00F31FBA">
      <w:pPr>
        <w:keepNext/>
        <w:spacing w:before="120"/>
        <w:ind w:left="1163" w:hanging="312"/>
        <w:jc w:val="both"/>
        <w:rPr>
          <w:rFonts w:ascii="Arial" w:hAnsi="Arial" w:cs="Arial"/>
          <w:i/>
          <w:sz w:val="18"/>
          <w:szCs w:val="18"/>
        </w:rPr>
      </w:pPr>
      <w:sdt>
        <w:sdtPr>
          <w:rPr>
            <w:rFonts w:ascii="Arial" w:hAnsi="Arial" w:cs="Arial"/>
            <w:position w:val="-2"/>
            <w:sz w:val="24"/>
            <w:szCs w:val="24"/>
          </w:rPr>
          <w:id w:val="-1005591686"/>
          <w15:appearance w15:val="hidden"/>
          <w14:checkbox>
            <w14:checked w14:val="0"/>
            <w14:checkedState w14:val="2612" w14:font="MS Gothic"/>
            <w14:uncheckedState w14:val="2610" w14:font="MS Gothic"/>
          </w14:checkbox>
        </w:sdtPr>
        <w:sdtEndPr/>
        <w:sdtContent>
          <w:permStart w:id="29780051" w:edGrp="everyone"/>
          <w:r w:rsidR="00D174ED">
            <w:rPr>
              <w:rFonts w:ascii="MS Gothic" w:eastAsia="MS Gothic" w:hAnsi="MS Gothic" w:cs="Arial" w:hint="eastAsia"/>
              <w:position w:val="-2"/>
              <w:sz w:val="24"/>
              <w:szCs w:val="24"/>
            </w:rPr>
            <w:t>☐</w:t>
          </w:r>
          <w:permEnd w:id="29780051"/>
        </w:sdtContent>
      </w:sdt>
      <w:r w:rsidR="00233C13" w:rsidRPr="00244D7C">
        <w:rPr>
          <w:rFonts w:ascii="Arial" w:hAnsi="Arial" w:cs="Arial"/>
        </w:rPr>
        <w:tab/>
      </w:r>
      <w:proofErr w:type="gramStart"/>
      <w:r w:rsidR="009B1CD0" w:rsidRPr="00326522">
        <w:rPr>
          <w:rFonts w:ascii="Arial" w:hAnsi="Arial" w:cs="Arial"/>
          <w:b/>
        </w:rPr>
        <w:t>s’engage</w:t>
      </w:r>
      <w:proofErr w:type="gramEnd"/>
      <w:r w:rsidR="009B1CD0" w:rsidRPr="00326522">
        <w:rPr>
          <w:rFonts w:ascii="Arial" w:hAnsi="Arial" w:cs="Arial"/>
          <w:b/>
        </w:rPr>
        <w:t>, sur la base de son offre et pour son propre compte</w:t>
      </w:r>
      <w:r w:rsidR="009B1CD0" w:rsidRPr="00244D7C">
        <w:rPr>
          <w:rFonts w:ascii="Arial" w:hAnsi="Arial" w:cs="Arial"/>
        </w:rPr>
        <w:t> ;</w:t>
      </w:r>
    </w:p>
    <w:p w14:paraId="5FE125F6" w14:textId="77777777" w:rsidR="009B1CD0" w:rsidRDefault="00F31FBA" w:rsidP="006C7E87">
      <w:pPr>
        <w:pStyle w:val="Titre1b"/>
        <w:spacing w:before="160"/>
        <w:ind w:left="1389" w:hanging="227"/>
      </w:pPr>
      <w:r>
        <w:t>N</w:t>
      </w:r>
      <w:r w:rsidRPr="00F31FBA">
        <w:t>om commercial et la dénomination sociale du soumissionnaire</w:t>
      </w:r>
      <w:r w:rsidR="007714C9">
        <w:t> :</w:t>
      </w:r>
    </w:p>
    <w:p w14:paraId="5B7A2F53" w14:textId="77777777" w:rsidR="007714C9" w:rsidRDefault="007714C9" w:rsidP="007A62C6">
      <w:pPr>
        <w:tabs>
          <w:tab w:val="left" w:leader="dot" w:pos="10204"/>
        </w:tabs>
        <w:spacing w:before="80"/>
        <w:ind w:left="1389"/>
        <w:jc w:val="both"/>
        <w:rPr>
          <w:rFonts w:ascii="Arial" w:hAnsi="Arial" w:cs="Arial"/>
        </w:rPr>
      </w:pPr>
      <w:permStart w:id="344534435" w:edGrp="everyone"/>
      <w:r>
        <w:rPr>
          <w:rFonts w:ascii="Arial" w:hAnsi="Arial" w:cs="Arial"/>
        </w:rPr>
        <w:tab/>
      </w:r>
      <w:permEnd w:id="344534435"/>
    </w:p>
    <w:p w14:paraId="79765EA3" w14:textId="77777777" w:rsidR="007A62C6" w:rsidRDefault="007A62C6" w:rsidP="007A62C6">
      <w:pPr>
        <w:pStyle w:val="Titre1b"/>
      </w:pPr>
      <w:r>
        <w:t>Adresse postale de l’établissement :</w:t>
      </w:r>
    </w:p>
    <w:p w14:paraId="4D198B1A" w14:textId="77777777" w:rsidR="007A62C6" w:rsidRDefault="007A62C6" w:rsidP="007A62C6">
      <w:pPr>
        <w:tabs>
          <w:tab w:val="left" w:leader="dot" w:pos="10204"/>
        </w:tabs>
        <w:spacing w:before="80"/>
        <w:ind w:left="1389"/>
        <w:jc w:val="both"/>
        <w:rPr>
          <w:rFonts w:ascii="Arial" w:hAnsi="Arial" w:cs="Arial"/>
        </w:rPr>
      </w:pPr>
      <w:permStart w:id="675182200" w:edGrp="everyone"/>
      <w:r>
        <w:rPr>
          <w:rFonts w:ascii="Arial" w:hAnsi="Arial" w:cs="Arial"/>
        </w:rPr>
        <w:tab/>
      </w:r>
      <w:permEnd w:id="675182200"/>
    </w:p>
    <w:p w14:paraId="67FA2FE5" w14:textId="77777777" w:rsidR="007A62C6" w:rsidRDefault="007A62C6" w:rsidP="007A62C6">
      <w:pPr>
        <w:tabs>
          <w:tab w:val="left" w:leader="dot" w:pos="10204"/>
        </w:tabs>
        <w:spacing w:before="80"/>
        <w:ind w:left="1389"/>
        <w:jc w:val="both"/>
        <w:rPr>
          <w:rFonts w:ascii="Arial" w:hAnsi="Arial" w:cs="Arial"/>
        </w:rPr>
      </w:pPr>
      <w:permStart w:id="1060051907" w:edGrp="everyone"/>
      <w:r>
        <w:rPr>
          <w:rFonts w:ascii="Arial" w:hAnsi="Arial" w:cs="Arial"/>
        </w:rPr>
        <w:tab/>
      </w:r>
      <w:permEnd w:id="1060051907"/>
    </w:p>
    <w:p w14:paraId="040C6107" w14:textId="77777777" w:rsidR="007A62C6" w:rsidRPr="007714C9" w:rsidRDefault="007A62C6" w:rsidP="007A62C6">
      <w:pPr>
        <w:tabs>
          <w:tab w:val="left" w:leader="dot" w:pos="10204"/>
        </w:tabs>
        <w:spacing w:before="80"/>
        <w:ind w:left="1389"/>
        <w:jc w:val="both"/>
        <w:rPr>
          <w:rFonts w:ascii="Arial" w:hAnsi="Arial" w:cs="Arial"/>
        </w:rPr>
      </w:pPr>
      <w:permStart w:id="1270101517" w:edGrp="everyone"/>
      <w:r>
        <w:rPr>
          <w:rFonts w:ascii="Arial" w:hAnsi="Arial" w:cs="Arial"/>
        </w:rPr>
        <w:tab/>
      </w:r>
      <w:permEnd w:id="1270101517"/>
    </w:p>
    <w:p w14:paraId="69F2EE2E" w14:textId="77777777" w:rsidR="007A62C6" w:rsidRDefault="007A62C6" w:rsidP="007A62C6">
      <w:pPr>
        <w:pStyle w:val="Titre1b"/>
      </w:pPr>
      <w:r>
        <w:t xml:space="preserve">Adresse du siège </w:t>
      </w:r>
      <w:r w:rsidR="007C42E1">
        <w:t xml:space="preserve">social </w:t>
      </w:r>
      <w:r>
        <w:t>(si différente de celle de l’établissement) :</w:t>
      </w:r>
    </w:p>
    <w:p w14:paraId="27A85419" w14:textId="77777777" w:rsidR="007A62C6" w:rsidRDefault="007A62C6" w:rsidP="007A62C6">
      <w:pPr>
        <w:tabs>
          <w:tab w:val="left" w:leader="dot" w:pos="10204"/>
        </w:tabs>
        <w:spacing w:before="80"/>
        <w:ind w:left="1389"/>
        <w:jc w:val="both"/>
        <w:rPr>
          <w:rFonts w:ascii="Arial" w:hAnsi="Arial" w:cs="Arial"/>
        </w:rPr>
      </w:pPr>
      <w:permStart w:id="1099563916" w:edGrp="everyone"/>
      <w:r>
        <w:rPr>
          <w:rFonts w:ascii="Arial" w:hAnsi="Arial" w:cs="Arial"/>
        </w:rPr>
        <w:tab/>
      </w:r>
      <w:permEnd w:id="1099563916"/>
    </w:p>
    <w:p w14:paraId="7FAF0072" w14:textId="77777777" w:rsidR="007A62C6" w:rsidRDefault="007A62C6" w:rsidP="007A62C6">
      <w:pPr>
        <w:tabs>
          <w:tab w:val="left" w:leader="dot" w:pos="10204"/>
        </w:tabs>
        <w:spacing w:before="80"/>
        <w:ind w:left="1389"/>
        <w:jc w:val="both"/>
        <w:rPr>
          <w:rFonts w:ascii="Arial" w:hAnsi="Arial" w:cs="Arial"/>
        </w:rPr>
      </w:pPr>
      <w:permStart w:id="627080030" w:edGrp="everyone"/>
      <w:r>
        <w:rPr>
          <w:rFonts w:ascii="Arial" w:hAnsi="Arial" w:cs="Arial"/>
        </w:rPr>
        <w:tab/>
      </w:r>
      <w:permEnd w:id="627080030"/>
    </w:p>
    <w:p w14:paraId="77B10C8C" w14:textId="77777777" w:rsidR="007A62C6" w:rsidRPr="007714C9" w:rsidRDefault="007A62C6" w:rsidP="007A62C6">
      <w:pPr>
        <w:tabs>
          <w:tab w:val="left" w:leader="dot" w:pos="10204"/>
        </w:tabs>
        <w:spacing w:before="80"/>
        <w:ind w:left="1389"/>
        <w:jc w:val="both"/>
        <w:rPr>
          <w:rFonts w:ascii="Arial" w:hAnsi="Arial" w:cs="Arial"/>
        </w:rPr>
      </w:pPr>
      <w:permStart w:id="1192626414" w:edGrp="everyone"/>
      <w:r>
        <w:rPr>
          <w:rFonts w:ascii="Arial" w:hAnsi="Arial" w:cs="Arial"/>
        </w:rPr>
        <w:tab/>
      </w:r>
      <w:permEnd w:id="1192626414"/>
    </w:p>
    <w:p w14:paraId="5E3B4FDE" w14:textId="77777777" w:rsidR="007A62C6" w:rsidRDefault="007A62C6" w:rsidP="00A53E98">
      <w:pPr>
        <w:pStyle w:val="Titre1b"/>
        <w:keepNext w:val="0"/>
        <w:tabs>
          <w:tab w:val="clear" w:pos="7513"/>
          <w:tab w:val="clear" w:pos="7768"/>
          <w:tab w:val="clear" w:pos="8108"/>
          <w:tab w:val="clear" w:pos="8760"/>
          <w:tab w:val="clear" w:pos="9384"/>
          <w:tab w:val="clear" w:pos="9724"/>
          <w:tab w:val="left" w:pos="3402"/>
          <w:tab w:val="left" w:leader="dot" w:pos="10204"/>
        </w:tabs>
      </w:pPr>
      <w:r>
        <w:t>Adresse électronique</w:t>
      </w:r>
      <w:r>
        <w:tab/>
        <w:t xml:space="preserve">: </w:t>
      </w:r>
      <w:permStart w:id="86404099" w:edGrp="everyone"/>
      <w:r>
        <w:tab/>
      </w:r>
      <w:permEnd w:id="86404099"/>
    </w:p>
    <w:p w14:paraId="2473DEFA" w14:textId="77777777" w:rsidR="007A62C6" w:rsidRDefault="007A62C6" w:rsidP="00A53E98">
      <w:pPr>
        <w:pStyle w:val="Titre1b"/>
        <w:keepNext w:val="0"/>
        <w:tabs>
          <w:tab w:val="clear" w:pos="7513"/>
          <w:tab w:val="clear" w:pos="7768"/>
          <w:tab w:val="clear" w:pos="8108"/>
          <w:tab w:val="clear" w:pos="8760"/>
          <w:tab w:val="clear" w:pos="9384"/>
          <w:tab w:val="clear" w:pos="9724"/>
          <w:tab w:val="left" w:pos="2948"/>
          <w:tab w:val="left" w:leader="dot" w:pos="10204"/>
        </w:tabs>
      </w:pPr>
      <w:r>
        <w:t>N° de téléphone</w:t>
      </w:r>
      <w:r>
        <w:tab/>
        <w:t xml:space="preserve">: </w:t>
      </w:r>
      <w:permStart w:id="479281616" w:edGrp="everyone"/>
      <w:r>
        <w:tab/>
      </w:r>
      <w:permEnd w:id="479281616"/>
    </w:p>
    <w:p w14:paraId="0C3DE2CF" w14:textId="77777777" w:rsidR="007A62C6" w:rsidRDefault="007A62C6" w:rsidP="00A53E98">
      <w:pPr>
        <w:pStyle w:val="Titre1b"/>
        <w:keepNext w:val="0"/>
        <w:tabs>
          <w:tab w:val="clear" w:pos="7513"/>
          <w:tab w:val="clear" w:pos="7768"/>
          <w:tab w:val="clear" w:pos="8108"/>
          <w:tab w:val="clear" w:pos="8760"/>
          <w:tab w:val="clear" w:pos="9384"/>
          <w:tab w:val="clear" w:pos="9724"/>
          <w:tab w:val="left" w:pos="2948"/>
          <w:tab w:val="left" w:leader="dot" w:pos="10204"/>
        </w:tabs>
      </w:pPr>
      <w:r>
        <w:t>N° de télécopie</w:t>
      </w:r>
      <w:r>
        <w:tab/>
        <w:t xml:space="preserve">: </w:t>
      </w:r>
      <w:permStart w:id="120266500" w:edGrp="everyone"/>
      <w:r>
        <w:tab/>
      </w:r>
      <w:permEnd w:id="120266500"/>
    </w:p>
    <w:p w14:paraId="3D32C557" w14:textId="77777777" w:rsidR="007A62C6" w:rsidRDefault="00F77F75" w:rsidP="00A53E98">
      <w:pPr>
        <w:pStyle w:val="Titre1b"/>
        <w:keepNext w:val="0"/>
        <w:tabs>
          <w:tab w:val="clear" w:pos="7513"/>
          <w:tab w:val="clear" w:pos="7768"/>
          <w:tab w:val="clear" w:pos="8108"/>
          <w:tab w:val="clear" w:pos="8760"/>
          <w:tab w:val="clear" w:pos="9384"/>
          <w:tab w:val="clear" w:pos="9724"/>
          <w:tab w:val="left" w:pos="2948"/>
          <w:tab w:val="left" w:leader="dot" w:pos="10204"/>
        </w:tabs>
      </w:pPr>
      <w:r>
        <w:t> N° de SIRET</w:t>
      </w:r>
      <w:r>
        <w:tab/>
        <w:t xml:space="preserve">: </w:t>
      </w:r>
      <w:permStart w:id="1063465067" w:edGrp="everyone"/>
      <w:r>
        <w:tab/>
      </w:r>
      <w:permEnd w:id="1063465067"/>
    </w:p>
    <w:p w14:paraId="5FC95F8A" w14:textId="77777777" w:rsidR="009B1CD0" w:rsidRPr="00244D7C" w:rsidRDefault="00BC1E6D" w:rsidP="00F77F75">
      <w:pPr>
        <w:keepNext/>
        <w:tabs>
          <w:tab w:val="left" w:pos="851"/>
          <w:tab w:val="left" w:leader="dot" w:pos="6096"/>
        </w:tabs>
        <w:spacing w:before="320"/>
        <w:ind w:left="1985" w:hanging="284"/>
        <w:jc w:val="both"/>
        <w:rPr>
          <w:rFonts w:ascii="Arial" w:hAnsi="Arial" w:cs="Arial"/>
          <w:i/>
          <w:sz w:val="18"/>
          <w:szCs w:val="18"/>
        </w:rPr>
      </w:pPr>
      <w:sdt>
        <w:sdtPr>
          <w:rPr>
            <w:rFonts w:ascii="Arial" w:hAnsi="Arial" w:cs="Arial"/>
            <w:position w:val="-2"/>
            <w:sz w:val="24"/>
            <w:szCs w:val="24"/>
          </w:rPr>
          <w:id w:val="2007625539"/>
          <w15:appearance w15:val="hidden"/>
          <w14:checkbox>
            <w14:checked w14:val="0"/>
            <w14:checkedState w14:val="2612" w14:font="MS Gothic"/>
            <w14:uncheckedState w14:val="2610" w14:font="MS Gothic"/>
          </w14:checkbox>
        </w:sdtPr>
        <w:sdtEndPr/>
        <w:sdtContent>
          <w:permStart w:id="2079066275" w:edGrp="everyone"/>
          <w:r w:rsidR="006E22C9">
            <w:rPr>
              <w:rFonts w:ascii="MS Gothic" w:eastAsia="MS Gothic" w:hAnsi="MS Gothic" w:cs="Arial" w:hint="eastAsia"/>
              <w:position w:val="-2"/>
              <w:sz w:val="24"/>
              <w:szCs w:val="24"/>
            </w:rPr>
            <w:t>☐</w:t>
          </w:r>
          <w:permEnd w:id="2079066275"/>
        </w:sdtContent>
      </w:sdt>
      <w:r w:rsidR="00233C13" w:rsidRPr="00244D7C">
        <w:rPr>
          <w:rFonts w:ascii="Arial" w:hAnsi="Arial" w:cs="Arial"/>
        </w:rPr>
        <w:tab/>
      </w:r>
      <w:proofErr w:type="gramStart"/>
      <w:r w:rsidR="009B1CD0" w:rsidRPr="007C42E1">
        <w:rPr>
          <w:rFonts w:ascii="Arial" w:hAnsi="Arial" w:cs="Arial"/>
          <w:b/>
        </w:rPr>
        <w:t>engage</w:t>
      </w:r>
      <w:proofErr w:type="gramEnd"/>
      <w:r w:rsidR="009B1CD0" w:rsidRPr="007C42E1">
        <w:rPr>
          <w:rFonts w:ascii="Arial" w:hAnsi="Arial" w:cs="Arial"/>
          <w:b/>
        </w:rPr>
        <w:t xml:space="preserve"> la société</w:t>
      </w:r>
      <w:r w:rsidR="009B1CD0" w:rsidRPr="00244D7C">
        <w:rPr>
          <w:rFonts w:ascii="Arial" w:hAnsi="Arial" w:cs="Arial"/>
        </w:rPr>
        <w:t xml:space="preserve"> </w:t>
      </w:r>
      <w:permStart w:id="735644843" w:edGrp="everyone"/>
      <w:r w:rsidR="00F77F75">
        <w:rPr>
          <w:rFonts w:ascii="Arial" w:hAnsi="Arial" w:cs="Arial"/>
        </w:rPr>
        <w:tab/>
      </w:r>
      <w:permEnd w:id="735644843"/>
      <w:r w:rsidR="009B1CD0" w:rsidRPr="00244D7C">
        <w:rPr>
          <w:rFonts w:ascii="Arial" w:hAnsi="Arial" w:cs="Arial"/>
        </w:rPr>
        <w:t xml:space="preserve"> </w:t>
      </w:r>
      <w:r w:rsidR="009B1CD0" w:rsidRPr="007C42E1">
        <w:rPr>
          <w:rFonts w:ascii="Arial" w:hAnsi="Arial" w:cs="Arial"/>
          <w:b/>
        </w:rPr>
        <w:t>sur la base de son offre</w:t>
      </w:r>
      <w:r w:rsidR="009B1CD0" w:rsidRPr="00244D7C">
        <w:rPr>
          <w:rFonts w:ascii="Arial" w:hAnsi="Arial" w:cs="Arial"/>
        </w:rPr>
        <w:t> ;</w:t>
      </w:r>
    </w:p>
    <w:p w14:paraId="4B630F2B" w14:textId="77777777" w:rsidR="009B1CD0" w:rsidRPr="00244D7C" w:rsidRDefault="009B1CD0" w:rsidP="000525BE">
      <w:pPr>
        <w:pStyle w:val="En-tte"/>
        <w:keepNext/>
        <w:tabs>
          <w:tab w:val="clear" w:pos="4536"/>
          <w:tab w:val="clear" w:pos="9072"/>
        </w:tabs>
        <w:ind w:left="1985"/>
        <w:jc w:val="both"/>
        <w:rPr>
          <w:rFonts w:ascii="Arial" w:hAnsi="Arial" w:cs="Arial"/>
        </w:rPr>
      </w:pPr>
      <w:r w:rsidRPr="00244D7C">
        <w:rPr>
          <w:rFonts w:ascii="Arial" w:hAnsi="Arial" w:cs="Arial"/>
          <w:i/>
          <w:sz w:val="18"/>
          <w:szCs w:val="18"/>
        </w:rPr>
        <w:t xml:space="preserve">[Indiquer le nom commercial et la dénomination sociale </w:t>
      </w:r>
      <w:r w:rsidR="00FF7DBC" w:rsidRPr="00244D7C">
        <w:rPr>
          <w:rFonts w:ascii="Arial" w:hAnsi="Arial" w:cs="Arial"/>
          <w:i/>
          <w:sz w:val="18"/>
          <w:szCs w:val="18"/>
        </w:rPr>
        <w:t>du soumissionnaire</w:t>
      </w:r>
      <w:r w:rsidRPr="00244D7C">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249BCE3" w14:textId="77777777" w:rsidR="00F77F75" w:rsidRDefault="00F77F75" w:rsidP="00F77F75">
      <w:pPr>
        <w:pStyle w:val="Titre1b"/>
        <w:spacing w:before="200"/>
        <w:ind w:left="2212" w:hanging="227"/>
      </w:pPr>
      <w:r>
        <w:t>N</w:t>
      </w:r>
      <w:r w:rsidRPr="00F31FBA">
        <w:t xml:space="preserve">om commercial et la dénomination sociale </w:t>
      </w:r>
      <w:r w:rsidR="007C42E1">
        <w:t>de l’établissement qui exécutera les prestations</w:t>
      </w:r>
      <w:r>
        <w:t> :</w:t>
      </w:r>
    </w:p>
    <w:p w14:paraId="51E02941" w14:textId="77777777" w:rsidR="00F77F75" w:rsidRDefault="00F77F75" w:rsidP="00F77F75">
      <w:pPr>
        <w:tabs>
          <w:tab w:val="left" w:leader="dot" w:pos="10204"/>
        </w:tabs>
        <w:spacing w:before="80"/>
        <w:ind w:left="2211"/>
        <w:jc w:val="both"/>
        <w:rPr>
          <w:rFonts w:ascii="Arial" w:hAnsi="Arial" w:cs="Arial"/>
        </w:rPr>
      </w:pPr>
      <w:permStart w:id="797864348" w:edGrp="everyone"/>
      <w:r>
        <w:rPr>
          <w:rFonts w:ascii="Arial" w:hAnsi="Arial" w:cs="Arial"/>
        </w:rPr>
        <w:tab/>
      </w:r>
      <w:permEnd w:id="797864348"/>
    </w:p>
    <w:p w14:paraId="1F9B85D2" w14:textId="77777777" w:rsidR="00F77F75" w:rsidRDefault="00F77F75" w:rsidP="00F77F75">
      <w:pPr>
        <w:pStyle w:val="Titre1b"/>
        <w:ind w:left="2269"/>
      </w:pPr>
      <w:r>
        <w:t>Adresse postale de l’établissement :</w:t>
      </w:r>
    </w:p>
    <w:p w14:paraId="2C698FA6" w14:textId="77777777" w:rsidR="00F77F75" w:rsidRDefault="00F77F75" w:rsidP="00F77F75">
      <w:pPr>
        <w:tabs>
          <w:tab w:val="left" w:leader="dot" w:pos="10204"/>
        </w:tabs>
        <w:spacing w:before="80"/>
        <w:ind w:left="2211"/>
        <w:jc w:val="both"/>
        <w:rPr>
          <w:rFonts w:ascii="Arial" w:hAnsi="Arial" w:cs="Arial"/>
        </w:rPr>
      </w:pPr>
      <w:permStart w:id="619777098" w:edGrp="everyone"/>
      <w:r>
        <w:rPr>
          <w:rFonts w:ascii="Arial" w:hAnsi="Arial" w:cs="Arial"/>
        </w:rPr>
        <w:tab/>
      </w:r>
      <w:permEnd w:id="619777098"/>
    </w:p>
    <w:p w14:paraId="68B89C48" w14:textId="77777777" w:rsidR="00F77F75" w:rsidRDefault="00F77F75" w:rsidP="00F77F75">
      <w:pPr>
        <w:tabs>
          <w:tab w:val="left" w:leader="dot" w:pos="10204"/>
        </w:tabs>
        <w:spacing w:before="80"/>
        <w:ind w:left="2211"/>
        <w:jc w:val="both"/>
        <w:rPr>
          <w:rFonts w:ascii="Arial" w:hAnsi="Arial" w:cs="Arial"/>
        </w:rPr>
      </w:pPr>
      <w:permStart w:id="114254070" w:edGrp="everyone"/>
      <w:r>
        <w:rPr>
          <w:rFonts w:ascii="Arial" w:hAnsi="Arial" w:cs="Arial"/>
        </w:rPr>
        <w:tab/>
      </w:r>
      <w:permEnd w:id="114254070"/>
    </w:p>
    <w:p w14:paraId="0D507337" w14:textId="77777777" w:rsidR="00F77F75" w:rsidRPr="007714C9" w:rsidRDefault="00F77F75" w:rsidP="00F77F75">
      <w:pPr>
        <w:tabs>
          <w:tab w:val="left" w:leader="dot" w:pos="10204"/>
        </w:tabs>
        <w:spacing w:before="80"/>
        <w:ind w:left="2211"/>
        <w:jc w:val="both"/>
        <w:rPr>
          <w:rFonts w:ascii="Arial" w:hAnsi="Arial" w:cs="Arial"/>
        </w:rPr>
      </w:pPr>
      <w:permStart w:id="839212322" w:edGrp="everyone"/>
      <w:r>
        <w:rPr>
          <w:rFonts w:ascii="Arial" w:hAnsi="Arial" w:cs="Arial"/>
        </w:rPr>
        <w:tab/>
      </w:r>
      <w:permEnd w:id="839212322"/>
    </w:p>
    <w:p w14:paraId="6260BE86" w14:textId="77777777" w:rsidR="00F77F75" w:rsidRDefault="00F77F75" w:rsidP="00F77F75">
      <w:pPr>
        <w:pStyle w:val="Titre1b"/>
        <w:ind w:left="2269"/>
      </w:pPr>
      <w:r>
        <w:t>Adresse du siège</w:t>
      </w:r>
      <w:r w:rsidR="007C42E1">
        <w:t xml:space="preserve"> social</w:t>
      </w:r>
      <w:r>
        <w:t xml:space="preserve"> (si différente de celle de l’établissement) :</w:t>
      </w:r>
    </w:p>
    <w:p w14:paraId="347A07B4" w14:textId="77777777" w:rsidR="00F77F75" w:rsidRDefault="00F77F75" w:rsidP="00F77F75">
      <w:pPr>
        <w:tabs>
          <w:tab w:val="left" w:leader="dot" w:pos="10204"/>
        </w:tabs>
        <w:spacing w:before="80"/>
        <w:ind w:left="2211"/>
        <w:jc w:val="both"/>
        <w:rPr>
          <w:rFonts w:ascii="Arial" w:hAnsi="Arial" w:cs="Arial"/>
        </w:rPr>
      </w:pPr>
      <w:permStart w:id="1022369311" w:edGrp="everyone"/>
      <w:r>
        <w:rPr>
          <w:rFonts w:ascii="Arial" w:hAnsi="Arial" w:cs="Arial"/>
        </w:rPr>
        <w:tab/>
      </w:r>
      <w:permEnd w:id="1022369311"/>
    </w:p>
    <w:p w14:paraId="488642E1" w14:textId="77777777" w:rsidR="00F77F75" w:rsidRDefault="00F77F75" w:rsidP="00F77F75">
      <w:pPr>
        <w:tabs>
          <w:tab w:val="left" w:leader="dot" w:pos="10204"/>
        </w:tabs>
        <w:spacing w:before="80"/>
        <w:ind w:left="2211"/>
        <w:jc w:val="both"/>
        <w:rPr>
          <w:rFonts w:ascii="Arial" w:hAnsi="Arial" w:cs="Arial"/>
        </w:rPr>
      </w:pPr>
      <w:permStart w:id="562368393" w:edGrp="everyone"/>
      <w:r>
        <w:rPr>
          <w:rFonts w:ascii="Arial" w:hAnsi="Arial" w:cs="Arial"/>
        </w:rPr>
        <w:tab/>
      </w:r>
      <w:permEnd w:id="562368393"/>
    </w:p>
    <w:p w14:paraId="61C09E4F" w14:textId="77777777" w:rsidR="00F77F75" w:rsidRPr="007714C9" w:rsidRDefault="00F77F75" w:rsidP="00F77F75">
      <w:pPr>
        <w:tabs>
          <w:tab w:val="left" w:leader="dot" w:pos="10204"/>
        </w:tabs>
        <w:spacing w:before="80"/>
        <w:ind w:left="2211"/>
        <w:jc w:val="both"/>
        <w:rPr>
          <w:rFonts w:ascii="Arial" w:hAnsi="Arial" w:cs="Arial"/>
        </w:rPr>
      </w:pPr>
      <w:permStart w:id="404303284" w:edGrp="everyone"/>
      <w:r>
        <w:rPr>
          <w:rFonts w:ascii="Arial" w:hAnsi="Arial" w:cs="Arial"/>
        </w:rPr>
        <w:tab/>
      </w:r>
      <w:permEnd w:id="404303284"/>
    </w:p>
    <w:p w14:paraId="35861E1B" w14:textId="77777777" w:rsidR="00F77F75" w:rsidRDefault="00F77F75" w:rsidP="00A53E98">
      <w:pPr>
        <w:pStyle w:val="Titre1b"/>
        <w:keepNext w:val="0"/>
        <w:tabs>
          <w:tab w:val="clear" w:pos="7513"/>
          <w:tab w:val="clear" w:pos="7768"/>
          <w:tab w:val="clear" w:pos="8108"/>
          <w:tab w:val="clear" w:pos="8760"/>
          <w:tab w:val="clear" w:pos="9384"/>
          <w:tab w:val="clear" w:pos="9724"/>
          <w:tab w:val="left" w:pos="4253"/>
          <w:tab w:val="left" w:leader="dot" w:pos="10204"/>
        </w:tabs>
        <w:ind w:left="2269"/>
      </w:pPr>
      <w:r>
        <w:t>Adresse électronique</w:t>
      </w:r>
      <w:r>
        <w:tab/>
        <w:t xml:space="preserve">: </w:t>
      </w:r>
      <w:permStart w:id="2100636637" w:edGrp="everyone"/>
      <w:r>
        <w:tab/>
      </w:r>
      <w:permEnd w:id="2100636637"/>
    </w:p>
    <w:p w14:paraId="753DD0BD" w14:textId="77777777" w:rsidR="00F77F75" w:rsidRDefault="00F77F75" w:rsidP="00A53E98">
      <w:pPr>
        <w:pStyle w:val="Titre1b"/>
        <w:keepNext w:val="0"/>
        <w:tabs>
          <w:tab w:val="clear" w:pos="7513"/>
          <w:tab w:val="clear" w:pos="7768"/>
          <w:tab w:val="clear" w:pos="8108"/>
          <w:tab w:val="clear" w:pos="8760"/>
          <w:tab w:val="clear" w:pos="9384"/>
          <w:tab w:val="clear" w:pos="9724"/>
          <w:tab w:val="left" w:pos="3799"/>
          <w:tab w:val="left" w:leader="dot" w:pos="10204"/>
        </w:tabs>
        <w:ind w:left="2269"/>
      </w:pPr>
      <w:r>
        <w:t>N° de téléphone</w:t>
      </w:r>
      <w:r>
        <w:tab/>
        <w:t xml:space="preserve">: </w:t>
      </w:r>
      <w:permStart w:id="1730816011" w:edGrp="everyone"/>
      <w:r>
        <w:tab/>
      </w:r>
      <w:permEnd w:id="1730816011"/>
    </w:p>
    <w:p w14:paraId="5F7DE82E" w14:textId="77777777" w:rsidR="00F77F75" w:rsidRDefault="00F77F75" w:rsidP="00A53E98">
      <w:pPr>
        <w:pStyle w:val="Titre1b"/>
        <w:keepNext w:val="0"/>
        <w:tabs>
          <w:tab w:val="clear" w:pos="7513"/>
          <w:tab w:val="clear" w:pos="7768"/>
          <w:tab w:val="clear" w:pos="8108"/>
          <w:tab w:val="clear" w:pos="8760"/>
          <w:tab w:val="clear" w:pos="9384"/>
          <w:tab w:val="clear" w:pos="9724"/>
          <w:tab w:val="left" w:pos="3799"/>
          <w:tab w:val="left" w:leader="dot" w:pos="10204"/>
        </w:tabs>
        <w:ind w:left="2269"/>
      </w:pPr>
      <w:r>
        <w:t>N° de télécopie</w:t>
      </w:r>
      <w:r>
        <w:tab/>
        <w:t xml:space="preserve">: </w:t>
      </w:r>
      <w:permStart w:id="293473524" w:edGrp="everyone"/>
      <w:r>
        <w:tab/>
      </w:r>
      <w:permEnd w:id="293473524"/>
    </w:p>
    <w:p w14:paraId="7C4120EC" w14:textId="77777777" w:rsidR="00F77F75" w:rsidRDefault="00F77F75" w:rsidP="00A53E98">
      <w:pPr>
        <w:pStyle w:val="Titre1b"/>
        <w:keepNext w:val="0"/>
        <w:tabs>
          <w:tab w:val="clear" w:pos="7513"/>
          <w:tab w:val="clear" w:pos="7768"/>
          <w:tab w:val="clear" w:pos="8108"/>
          <w:tab w:val="clear" w:pos="8760"/>
          <w:tab w:val="clear" w:pos="9384"/>
          <w:tab w:val="clear" w:pos="9724"/>
          <w:tab w:val="left" w:pos="3799"/>
          <w:tab w:val="left" w:leader="dot" w:pos="10204"/>
        </w:tabs>
        <w:ind w:left="2269"/>
      </w:pPr>
      <w:r>
        <w:t> N° de SIRET</w:t>
      </w:r>
      <w:r>
        <w:tab/>
        <w:t xml:space="preserve">: </w:t>
      </w:r>
      <w:permStart w:id="290141764" w:edGrp="everyone"/>
      <w:r>
        <w:tab/>
      </w:r>
      <w:permEnd w:id="290141764"/>
    </w:p>
    <w:p w14:paraId="6998F35F" w14:textId="77777777" w:rsidR="009B1CD0" w:rsidRPr="00244D7C" w:rsidRDefault="00BC1E6D" w:rsidP="00326522">
      <w:pPr>
        <w:pStyle w:val="fcase1ertab"/>
        <w:keepNext/>
        <w:tabs>
          <w:tab w:val="left" w:pos="851"/>
        </w:tabs>
        <w:spacing w:before="200"/>
        <w:ind w:left="1163" w:hanging="312"/>
        <w:rPr>
          <w:rFonts w:ascii="Arial" w:hAnsi="Arial" w:cs="Arial"/>
          <w:i/>
          <w:sz w:val="18"/>
          <w:szCs w:val="18"/>
        </w:rPr>
      </w:pPr>
      <w:sdt>
        <w:sdtPr>
          <w:rPr>
            <w:rFonts w:ascii="Arial" w:hAnsi="Arial" w:cs="Arial"/>
            <w:position w:val="-2"/>
            <w:sz w:val="24"/>
            <w:szCs w:val="24"/>
          </w:rPr>
          <w:id w:val="-1013604647"/>
          <w15:appearance w15:val="hidden"/>
          <w14:checkbox>
            <w14:checked w14:val="0"/>
            <w14:checkedState w14:val="2612" w14:font="MS Gothic"/>
            <w14:uncheckedState w14:val="2610" w14:font="MS Gothic"/>
          </w14:checkbox>
        </w:sdtPr>
        <w:sdtEndPr/>
        <w:sdtContent>
          <w:r w:rsidR="00774590" w:rsidRPr="00244D7C">
            <w:rPr>
              <w:rFonts w:ascii="Segoe UI Symbol" w:eastAsia="MS Gothic" w:hAnsi="Segoe UI Symbol" w:cs="Segoe UI Symbol"/>
              <w:position w:val="-2"/>
              <w:sz w:val="24"/>
              <w:szCs w:val="24"/>
            </w:rPr>
            <w:t>☐</w:t>
          </w:r>
        </w:sdtContent>
      </w:sdt>
      <w:r w:rsidR="00326522">
        <w:rPr>
          <w:rFonts w:ascii="Arial" w:hAnsi="Arial" w:cs="Arial"/>
        </w:rPr>
        <w:tab/>
      </w:r>
      <w:r w:rsidR="009B1CD0" w:rsidRPr="00916850">
        <w:rPr>
          <w:rFonts w:ascii="Arial" w:hAnsi="Arial" w:cs="Arial"/>
          <w:b/>
        </w:rPr>
        <w:t>L’ensemble des membres du groupement s’engagent, sur la base de l’offre du groupement</w:t>
      </w:r>
      <w:r w:rsidR="009B1CD0" w:rsidRPr="00244D7C">
        <w:rPr>
          <w:rFonts w:ascii="Arial" w:hAnsi="Arial" w:cs="Arial"/>
        </w:rPr>
        <w:t> ;</w:t>
      </w:r>
    </w:p>
    <w:p w14:paraId="2BBD643F" w14:textId="77777777" w:rsidR="009B1CD0" w:rsidRPr="00244D7C" w:rsidRDefault="009B1CD0" w:rsidP="00326522">
      <w:pPr>
        <w:keepNext/>
        <w:ind w:left="1162"/>
        <w:jc w:val="both"/>
        <w:rPr>
          <w:rFonts w:ascii="Arial" w:hAnsi="Arial" w:cs="Arial"/>
        </w:rPr>
      </w:pPr>
      <w:r w:rsidRPr="00244D7C">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44D7C">
        <w:rPr>
          <w:rFonts w:ascii="Arial" w:hAnsi="Arial" w:cs="Arial"/>
          <w:i/>
          <w:iCs/>
          <w:sz w:val="18"/>
          <w:szCs w:val="18"/>
        </w:rPr>
        <w:t>]</w:t>
      </w:r>
    </w:p>
    <w:p w14:paraId="1BBB8B79" w14:textId="77777777" w:rsidR="00326522" w:rsidRDefault="00326522" w:rsidP="00A53E98">
      <w:pPr>
        <w:keepNext/>
        <w:tabs>
          <w:tab w:val="left" w:leader="dot" w:pos="10204"/>
        </w:tabs>
        <w:spacing w:before="120"/>
        <w:ind w:left="1162"/>
        <w:jc w:val="both"/>
        <w:rPr>
          <w:rFonts w:ascii="Arial" w:hAnsi="Arial" w:cs="Arial"/>
        </w:rPr>
      </w:pPr>
      <w:permStart w:id="1095114434" w:edGrp="everyone"/>
      <w:r>
        <w:rPr>
          <w:rFonts w:ascii="Arial" w:hAnsi="Arial" w:cs="Arial"/>
        </w:rPr>
        <w:tab/>
      </w:r>
      <w:permEnd w:id="1095114434"/>
    </w:p>
    <w:p w14:paraId="04E2587C" w14:textId="77777777" w:rsidR="00326522" w:rsidRDefault="00326522" w:rsidP="00A53E98">
      <w:pPr>
        <w:tabs>
          <w:tab w:val="left" w:leader="dot" w:pos="10204"/>
        </w:tabs>
        <w:spacing w:before="120"/>
        <w:ind w:left="1162"/>
        <w:jc w:val="both"/>
        <w:rPr>
          <w:rFonts w:ascii="Arial" w:hAnsi="Arial" w:cs="Arial"/>
        </w:rPr>
      </w:pPr>
      <w:permStart w:id="2117036769" w:edGrp="everyone"/>
      <w:r>
        <w:rPr>
          <w:rFonts w:ascii="Arial" w:hAnsi="Arial" w:cs="Arial"/>
        </w:rPr>
        <w:tab/>
      </w:r>
      <w:permEnd w:id="2117036769"/>
    </w:p>
    <w:p w14:paraId="7118AE49" w14:textId="56F8118F" w:rsidR="00A360A8" w:rsidRDefault="00A360A8" w:rsidP="0074237B">
      <w:pPr>
        <w:pStyle w:val="fcase1ertab"/>
        <w:spacing w:before="360" w:after="240"/>
        <w:ind w:left="851" w:firstLine="0"/>
        <w:rPr>
          <w:rFonts w:ascii="Arial" w:hAnsi="Arial" w:cs="Arial"/>
        </w:rPr>
      </w:pPr>
      <w:proofErr w:type="gramStart"/>
      <w:r w:rsidRPr="00326522">
        <w:rPr>
          <w:rFonts w:ascii="Arial" w:hAnsi="Arial" w:cs="Arial"/>
          <w:b/>
        </w:rPr>
        <w:t>à</w:t>
      </w:r>
      <w:proofErr w:type="gramEnd"/>
      <w:r w:rsidRPr="00326522">
        <w:rPr>
          <w:rFonts w:ascii="Arial" w:hAnsi="Arial" w:cs="Arial"/>
          <w:b/>
        </w:rPr>
        <w:t xml:space="preserve"> exécuter les prestations demandées aux prix indiqués </w:t>
      </w:r>
      <w:r w:rsidR="005D4FCE" w:rsidRPr="00326522">
        <w:rPr>
          <w:rFonts w:ascii="Arial" w:hAnsi="Arial" w:cs="Arial"/>
          <w:b/>
        </w:rPr>
        <w:t xml:space="preserve">dans </w:t>
      </w:r>
      <w:r w:rsidR="005D4FCE">
        <w:rPr>
          <w:rFonts w:ascii="Arial" w:hAnsi="Arial" w:cs="Arial"/>
          <w:b/>
        </w:rPr>
        <w:t>la décomposition des prix globale et forfaitaire (DPGF), jointe au présent document dûment complété</w:t>
      </w:r>
      <w:r w:rsidR="005D4FCE" w:rsidRPr="00326522">
        <w:rPr>
          <w:rFonts w:ascii="Arial" w:hAnsi="Arial" w:cs="Arial"/>
          <w:b/>
        </w:rPr>
        <w:t xml:space="preserve"> par le soumissionnaire</w:t>
      </w:r>
      <w:r>
        <w:rPr>
          <w:rFonts w:ascii="Arial" w:hAnsi="Arial" w:cs="Arial"/>
        </w:rPr>
        <w:t>.</w:t>
      </w:r>
    </w:p>
    <w:p w14:paraId="5F302A9A" w14:textId="3942C1F1" w:rsidR="009B1CD0" w:rsidRPr="00244D7C" w:rsidRDefault="009B1CD0" w:rsidP="001F72DA">
      <w:pPr>
        <w:pStyle w:val="Titre2article"/>
        <w:spacing w:before="400" w:after="0"/>
        <w:rPr>
          <w:iCs/>
        </w:rPr>
      </w:pPr>
      <w:r w:rsidRPr="00244D7C">
        <w:t>B</w:t>
      </w:r>
      <w:r w:rsidR="00A360A8">
        <w:t>2</w:t>
      </w:r>
      <w:r w:rsidRPr="00244D7C">
        <w:t xml:space="preserve"> </w:t>
      </w:r>
      <w:r w:rsidR="00BB1E97">
        <w:t>-</w:t>
      </w:r>
      <w:r w:rsidRPr="00244D7C">
        <w:t xml:space="preserve"> </w:t>
      </w:r>
      <w:r w:rsidR="0021797C" w:rsidRPr="00244D7C">
        <w:t>Nature du groupement et</w:t>
      </w:r>
      <w:r w:rsidR="00036500" w:rsidRPr="00244D7C">
        <w:t>,</w:t>
      </w:r>
      <w:r w:rsidR="0021797C" w:rsidRPr="00244D7C">
        <w:t xml:space="preserve"> </w:t>
      </w:r>
      <w:r w:rsidR="00036500" w:rsidRPr="00244D7C">
        <w:t>en cas de groupement conjoint,</w:t>
      </w:r>
      <w:r w:rsidR="00036500" w:rsidRPr="00244D7C" w:rsidDel="0021797C">
        <w:t xml:space="preserve"> </w:t>
      </w:r>
      <w:r w:rsidR="0021797C" w:rsidRPr="00244D7C">
        <w:t>r</w:t>
      </w:r>
      <w:r w:rsidRPr="00244D7C">
        <w:t>épartition des prestations</w:t>
      </w:r>
      <w:r w:rsidRPr="00244D7C">
        <w:rPr>
          <w:iCs/>
        </w:rPr>
        <w:t> :</w:t>
      </w:r>
    </w:p>
    <w:p w14:paraId="55DF4FA1" w14:textId="77777777" w:rsidR="00354C04" w:rsidRPr="00244D7C" w:rsidRDefault="00354C04" w:rsidP="00121578">
      <w:pPr>
        <w:pStyle w:val="fcase1ertab"/>
        <w:keepNext/>
        <w:tabs>
          <w:tab w:val="left" w:pos="851"/>
        </w:tabs>
        <w:spacing w:after="240"/>
        <w:ind w:left="510" w:firstLine="0"/>
        <w:rPr>
          <w:rFonts w:ascii="Arial" w:hAnsi="Arial" w:cs="Arial"/>
        </w:rPr>
      </w:pPr>
      <w:r w:rsidRPr="00244D7C">
        <w:rPr>
          <w:rFonts w:ascii="Arial" w:hAnsi="Arial" w:cs="Arial"/>
          <w:i/>
          <w:iCs/>
          <w:sz w:val="18"/>
          <w:szCs w:val="18"/>
        </w:rPr>
        <w:t>(</w:t>
      </w:r>
      <w:r w:rsidR="00F07904" w:rsidRPr="00244D7C">
        <w:rPr>
          <w:rFonts w:ascii="Arial" w:hAnsi="Arial" w:cs="Arial"/>
          <w:i/>
          <w:iCs/>
          <w:sz w:val="18"/>
          <w:szCs w:val="18"/>
        </w:rPr>
        <w:t>E</w:t>
      </w:r>
      <w:r w:rsidRPr="00244D7C">
        <w:rPr>
          <w:rFonts w:ascii="Arial" w:hAnsi="Arial" w:cs="Arial"/>
          <w:i/>
          <w:iCs/>
          <w:sz w:val="18"/>
          <w:szCs w:val="18"/>
        </w:rPr>
        <w:t>n cas de groupement d’opérateurs économiques.)</w:t>
      </w:r>
    </w:p>
    <w:p w14:paraId="72FEACBA" w14:textId="77777777" w:rsidR="0021797C" w:rsidRPr="00244D7C" w:rsidRDefault="0021797C" w:rsidP="009B45B9">
      <w:pPr>
        <w:pStyle w:val="fcase1ertab"/>
        <w:tabs>
          <w:tab w:val="left" w:pos="851"/>
        </w:tabs>
        <w:ind w:left="0" w:firstLine="0"/>
        <w:rPr>
          <w:rFonts w:ascii="Arial" w:hAnsi="Arial" w:cs="Arial"/>
        </w:rPr>
      </w:pPr>
      <w:r w:rsidRPr="00244D7C">
        <w:rPr>
          <w:rFonts w:ascii="Arial" w:hAnsi="Arial" w:cs="Arial"/>
        </w:rPr>
        <w:t xml:space="preserve">Pour l’exécution </w:t>
      </w:r>
      <w:r w:rsidR="00C1276F">
        <w:rPr>
          <w:rFonts w:ascii="Arial" w:hAnsi="Arial" w:cs="Arial"/>
        </w:rPr>
        <w:t>du marché public</w:t>
      </w:r>
      <w:r w:rsidRPr="00244D7C">
        <w:rPr>
          <w:rFonts w:ascii="Arial" w:hAnsi="Arial" w:cs="Arial"/>
        </w:rPr>
        <w:t xml:space="preserve">, le groupement </w:t>
      </w:r>
      <w:r w:rsidR="00036500" w:rsidRPr="00244D7C">
        <w:rPr>
          <w:rFonts w:ascii="Arial" w:hAnsi="Arial" w:cs="Arial"/>
        </w:rPr>
        <w:t>d’opérateurs économiques est</w:t>
      </w:r>
      <w:r w:rsidRPr="00244D7C">
        <w:rPr>
          <w:rFonts w:ascii="Arial" w:hAnsi="Arial" w:cs="Arial"/>
        </w:rPr>
        <w:t> :</w:t>
      </w:r>
    </w:p>
    <w:p w14:paraId="2F354239" w14:textId="77777777" w:rsidR="00036500" w:rsidRPr="00244D7C" w:rsidRDefault="00036500" w:rsidP="009B45B9">
      <w:pPr>
        <w:pStyle w:val="fcase1ertab"/>
        <w:tabs>
          <w:tab w:val="left" w:pos="851"/>
        </w:tabs>
        <w:rPr>
          <w:rFonts w:ascii="Arial" w:hAnsi="Arial" w:cs="Arial"/>
        </w:rPr>
      </w:pPr>
      <w:r w:rsidRPr="00244D7C">
        <w:rPr>
          <w:rFonts w:ascii="Arial" w:hAnsi="Arial" w:cs="Arial"/>
          <w:i/>
          <w:iCs/>
          <w:sz w:val="18"/>
          <w:szCs w:val="18"/>
        </w:rPr>
        <w:t>(Cocher la case correspondante.)</w:t>
      </w:r>
    </w:p>
    <w:permStart w:id="30374396" w:edGrp="everyone"/>
    <w:p w14:paraId="293A58DA" w14:textId="77777777" w:rsidR="00354C04" w:rsidRPr="00244D7C" w:rsidRDefault="00BC1E6D" w:rsidP="00AC5B37">
      <w:pPr>
        <w:pStyle w:val="fcase1ertab"/>
        <w:tabs>
          <w:tab w:val="clear" w:pos="426"/>
          <w:tab w:val="left" w:pos="4111"/>
          <w:tab w:val="left" w:pos="5387"/>
        </w:tabs>
        <w:spacing w:before="80"/>
        <w:ind w:left="2268" w:firstLine="0"/>
        <w:rPr>
          <w:rFonts w:ascii="Arial" w:hAnsi="Arial" w:cs="Arial"/>
        </w:rPr>
      </w:pPr>
      <w:sdt>
        <w:sdtPr>
          <w:rPr>
            <w:rFonts w:ascii="Arial" w:hAnsi="Arial" w:cs="Arial"/>
            <w:position w:val="-2"/>
            <w:sz w:val="24"/>
            <w:szCs w:val="24"/>
          </w:rPr>
          <w:id w:val="-1974513192"/>
          <w15:appearance w15:val="hidden"/>
          <w14:checkbox>
            <w14:checked w14:val="0"/>
            <w14:checkedState w14:val="2612" w14:font="MS Gothic"/>
            <w14:uncheckedState w14:val="2610" w14:font="MS Gothic"/>
          </w14:checkbox>
        </w:sdtPr>
        <w:sdtEndPr/>
        <w:sdtContent>
          <w:r w:rsidR="0099750F">
            <w:rPr>
              <w:rFonts w:ascii="MS Gothic" w:eastAsia="MS Gothic" w:hAnsi="MS Gothic" w:cs="Arial" w:hint="eastAsia"/>
              <w:position w:val="-2"/>
              <w:sz w:val="24"/>
              <w:szCs w:val="24"/>
            </w:rPr>
            <w:t>☐</w:t>
          </w:r>
        </w:sdtContent>
      </w:sdt>
      <w:permEnd w:id="30374396"/>
      <w:r w:rsidR="00354C04" w:rsidRPr="00244D7C">
        <w:rPr>
          <w:rFonts w:ascii="Arial" w:hAnsi="Arial" w:cs="Arial"/>
          <w:i/>
          <w:iCs/>
        </w:rPr>
        <w:t xml:space="preserve"> </w:t>
      </w:r>
      <w:proofErr w:type="gramStart"/>
      <w:r w:rsidR="00155F4C" w:rsidRPr="00244D7C">
        <w:rPr>
          <w:rFonts w:ascii="Arial" w:hAnsi="Arial" w:cs="Arial"/>
        </w:rPr>
        <w:t>conjoint</w:t>
      </w:r>
      <w:proofErr w:type="gramEnd"/>
      <w:r w:rsidR="00155F4C" w:rsidRPr="00244D7C">
        <w:rPr>
          <w:rFonts w:ascii="Arial" w:hAnsi="Arial" w:cs="Arial"/>
        </w:rPr>
        <w:tab/>
      </w:r>
      <w:r w:rsidR="00354C04" w:rsidRPr="00244D7C">
        <w:rPr>
          <w:rFonts w:ascii="Arial" w:hAnsi="Arial" w:cs="Arial"/>
        </w:rPr>
        <w:t>OU</w:t>
      </w:r>
      <w:r w:rsidR="00354C04" w:rsidRPr="00244D7C">
        <w:rPr>
          <w:rFonts w:ascii="Arial" w:hAnsi="Arial" w:cs="Arial"/>
        </w:rPr>
        <w:tab/>
      </w:r>
      <w:sdt>
        <w:sdtPr>
          <w:rPr>
            <w:rFonts w:ascii="Arial" w:hAnsi="Arial" w:cs="Arial"/>
            <w:position w:val="-2"/>
            <w:sz w:val="24"/>
            <w:szCs w:val="24"/>
          </w:rPr>
          <w:id w:val="505937723"/>
          <w15:appearance w15:val="hidden"/>
          <w14:checkbox>
            <w14:checked w14:val="0"/>
            <w14:checkedState w14:val="2612" w14:font="MS Gothic"/>
            <w14:uncheckedState w14:val="2610" w14:font="MS Gothic"/>
          </w14:checkbox>
        </w:sdtPr>
        <w:sdtEndPr/>
        <w:sdtContent>
          <w:permStart w:id="424555843" w:edGrp="everyone"/>
          <w:r w:rsidR="0099750F">
            <w:rPr>
              <w:rFonts w:ascii="MS Gothic" w:eastAsia="MS Gothic" w:hAnsi="MS Gothic" w:cs="Arial" w:hint="eastAsia"/>
              <w:position w:val="-2"/>
              <w:sz w:val="24"/>
              <w:szCs w:val="24"/>
            </w:rPr>
            <w:t>☐</w:t>
          </w:r>
          <w:permEnd w:id="424555843"/>
        </w:sdtContent>
      </w:sdt>
      <w:r w:rsidR="00354C04" w:rsidRPr="00244D7C">
        <w:rPr>
          <w:rFonts w:ascii="Arial" w:hAnsi="Arial" w:cs="Arial"/>
          <w:iCs/>
        </w:rPr>
        <w:t xml:space="preserve"> </w:t>
      </w:r>
      <w:r w:rsidR="00354C04" w:rsidRPr="00244D7C">
        <w:rPr>
          <w:rFonts w:ascii="Arial" w:hAnsi="Arial" w:cs="Arial"/>
        </w:rPr>
        <w:t>solidaire</w:t>
      </w:r>
    </w:p>
    <w:p w14:paraId="3E6F7C5C" w14:textId="77777777" w:rsidR="009B1CD0" w:rsidRPr="00244D7C" w:rsidRDefault="009B1CD0" w:rsidP="00156847">
      <w:pPr>
        <w:keepNext/>
        <w:tabs>
          <w:tab w:val="left" w:pos="851"/>
        </w:tabs>
        <w:spacing w:before="240" w:after="80"/>
        <w:jc w:val="both"/>
        <w:rPr>
          <w:rFonts w:ascii="Arial" w:hAnsi="Arial" w:cs="Arial"/>
          <w:b/>
          <w:bCs/>
        </w:rPr>
      </w:pPr>
      <w:r w:rsidRPr="00244D7C">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244D7C" w14:paraId="43EAF82E" w14:textId="77777777" w:rsidTr="00A06051">
        <w:trPr>
          <w:trHeight w:val="567"/>
        </w:trPr>
        <w:tc>
          <w:tcPr>
            <w:tcW w:w="4503" w:type="dxa"/>
            <w:vMerge w:val="restart"/>
            <w:tcBorders>
              <w:top w:val="single" w:sz="4" w:space="0" w:color="000000"/>
              <w:left w:val="single" w:sz="4" w:space="0" w:color="000000"/>
              <w:bottom w:val="single" w:sz="4" w:space="0" w:color="000000"/>
            </w:tcBorders>
            <w:vAlign w:val="center"/>
          </w:tcPr>
          <w:p w14:paraId="5602B51B" w14:textId="77777777" w:rsidR="009B1CD0" w:rsidRPr="00244D7C" w:rsidRDefault="009B1CD0" w:rsidP="00156847">
            <w:pPr>
              <w:keepNext/>
              <w:tabs>
                <w:tab w:val="left" w:pos="851"/>
              </w:tabs>
              <w:jc w:val="center"/>
              <w:rPr>
                <w:rFonts w:ascii="Arial" w:hAnsi="Arial" w:cs="Arial"/>
                <w:b/>
              </w:rPr>
            </w:pPr>
            <w:r w:rsidRPr="00244D7C">
              <w:rPr>
                <w:rFonts w:ascii="Arial" w:hAnsi="Arial" w:cs="Arial"/>
                <w:b/>
              </w:rPr>
              <w:t xml:space="preserve">Désignation des membres </w:t>
            </w:r>
          </w:p>
          <w:p w14:paraId="40EAA4ED" w14:textId="77777777" w:rsidR="009B1CD0" w:rsidRPr="00244D7C" w:rsidRDefault="009B1CD0" w:rsidP="00156847">
            <w:pPr>
              <w:keepNext/>
              <w:tabs>
                <w:tab w:val="left" w:pos="851"/>
              </w:tabs>
              <w:jc w:val="center"/>
              <w:rPr>
                <w:rFonts w:ascii="Arial" w:hAnsi="Arial" w:cs="Arial"/>
                <w:b/>
              </w:rPr>
            </w:pPr>
            <w:proofErr w:type="gramStart"/>
            <w:r w:rsidRPr="00244D7C">
              <w:rPr>
                <w:rFonts w:ascii="Arial" w:hAnsi="Arial" w:cs="Arial"/>
                <w:b/>
              </w:rPr>
              <w:t>du</w:t>
            </w:r>
            <w:proofErr w:type="gramEnd"/>
            <w:r w:rsidRPr="00244D7C">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04C5E2F4" w14:textId="77777777" w:rsidR="009B1CD0" w:rsidRPr="00244D7C" w:rsidRDefault="009B1CD0" w:rsidP="00156847">
            <w:pPr>
              <w:pStyle w:val="Titre5"/>
              <w:jc w:val="center"/>
              <w:rPr>
                <w:b/>
                <w:i w:val="0"/>
                <w:sz w:val="20"/>
              </w:rPr>
            </w:pPr>
            <w:r w:rsidRPr="00244D7C">
              <w:rPr>
                <w:b/>
                <w:i w:val="0"/>
                <w:sz w:val="20"/>
              </w:rPr>
              <w:t>Prestations exécutées par les membres</w:t>
            </w:r>
          </w:p>
          <w:p w14:paraId="36A06FBA" w14:textId="77777777" w:rsidR="009B1CD0" w:rsidRPr="00244D7C" w:rsidRDefault="009B1CD0" w:rsidP="00156847">
            <w:pPr>
              <w:pStyle w:val="Titre5"/>
              <w:jc w:val="center"/>
              <w:rPr>
                <w:b/>
              </w:rPr>
            </w:pPr>
            <w:proofErr w:type="gramStart"/>
            <w:r w:rsidRPr="00244D7C">
              <w:rPr>
                <w:b/>
                <w:i w:val="0"/>
                <w:sz w:val="20"/>
              </w:rPr>
              <w:t>du</w:t>
            </w:r>
            <w:proofErr w:type="gramEnd"/>
            <w:r w:rsidRPr="00244D7C">
              <w:rPr>
                <w:b/>
                <w:i w:val="0"/>
                <w:sz w:val="20"/>
              </w:rPr>
              <w:t xml:space="preserve"> groupement conjoint</w:t>
            </w:r>
          </w:p>
        </w:tc>
      </w:tr>
      <w:tr w:rsidR="009B1CD0" w:rsidRPr="00244D7C" w14:paraId="1796FD8D" w14:textId="77777777" w:rsidTr="00A0605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83FCCBC" w14:textId="77777777" w:rsidR="009B1CD0" w:rsidRPr="00244D7C" w:rsidRDefault="009B1CD0" w:rsidP="00156847">
            <w:pPr>
              <w:keepNext/>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29E21D6" w14:textId="77777777" w:rsidR="009B1CD0" w:rsidRPr="00244D7C" w:rsidRDefault="009B1CD0" w:rsidP="00156847">
            <w:pPr>
              <w:keepNext/>
              <w:tabs>
                <w:tab w:val="left" w:pos="851"/>
              </w:tabs>
              <w:jc w:val="center"/>
              <w:rPr>
                <w:rFonts w:ascii="Arial" w:hAnsi="Arial" w:cs="Arial"/>
                <w:b/>
              </w:rPr>
            </w:pPr>
            <w:r w:rsidRPr="00244D7C">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84EAE7" w14:textId="77777777" w:rsidR="009B1CD0" w:rsidRPr="00244D7C" w:rsidRDefault="009B1CD0" w:rsidP="00156847">
            <w:pPr>
              <w:keepNext/>
              <w:tabs>
                <w:tab w:val="left" w:pos="851"/>
              </w:tabs>
              <w:jc w:val="center"/>
              <w:rPr>
                <w:rFonts w:ascii="Arial" w:hAnsi="Arial" w:cs="Arial"/>
                <w:b/>
              </w:rPr>
            </w:pPr>
            <w:r w:rsidRPr="00244D7C">
              <w:rPr>
                <w:rFonts w:ascii="Arial" w:hAnsi="Arial" w:cs="Arial"/>
                <w:b/>
              </w:rPr>
              <w:t xml:space="preserve">Montant HT </w:t>
            </w:r>
          </w:p>
          <w:p w14:paraId="413489CB" w14:textId="77777777" w:rsidR="009B1CD0" w:rsidRPr="00244D7C" w:rsidRDefault="009B1CD0" w:rsidP="00156847">
            <w:pPr>
              <w:keepNext/>
              <w:tabs>
                <w:tab w:val="left" w:pos="851"/>
              </w:tabs>
              <w:jc w:val="center"/>
              <w:rPr>
                <w:rFonts w:ascii="Arial" w:hAnsi="Arial" w:cs="Arial"/>
              </w:rPr>
            </w:pPr>
            <w:proofErr w:type="gramStart"/>
            <w:r w:rsidRPr="00244D7C">
              <w:rPr>
                <w:rFonts w:ascii="Arial" w:hAnsi="Arial" w:cs="Arial"/>
                <w:b/>
              </w:rPr>
              <w:t>de</w:t>
            </w:r>
            <w:proofErr w:type="gramEnd"/>
            <w:r w:rsidRPr="00244D7C">
              <w:rPr>
                <w:rFonts w:ascii="Arial" w:hAnsi="Arial" w:cs="Arial"/>
                <w:b/>
              </w:rPr>
              <w:t xml:space="preserve"> la prestation</w:t>
            </w:r>
          </w:p>
        </w:tc>
      </w:tr>
      <w:tr w:rsidR="009B1CD0" w:rsidRPr="00244D7C" w14:paraId="5453EAF4" w14:textId="77777777" w:rsidTr="00A06051">
        <w:trPr>
          <w:trHeight w:val="1247"/>
        </w:trPr>
        <w:tc>
          <w:tcPr>
            <w:tcW w:w="4503" w:type="dxa"/>
            <w:tcBorders>
              <w:top w:val="single" w:sz="4" w:space="0" w:color="000000"/>
              <w:left w:val="single" w:sz="4" w:space="0" w:color="000000"/>
              <w:bottom w:val="single" w:sz="4" w:space="0" w:color="000000"/>
            </w:tcBorders>
            <w:shd w:val="clear" w:color="auto" w:fill="DAEEF3" w:themeFill="accent5" w:themeFillTint="33"/>
            <w:vAlign w:val="center"/>
          </w:tcPr>
          <w:p w14:paraId="1689C4AB" w14:textId="77777777" w:rsidR="009B1CD0" w:rsidRPr="00244D7C" w:rsidRDefault="00F86A9B" w:rsidP="00F86A9B">
            <w:pPr>
              <w:tabs>
                <w:tab w:val="left" w:leader="dot" w:pos="4196"/>
              </w:tabs>
              <w:snapToGrid w:val="0"/>
              <w:spacing w:before="40"/>
              <w:rPr>
                <w:rFonts w:ascii="Arial" w:hAnsi="Arial" w:cs="Arial"/>
              </w:rPr>
            </w:pPr>
            <w:permStart w:id="1439435738" w:edGrp="everyone"/>
            <w:r>
              <w:rPr>
                <w:rFonts w:ascii="Arial" w:hAnsi="Arial" w:cs="Arial"/>
              </w:rPr>
              <w:tab/>
            </w:r>
            <w:permEnd w:id="1439435738"/>
          </w:p>
        </w:tc>
        <w:tc>
          <w:tcPr>
            <w:tcW w:w="3685" w:type="dxa"/>
            <w:tcBorders>
              <w:top w:val="single" w:sz="4" w:space="0" w:color="000000"/>
              <w:left w:val="single" w:sz="4" w:space="0" w:color="000000"/>
              <w:bottom w:val="single" w:sz="4" w:space="0" w:color="000000"/>
            </w:tcBorders>
            <w:shd w:val="clear" w:color="auto" w:fill="DAEEF3" w:themeFill="accent5" w:themeFillTint="33"/>
            <w:vAlign w:val="center"/>
          </w:tcPr>
          <w:p w14:paraId="3E4AA1AC" w14:textId="77777777" w:rsidR="009B1CD0" w:rsidRPr="00244D7C" w:rsidRDefault="00F86A9B" w:rsidP="00F86A9B">
            <w:pPr>
              <w:tabs>
                <w:tab w:val="left" w:leader="dot" w:pos="3345"/>
              </w:tabs>
              <w:snapToGrid w:val="0"/>
              <w:spacing w:before="40"/>
              <w:rPr>
                <w:rFonts w:ascii="Arial" w:hAnsi="Arial" w:cs="Arial"/>
              </w:rPr>
            </w:pPr>
            <w:permStart w:id="1888242545" w:edGrp="everyone"/>
            <w:r>
              <w:rPr>
                <w:rFonts w:ascii="Arial" w:hAnsi="Arial" w:cs="Arial"/>
              </w:rPr>
              <w:tab/>
            </w:r>
            <w:permEnd w:id="1888242545"/>
          </w:p>
        </w:tc>
        <w:tc>
          <w:tcPr>
            <w:tcW w:w="2348"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50291D3F" w14:textId="77777777" w:rsidR="009B1CD0" w:rsidRPr="00244D7C" w:rsidRDefault="00F86A9B" w:rsidP="00F86A9B">
            <w:pPr>
              <w:tabs>
                <w:tab w:val="right" w:leader="dot" w:pos="1644"/>
              </w:tabs>
              <w:snapToGrid w:val="0"/>
              <w:spacing w:before="40"/>
              <w:ind w:right="284"/>
              <w:jc w:val="right"/>
              <w:rPr>
                <w:rFonts w:ascii="Arial" w:hAnsi="Arial" w:cs="Arial"/>
              </w:rPr>
            </w:pPr>
            <w:permStart w:id="534997486" w:edGrp="everyone"/>
            <w:r>
              <w:rPr>
                <w:rFonts w:ascii="Arial" w:hAnsi="Arial" w:cs="Arial"/>
              </w:rPr>
              <w:tab/>
            </w:r>
            <w:permEnd w:id="534997486"/>
            <w:r>
              <w:rPr>
                <w:rFonts w:ascii="Arial" w:hAnsi="Arial" w:cs="Arial"/>
              </w:rPr>
              <w:t xml:space="preserve"> €</w:t>
            </w:r>
          </w:p>
        </w:tc>
      </w:tr>
      <w:tr w:rsidR="00A06051" w:rsidRPr="00244D7C" w14:paraId="19FB18E6" w14:textId="77777777" w:rsidTr="00A06051">
        <w:trPr>
          <w:trHeight w:val="567"/>
        </w:trPr>
        <w:tc>
          <w:tcPr>
            <w:tcW w:w="4503" w:type="dxa"/>
            <w:vMerge w:val="restart"/>
            <w:tcBorders>
              <w:top w:val="single" w:sz="4" w:space="0" w:color="000000"/>
              <w:left w:val="single" w:sz="4" w:space="0" w:color="000000"/>
              <w:bottom w:val="single" w:sz="4" w:space="0" w:color="000000"/>
            </w:tcBorders>
            <w:vAlign w:val="center"/>
          </w:tcPr>
          <w:p w14:paraId="19532130" w14:textId="77777777" w:rsidR="00A06051" w:rsidRPr="00244D7C" w:rsidRDefault="00A06051" w:rsidP="00397A46">
            <w:pPr>
              <w:keepNext/>
              <w:tabs>
                <w:tab w:val="left" w:pos="851"/>
              </w:tabs>
              <w:jc w:val="center"/>
              <w:rPr>
                <w:rFonts w:ascii="Arial" w:hAnsi="Arial" w:cs="Arial"/>
                <w:b/>
              </w:rPr>
            </w:pPr>
            <w:permStart w:id="1170474585" w:edGrp="everyone"/>
            <w:r w:rsidRPr="00244D7C">
              <w:rPr>
                <w:rFonts w:ascii="Arial" w:hAnsi="Arial" w:cs="Arial"/>
                <w:b/>
              </w:rPr>
              <w:lastRenderedPageBreak/>
              <w:t xml:space="preserve">Désignation des membres </w:t>
            </w:r>
          </w:p>
          <w:p w14:paraId="252CFAF1" w14:textId="77777777" w:rsidR="00A06051" w:rsidRPr="00244D7C" w:rsidRDefault="00A06051" w:rsidP="00397A46">
            <w:pPr>
              <w:keepNext/>
              <w:tabs>
                <w:tab w:val="left" w:pos="851"/>
              </w:tabs>
              <w:jc w:val="center"/>
              <w:rPr>
                <w:rFonts w:ascii="Arial" w:hAnsi="Arial" w:cs="Arial"/>
                <w:b/>
              </w:rPr>
            </w:pPr>
            <w:proofErr w:type="gramStart"/>
            <w:r w:rsidRPr="00244D7C">
              <w:rPr>
                <w:rFonts w:ascii="Arial" w:hAnsi="Arial" w:cs="Arial"/>
                <w:b/>
              </w:rPr>
              <w:t>du</w:t>
            </w:r>
            <w:proofErr w:type="gramEnd"/>
            <w:r w:rsidRPr="00244D7C">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49A3B47C" w14:textId="77777777" w:rsidR="00A06051" w:rsidRPr="00244D7C" w:rsidRDefault="00A06051" w:rsidP="00397A46">
            <w:pPr>
              <w:pStyle w:val="Titre5"/>
              <w:jc w:val="center"/>
              <w:rPr>
                <w:b/>
                <w:i w:val="0"/>
                <w:sz w:val="20"/>
              </w:rPr>
            </w:pPr>
            <w:r w:rsidRPr="00244D7C">
              <w:rPr>
                <w:b/>
                <w:i w:val="0"/>
                <w:sz w:val="20"/>
              </w:rPr>
              <w:t>Prestations exécutées par les membres</w:t>
            </w:r>
          </w:p>
          <w:p w14:paraId="284FD715" w14:textId="77777777" w:rsidR="00A06051" w:rsidRPr="00244D7C" w:rsidRDefault="00A06051" w:rsidP="00397A46">
            <w:pPr>
              <w:pStyle w:val="Titre5"/>
              <w:jc w:val="center"/>
              <w:rPr>
                <w:b/>
              </w:rPr>
            </w:pPr>
            <w:proofErr w:type="gramStart"/>
            <w:r w:rsidRPr="00244D7C">
              <w:rPr>
                <w:b/>
                <w:i w:val="0"/>
                <w:sz w:val="20"/>
              </w:rPr>
              <w:t>du</w:t>
            </w:r>
            <w:proofErr w:type="gramEnd"/>
            <w:r w:rsidRPr="00244D7C">
              <w:rPr>
                <w:b/>
                <w:i w:val="0"/>
                <w:sz w:val="20"/>
              </w:rPr>
              <w:t xml:space="preserve"> groupement conjoint</w:t>
            </w:r>
          </w:p>
        </w:tc>
      </w:tr>
      <w:tr w:rsidR="00A06051" w:rsidRPr="00244D7C" w14:paraId="57701910" w14:textId="77777777" w:rsidTr="00A0605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0F6E1FB" w14:textId="77777777" w:rsidR="00A06051" w:rsidRPr="00244D7C" w:rsidRDefault="00A06051" w:rsidP="00397A46">
            <w:pPr>
              <w:keepNext/>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A483D64" w14:textId="77777777" w:rsidR="00A06051" w:rsidRPr="00244D7C" w:rsidRDefault="00A06051" w:rsidP="00397A46">
            <w:pPr>
              <w:keepNext/>
              <w:tabs>
                <w:tab w:val="left" w:pos="851"/>
              </w:tabs>
              <w:jc w:val="center"/>
              <w:rPr>
                <w:rFonts w:ascii="Arial" w:hAnsi="Arial" w:cs="Arial"/>
                <w:b/>
              </w:rPr>
            </w:pPr>
            <w:r w:rsidRPr="00244D7C">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67EBB0" w14:textId="77777777" w:rsidR="00A06051" w:rsidRPr="00244D7C" w:rsidRDefault="00A06051" w:rsidP="00397A46">
            <w:pPr>
              <w:keepNext/>
              <w:tabs>
                <w:tab w:val="left" w:pos="851"/>
              </w:tabs>
              <w:jc w:val="center"/>
              <w:rPr>
                <w:rFonts w:ascii="Arial" w:hAnsi="Arial" w:cs="Arial"/>
                <w:b/>
              </w:rPr>
            </w:pPr>
            <w:r w:rsidRPr="00244D7C">
              <w:rPr>
                <w:rFonts w:ascii="Arial" w:hAnsi="Arial" w:cs="Arial"/>
                <w:b/>
              </w:rPr>
              <w:t xml:space="preserve">Montant HT </w:t>
            </w:r>
          </w:p>
          <w:p w14:paraId="1DC987EC" w14:textId="77777777" w:rsidR="00A06051" w:rsidRPr="00244D7C" w:rsidRDefault="00A06051" w:rsidP="00397A46">
            <w:pPr>
              <w:keepNext/>
              <w:tabs>
                <w:tab w:val="left" w:pos="851"/>
              </w:tabs>
              <w:jc w:val="center"/>
              <w:rPr>
                <w:rFonts w:ascii="Arial" w:hAnsi="Arial" w:cs="Arial"/>
              </w:rPr>
            </w:pPr>
            <w:proofErr w:type="gramStart"/>
            <w:r w:rsidRPr="00244D7C">
              <w:rPr>
                <w:rFonts w:ascii="Arial" w:hAnsi="Arial" w:cs="Arial"/>
                <w:b/>
              </w:rPr>
              <w:t>de</w:t>
            </w:r>
            <w:proofErr w:type="gramEnd"/>
            <w:r w:rsidRPr="00244D7C">
              <w:rPr>
                <w:rFonts w:ascii="Arial" w:hAnsi="Arial" w:cs="Arial"/>
                <w:b/>
              </w:rPr>
              <w:t xml:space="preserve"> la prestation</w:t>
            </w:r>
          </w:p>
        </w:tc>
      </w:tr>
      <w:tr w:rsidR="009B1CD0" w:rsidRPr="00244D7C" w14:paraId="7DF8CBEF" w14:textId="77777777" w:rsidTr="00A06051">
        <w:trPr>
          <w:trHeight w:val="1247"/>
        </w:trPr>
        <w:tc>
          <w:tcPr>
            <w:tcW w:w="4503" w:type="dxa"/>
            <w:tcBorders>
              <w:top w:val="single" w:sz="4" w:space="0" w:color="000000"/>
              <w:left w:val="single" w:sz="4" w:space="0" w:color="000000"/>
            </w:tcBorders>
            <w:vAlign w:val="center"/>
          </w:tcPr>
          <w:p w14:paraId="32697027" w14:textId="77777777" w:rsidR="009B1CD0" w:rsidRPr="00244D7C" w:rsidRDefault="00F86A9B" w:rsidP="00F86A9B">
            <w:pPr>
              <w:tabs>
                <w:tab w:val="left" w:leader="dot" w:pos="4196"/>
              </w:tabs>
              <w:snapToGrid w:val="0"/>
              <w:spacing w:before="40"/>
              <w:rPr>
                <w:rFonts w:ascii="Arial" w:hAnsi="Arial" w:cs="Arial"/>
              </w:rPr>
            </w:pPr>
            <w:r>
              <w:rPr>
                <w:rFonts w:ascii="Arial" w:hAnsi="Arial" w:cs="Arial"/>
              </w:rPr>
              <w:tab/>
            </w:r>
            <w:permEnd w:id="1170474585"/>
          </w:p>
        </w:tc>
        <w:tc>
          <w:tcPr>
            <w:tcW w:w="3685" w:type="dxa"/>
            <w:tcBorders>
              <w:top w:val="single" w:sz="4" w:space="0" w:color="000000"/>
              <w:left w:val="single" w:sz="4" w:space="0" w:color="000000"/>
            </w:tcBorders>
            <w:vAlign w:val="center"/>
          </w:tcPr>
          <w:p w14:paraId="12005606" w14:textId="77777777" w:rsidR="009B1CD0" w:rsidRPr="00244D7C" w:rsidRDefault="00F86A9B" w:rsidP="00F86A9B">
            <w:pPr>
              <w:tabs>
                <w:tab w:val="left" w:leader="dot" w:pos="3345"/>
              </w:tabs>
              <w:snapToGrid w:val="0"/>
              <w:spacing w:before="40"/>
              <w:rPr>
                <w:rFonts w:ascii="Arial" w:hAnsi="Arial" w:cs="Arial"/>
              </w:rPr>
            </w:pPr>
            <w:permStart w:id="251211755" w:edGrp="everyone"/>
            <w:r>
              <w:rPr>
                <w:rFonts w:ascii="Arial" w:hAnsi="Arial" w:cs="Arial"/>
              </w:rPr>
              <w:tab/>
            </w:r>
            <w:permEnd w:id="251211755"/>
          </w:p>
        </w:tc>
        <w:tc>
          <w:tcPr>
            <w:tcW w:w="2348" w:type="dxa"/>
            <w:tcBorders>
              <w:top w:val="single" w:sz="4" w:space="0" w:color="000000"/>
              <w:left w:val="single" w:sz="4" w:space="0" w:color="000000"/>
              <w:right w:val="single" w:sz="4" w:space="0" w:color="000000"/>
            </w:tcBorders>
            <w:vAlign w:val="center"/>
          </w:tcPr>
          <w:p w14:paraId="31F0CD17" w14:textId="77777777" w:rsidR="009B1CD0" w:rsidRPr="00244D7C" w:rsidRDefault="00F86A9B" w:rsidP="00F86A9B">
            <w:pPr>
              <w:tabs>
                <w:tab w:val="right" w:leader="dot" w:pos="1644"/>
              </w:tabs>
              <w:snapToGrid w:val="0"/>
              <w:spacing w:before="40"/>
              <w:ind w:right="284"/>
              <w:jc w:val="right"/>
              <w:rPr>
                <w:rFonts w:ascii="Arial" w:hAnsi="Arial" w:cs="Arial"/>
              </w:rPr>
            </w:pPr>
            <w:permStart w:id="905192714" w:edGrp="everyone"/>
            <w:r>
              <w:rPr>
                <w:rFonts w:ascii="Arial" w:hAnsi="Arial" w:cs="Arial"/>
              </w:rPr>
              <w:tab/>
            </w:r>
            <w:permEnd w:id="905192714"/>
            <w:r>
              <w:rPr>
                <w:rFonts w:ascii="Arial" w:hAnsi="Arial" w:cs="Arial"/>
              </w:rPr>
              <w:t xml:space="preserve"> €</w:t>
            </w:r>
          </w:p>
        </w:tc>
      </w:tr>
      <w:tr w:rsidR="009B1CD0" w:rsidRPr="00244D7C" w14:paraId="539021BA" w14:textId="77777777" w:rsidTr="00A06051">
        <w:trPr>
          <w:trHeight w:val="1247"/>
        </w:trPr>
        <w:tc>
          <w:tcPr>
            <w:tcW w:w="4503" w:type="dxa"/>
            <w:tcBorders>
              <w:left w:val="single" w:sz="4" w:space="0" w:color="000000"/>
              <w:bottom w:val="single" w:sz="4" w:space="0" w:color="000000"/>
            </w:tcBorders>
            <w:shd w:val="clear" w:color="auto" w:fill="DAEEF3" w:themeFill="accent5" w:themeFillTint="33"/>
            <w:vAlign w:val="center"/>
          </w:tcPr>
          <w:p w14:paraId="4CB49532" w14:textId="77777777" w:rsidR="009B1CD0" w:rsidRPr="00244D7C" w:rsidRDefault="00F86A9B" w:rsidP="00F86A9B">
            <w:pPr>
              <w:tabs>
                <w:tab w:val="left" w:leader="dot" w:pos="4196"/>
              </w:tabs>
              <w:snapToGrid w:val="0"/>
              <w:spacing w:before="40"/>
              <w:rPr>
                <w:rFonts w:ascii="Arial" w:hAnsi="Arial" w:cs="Arial"/>
              </w:rPr>
            </w:pPr>
            <w:permStart w:id="1171724814" w:edGrp="everyone"/>
            <w:r>
              <w:rPr>
                <w:rFonts w:ascii="Arial" w:hAnsi="Arial" w:cs="Arial"/>
              </w:rPr>
              <w:tab/>
            </w:r>
            <w:permEnd w:id="1171724814"/>
          </w:p>
        </w:tc>
        <w:tc>
          <w:tcPr>
            <w:tcW w:w="3685" w:type="dxa"/>
            <w:tcBorders>
              <w:left w:val="single" w:sz="4" w:space="0" w:color="000000"/>
              <w:bottom w:val="single" w:sz="4" w:space="0" w:color="000000"/>
            </w:tcBorders>
            <w:shd w:val="clear" w:color="auto" w:fill="DAEEF3" w:themeFill="accent5" w:themeFillTint="33"/>
            <w:vAlign w:val="center"/>
          </w:tcPr>
          <w:p w14:paraId="46CC854B" w14:textId="77777777" w:rsidR="009B1CD0" w:rsidRPr="00244D7C" w:rsidRDefault="00F86A9B" w:rsidP="00F86A9B">
            <w:pPr>
              <w:tabs>
                <w:tab w:val="left" w:leader="dot" w:pos="3345"/>
              </w:tabs>
              <w:snapToGrid w:val="0"/>
              <w:spacing w:before="40"/>
              <w:rPr>
                <w:rFonts w:ascii="Arial" w:hAnsi="Arial" w:cs="Arial"/>
              </w:rPr>
            </w:pPr>
            <w:permStart w:id="412683648" w:edGrp="everyone"/>
            <w:r>
              <w:rPr>
                <w:rFonts w:ascii="Arial" w:hAnsi="Arial" w:cs="Arial"/>
              </w:rPr>
              <w:tab/>
            </w:r>
            <w:permEnd w:id="412683648"/>
          </w:p>
        </w:tc>
        <w:tc>
          <w:tcPr>
            <w:tcW w:w="2348" w:type="dxa"/>
            <w:tcBorders>
              <w:left w:val="single" w:sz="4" w:space="0" w:color="000000"/>
              <w:bottom w:val="single" w:sz="4" w:space="0" w:color="000000"/>
              <w:right w:val="single" w:sz="4" w:space="0" w:color="000000"/>
            </w:tcBorders>
            <w:shd w:val="clear" w:color="auto" w:fill="DAEEF3" w:themeFill="accent5" w:themeFillTint="33"/>
            <w:vAlign w:val="center"/>
          </w:tcPr>
          <w:p w14:paraId="2F2257D4" w14:textId="77777777" w:rsidR="009B1CD0" w:rsidRPr="00244D7C" w:rsidRDefault="00F86A9B" w:rsidP="00F86A9B">
            <w:pPr>
              <w:tabs>
                <w:tab w:val="right" w:leader="dot" w:pos="1644"/>
              </w:tabs>
              <w:snapToGrid w:val="0"/>
              <w:spacing w:before="40"/>
              <w:ind w:right="284"/>
              <w:jc w:val="right"/>
              <w:rPr>
                <w:rFonts w:ascii="Arial" w:hAnsi="Arial" w:cs="Arial"/>
              </w:rPr>
            </w:pPr>
            <w:permStart w:id="385567892" w:edGrp="everyone"/>
            <w:r>
              <w:rPr>
                <w:rFonts w:ascii="Arial" w:hAnsi="Arial" w:cs="Arial"/>
              </w:rPr>
              <w:tab/>
            </w:r>
            <w:permEnd w:id="385567892"/>
            <w:r>
              <w:rPr>
                <w:rFonts w:ascii="Arial" w:hAnsi="Arial" w:cs="Arial"/>
              </w:rPr>
              <w:t xml:space="preserve"> €</w:t>
            </w:r>
          </w:p>
        </w:tc>
      </w:tr>
    </w:tbl>
    <w:p w14:paraId="5B6AC1DF" w14:textId="68D44767" w:rsidR="009B1CD0" w:rsidRPr="00244D7C" w:rsidRDefault="009B1CD0" w:rsidP="00BB1E97">
      <w:pPr>
        <w:pStyle w:val="Titre2article"/>
        <w:spacing w:before="480"/>
        <w:rPr>
          <w:i/>
          <w:sz w:val="18"/>
          <w:szCs w:val="18"/>
        </w:rPr>
      </w:pPr>
      <w:r w:rsidRPr="00244D7C">
        <w:t>B</w:t>
      </w:r>
      <w:r w:rsidR="00B12178">
        <w:t>3</w:t>
      </w:r>
      <w:r w:rsidRPr="00244D7C">
        <w:t xml:space="preserve"> </w:t>
      </w:r>
      <w:r w:rsidR="00BB1E97">
        <w:t>-</w:t>
      </w:r>
      <w:r w:rsidR="000844E4" w:rsidRPr="00244D7C">
        <w:t xml:space="preserve"> Compte</w:t>
      </w:r>
      <w:r w:rsidRPr="00244D7C">
        <w:t>(s) à créditer :</w:t>
      </w:r>
    </w:p>
    <w:p w14:paraId="299C7808" w14:textId="77777777" w:rsidR="009B1CD0" w:rsidRPr="00244D7C" w:rsidRDefault="009B1CD0" w:rsidP="00846449">
      <w:pPr>
        <w:pStyle w:val="fcase1ertab"/>
        <w:keepNext/>
        <w:tabs>
          <w:tab w:val="left" w:pos="851"/>
        </w:tabs>
        <w:spacing w:before="120"/>
        <w:ind w:left="0" w:firstLine="0"/>
        <w:rPr>
          <w:rFonts w:ascii="Arial" w:hAnsi="Arial" w:cs="Arial"/>
          <w:b/>
        </w:rPr>
      </w:pPr>
      <w:r w:rsidRPr="00244D7C">
        <w:rPr>
          <w:rFonts w:ascii="Arial" w:hAnsi="Arial" w:cs="Arial"/>
          <w:i/>
          <w:sz w:val="18"/>
          <w:szCs w:val="18"/>
        </w:rPr>
        <w:t>(Joindre un ou des relevé(s) d’identité bancaire ou postal.)</w:t>
      </w:r>
    </w:p>
    <w:p w14:paraId="72B59395" w14:textId="77777777" w:rsidR="007C5D79" w:rsidRPr="00244D7C" w:rsidRDefault="007C5D79" w:rsidP="00BB1E97">
      <w:pPr>
        <w:pStyle w:val="Titre1"/>
      </w:pPr>
      <w:r w:rsidRPr="00244D7C">
        <w:t>Nom de l’établissement bancaire :</w:t>
      </w:r>
    </w:p>
    <w:p w14:paraId="3AEBC2AD" w14:textId="77777777" w:rsidR="00892C34" w:rsidRDefault="00892C34" w:rsidP="00B12178">
      <w:pPr>
        <w:tabs>
          <w:tab w:val="left" w:leader="dot" w:pos="10204"/>
        </w:tabs>
        <w:spacing w:before="120"/>
        <w:ind w:left="284"/>
        <w:jc w:val="both"/>
        <w:rPr>
          <w:rFonts w:ascii="Arial" w:hAnsi="Arial" w:cs="Arial"/>
        </w:rPr>
      </w:pPr>
      <w:permStart w:id="2078101165" w:edGrp="everyone"/>
      <w:r>
        <w:rPr>
          <w:rFonts w:ascii="Arial" w:hAnsi="Arial" w:cs="Arial"/>
        </w:rPr>
        <w:tab/>
      </w:r>
      <w:permEnd w:id="2078101165"/>
    </w:p>
    <w:p w14:paraId="019830F5" w14:textId="77777777" w:rsidR="007C5D79" w:rsidRPr="00244D7C" w:rsidRDefault="007C5D79" w:rsidP="00BB1E97">
      <w:pPr>
        <w:pStyle w:val="Titre1"/>
      </w:pPr>
      <w:r w:rsidRPr="00244D7C">
        <w:t>Numéro de compte :</w:t>
      </w:r>
    </w:p>
    <w:p w14:paraId="469ACCC5" w14:textId="77777777" w:rsidR="00892C34" w:rsidRDefault="00892C34" w:rsidP="00B12178">
      <w:pPr>
        <w:tabs>
          <w:tab w:val="left" w:leader="dot" w:pos="10204"/>
        </w:tabs>
        <w:spacing w:before="120"/>
        <w:ind w:left="284"/>
        <w:jc w:val="both"/>
        <w:rPr>
          <w:rFonts w:ascii="Arial" w:hAnsi="Arial" w:cs="Arial"/>
        </w:rPr>
      </w:pPr>
      <w:permStart w:id="2038574796" w:edGrp="everyone"/>
      <w:r>
        <w:rPr>
          <w:rFonts w:ascii="Arial" w:hAnsi="Arial" w:cs="Arial"/>
        </w:rPr>
        <w:tab/>
      </w:r>
      <w:permEnd w:id="2038574796"/>
    </w:p>
    <w:p w14:paraId="3BAE6A06" w14:textId="75DADD10" w:rsidR="009B1CD0" w:rsidRPr="00244D7C" w:rsidRDefault="009B1CD0" w:rsidP="00A06051">
      <w:pPr>
        <w:pStyle w:val="Titre2article"/>
        <w:spacing w:before="400" w:after="80"/>
        <w:rPr>
          <w:rFonts w:ascii="Arial" w:hAnsi="Arial"/>
        </w:rPr>
      </w:pPr>
      <w:r w:rsidRPr="00244D7C">
        <w:rPr>
          <w:rFonts w:ascii="Arial" w:hAnsi="Arial"/>
        </w:rPr>
        <w:t>B</w:t>
      </w:r>
      <w:r w:rsidR="00B12178">
        <w:rPr>
          <w:rFonts w:ascii="Arial" w:hAnsi="Arial"/>
        </w:rPr>
        <w:t>4</w:t>
      </w:r>
      <w:r w:rsidR="00C94EBA" w:rsidRPr="00244D7C">
        <w:rPr>
          <w:rFonts w:ascii="Arial" w:hAnsi="Arial"/>
        </w:rPr>
        <w:t xml:space="preserve"> </w:t>
      </w:r>
      <w:r w:rsidR="00BB1E97">
        <w:rPr>
          <w:rFonts w:ascii="Arial" w:hAnsi="Arial"/>
        </w:rPr>
        <w:t>-</w:t>
      </w:r>
      <w:r w:rsidRPr="00244D7C">
        <w:rPr>
          <w:rFonts w:ascii="Arial" w:hAnsi="Arial"/>
        </w:rPr>
        <w:t xml:space="preserve"> Avance </w:t>
      </w:r>
      <w:r w:rsidR="00F07904" w:rsidRPr="00244D7C">
        <w:rPr>
          <w:rFonts w:ascii="Arial" w:hAnsi="Arial"/>
          <w:i/>
          <w:sz w:val="18"/>
          <w:szCs w:val="18"/>
        </w:rPr>
        <w:t>(</w:t>
      </w:r>
      <w:hyperlink r:id="rId8" w:history="1">
        <w:r w:rsidR="00F07904" w:rsidRPr="001A0A19">
          <w:rPr>
            <w:rStyle w:val="Lienhypertexte"/>
            <w:rFonts w:ascii="Arial" w:hAnsi="Arial" w:cs="Arial"/>
            <w:i/>
            <w:color w:val="4F81BD" w:themeColor="accent1"/>
            <w:sz w:val="18"/>
            <w:szCs w:val="18"/>
            <w:u w:val="none"/>
          </w:rPr>
          <w:t>article R. 2191-3</w:t>
        </w:r>
      </w:hyperlink>
      <w:r w:rsidR="00F07904" w:rsidRPr="00244D7C">
        <w:rPr>
          <w:rFonts w:ascii="Arial" w:hAnsi="Arial"/>
          <w:i/>
          <w:sz w:val="18"/>
          <w:szCs w:val="18"/>
        </w:rPr>
        <w:t xml:space="preserve"> ou </w:t>
      </w:r>
      <w:hyperlink r:id="rId9" w:history="1">
        <w:r w:rsidR="00F07904" w:rsidRPr="001A0A19">
          <w:rPr>
            <w:rStyle w:val="Lienhypertexte"/>
            <w:rFonts w:ascii="Arial" w:hAnsi="Arial" w:cs="Arial"/>
            <w:i/>
            <w:color w:val="4F81BD" w:themeColor="accent1"/>
            <w:sz w:val="18"/>
            <w:szCs w:val="18"/>
            <w:u w:val="none"/>
          </w:rPr>
          <w:t>article R. 2391-1</w:t>
        </w:r>
      </w:hyperlink>
      <w:r w:rsidR="00F07904" w:rsidRPr="001A0A19">
        <w:rPr>
          <w:rFonts w:ascii="Arial" w:hAnsi="Arial"/>
          <w:i/>
          <w:color w:val="4F81BD" w:themeColor="accent1"/>
          <w:sz w:val="18"/>
          <w:szCs w:val="18"/>
        </w:rPr>
        <w:t xml:space="preserve"> </w:t>
      </w:r>
      <w:r w:rsidR="00F07904" w:rsidRPr="00244D7C">
        <w:rPr>
          <w:rFonts w:ascii="Arial" w:hAnsi="Arial"/>
          <w:i/>
          <w:sz w:val="18"/>
          <w:szCs w:val="18"/>
        </w:rPr>
        <w:t xml:space="preserve">du </w:t>
      </w:r>
      <w:r w:rsidR="00D171B4" w:rsidRPr="00244D7C">
        <w:rPr>
          <w:rFonts w:ascii="Arial" w:hAnsi="Arial"/>
          <w:i/>
          <w:sz w:val="18"/>
          <w:szCs w:val="18"/>
        </w:rPr>
        <w:t>C</w:t>
      </w:r>
      <w:r w:rsidR="00F07904" w:rsidRPr="00244D7C">
        <w:rPr>
          <w:rFonts w:ascii="Arial" w:hAnsi="Arial"/>
          <w:i/>
          <w:sz w:val="18"/>
          <w:szCs w:val="18"/>
        </w:rPr>
        <w:t>ode de la commande publique</w:t>
      </w:r>
      <w:r w:rsidR="002D472B">
        <w:rPr>
          <w:rFonts w:ascii="Arial" w:hAnsi="Arial"/>
          <w:i/>
          <w:sz w:val="18"/>
          <w:szCs w:val="18"/>
        </w:rPr>
        <w:t xml:space="preserve"> et </w:t>
      </w:r>
      <w:r w:rsidR="002D472B" w:rsidRPr="002D472B">
        <w:rPr>
          <w:rFonts w:ascii="Arial" w:hAnsi="Arial"/>
          <w:i/>
          <w:color w:val="4F81BD" w:themeColor="accent1"/>
          <w:sz w:val="18"/>
          <w:szCs w:val="18"/>
        </w:rPr>
        <w:t xml:space="preserve">article </w:t>
      </w:r>
      <w:r w:rsidR="00EE4D52">
        <w:rPr>
          <w:rFonts w:ascii="Arial" w:hAnsi="Arial"/>
          <w:i/>
          <w:color w:val="4F81BD" w:themeColor="accent1"/>
          <w:sz w:val="18"/>
          <w:szCs w:val="18"/>
        </w:rPr>
        <w:t>8</w:t>
      </w:r>
      <w:r w:rsidR="002D472B" w:rsidRPr="002D472B">
        <w:rPr>
          <w:rFonts w:ascii="Arial" w:hAnsi="Arial"/>
          <w:i/>
          <w:color w:val="4F81BD" w:themeColor="accent1"/>
          <w:sz w:val="18"/>
          <w:szCs w:val="18"/>
        </w:rPr>
        <w:t xml:space="preserve">.1 </w:t>
      </w:r>
      <w:r w:rsidR="002D472B">
        <w:rPr>
          <w:rFonts w:ascii="Arial" w:hAnsi="Arial"/>
          <w:i/>
          <w:sz w:val="18"/>
          <w:szCs w:val="18"/>
        </w:rPr>
        <w:t>du CC</w:t>
      </w:r>
      <w:r w:rsidR="001649C1">
        <w:rPr>
          <w:rFonts w:ascii="Arial" w:hAnsi="Arial"/>
          <w:i/>
          <w:sz w:val="18"/>
          <w:szCs w:val="18"/>
        </w:rPr>
        <w:t>A</w:t>
      </w:r>
      <w:r w:rsidR="002D472B">
        <w:rPr>
          <w:rFonts w:ascii="Arial" w:hAnsi="Arial"/>
          <w:i/>
          <w:sz w:val="18"/>
          <w:szCs w:val="18"/>
        </w:rPr>
        <w:t>P</w:t>
      </w:r>
      <w:r w:rsidR="00F07904" w:rsidRPr="00244D7C">
        <w:rPr>
          <w:rFonts w:ascii="Arial" w:hAnsi="Arial"/>
          <w:i/>
          <w:sz w:val="18"/>
          <w:szCs w:val="18"/>
        </w:rPr>
        <w:t>)</w:t>
      </w:r>
      <w:r w:rsidRPr="00244D7C">
        <w:rPr>
          <w:rFonts w:ascii="Arial" w:hAnsi="Arial"/>
          <w:i/>
        </w:rPr>
        <w:t xml:space="preserve"> </w:t>
      </w:r>
      <w:r w:rsidRPr="00244D7C">
        <w:rPr>
          <w:rFonts w:ascii="Arial" w:hAnsi="Arial"/>
        </w:rPr>
        <w:t>:</w:t>
      </w:r>
    </w:p>
    <w:p w14:paraId="786A56A1" w14:textId="4C308F91" w:rsidR="002D472B" w:rsidRDefault="002D472B" w:rsidP="002D472B">
      <w:pPr>
        <w:pStyle w:val="fcasegauche"/>
        <w:keepNext/>
        <w:tabs>
          <w:tab w:val="left" w:pos="3969"/>
          <w:tab w:val="left" w:pos="4395"/>
          <w:tab w:val="left" w:pos="5670"/>
          <w:tab w:val="left" w:pos="6096"/>
        </w:tabs>
        <w:spacing w:after="0"/>
        <w:ind w:left="0" w:firstLine="0"/>
        <w:jc w:val="left"/>
        <w:rPr>
          <w:rFonts w:ascii="Arial" w:hAnsi="Arial" w:cs="Arial"/>
          <w:i/>
          <w:sz w:val="18"/>
          <w:szCs w:val="18"/>
        </w:rPr>
      </w:pPr>
      <w:r>
        <w:rPr>
          <w:rFonts w:ascii="Arial" w:hAnsi="Arial" w:cs="Arial"/>
        </w:rPr>
        <w:t>Je renonce au bénéfice de l'avance :</w:t>
      </w:r>
      <w:r>
        <w:rPr>
          <w:rFonts w:ascii="Arial" w:hAnsi="Arial" w:cs="Arial"/>
        </w:rPr>
        <w:tab/>
      </w:r>
      <w:permStart w:id="1170550898" w:edGrp="everyone"/>
      <w:sdt>
        <w:sdtPr>
          <w:rPr>
            <w:rFonts w:ascii="Arial" w:hAnsi="Arial" w:cs="Arial"/>
            <w:position w:val="-2"/>
            <w:sz w:val="24"/>
            <w:szCs w:val="24"/>
          </w:rPr>
          <w:id w:val="282232041"/>
          <w14:checkbox>
            <w14:checked w14:val="0"/>
            <w14:checkedState w14:val="2612" w14:font="MS Gothic"/>
            <w14:uncheckedState w14:val="2610" w14:font="MS Gothic"/>
          </w14:checkbox>
        </w:sdtPr>
        <w:sdtEndPr/>
        <w:sdtContent>
          <w:r>
            <w:rPr>
              <w:rFonts w:ascii="MS Gothic" w:eastAsia="MS Gothic" w:hAnsi="MS Gothic" w:cs="Arial" w:hint="eastAsia"/>
              <w:position w:val="-2"/>
              <w:sz w:val="24"/>
              <w:szCs w:val="24"/>
            </w:rPr>
            <w:t>☐</w:t>
          </w:r>
        </w:sdtContent>
      </w:sdt>
      <w:permEnd w:id="1170550898"/>
      <w:r>
        <w:rPr>
          <w:rFonts w:ascii="Arial" w:hAnsi="Arial" w:cs="Arial"/>
        </w:rPr>
        <w:tab/>
        <w:t>NON</w:t>
      </w:r>
      <w:r>
        <w:rPr>
          <w:rFonts w:ascii="Arial" w:hAnsi="Arial" w:cs="Arial"/>
        </w:rPr>
        <w:tab/>
      </w:r>
      <w:permStart w:id="1965325823" w:edGrp="everyone"/>
      <w:sdt>
        <w:sdtPr>
          <w:rPr>
            <w:rFonts w:ascii="Arial" w:hAnsi="Arial" w:cs="Arial"/>
            <w:position w:val="-2"/>
            <w:sz w:val="24"/>
            <w:szCs w:val="24"/>
          </w:rPr>
          <w:id w:val="1030227593"/>
          <w14:checkbox>
            <w14:checked w14:val="0"/>
            <w14:checkedState w14:val="2612" w14:font="MS Gothic"/>
            <w14:uncheckedState w14:val="2610" w14:font="MS Gothic"/>
          </w14:checkbox>
        </w:sdtPr>
        <w:sdtEndPr/>
        <w:sdtContent>
          <w:r>
            <w:rPr>
              <w:rFonts w:ascii="MS Gothic" w:eastAsia="MS Gothic" w:hAnsi="MS Gothic" w:cs="Arial" w:hint="eastAsia"/>
              <w:position w:val="-2"/>
              <w:sz w:val="24"/>
              <w:szCs w:val="24"/>
            </w:rPr>
            <w:t>☐</w:t>
          </w:r>
        </w:sdtContent>
      </w:sdt>
      <w:permEnd w:id="1965325823"/>
      <w:r>
        <w:rPr>
          <w:rFonts w:ascii="Arial" w:hAnsi="Arial" w:cs="Arial"/>
        </w:rPr>
        <w:tab/>
        <w:t>OUI</w:t>
      </w:r>
    </w:p>
    <w:p w14:paraId="228A65A9" w14:textId="77777777" w:rsidR="002D472B" w:rsidRDefault="002D472B" w:rsidP="002D472B">
      <w:pPr>
        <w:tabs>
          <w:tab w:val="left" w:pos="851"/>
        </w:tabs>
        <w:rPr>
          <w:rFonts w:ascii="Arial" w:hAnsi="Arial" w:cs="Arial"/>
          <w:b/>
        </w:rPr>
      </w:pPr>
      <w:r>
        <w:rPr>
          <w:rFonts w:ascii="Arial" w:hAnsi="Arial" w:cs="Arial"/>
          <w:i/>
          <w:sz w:val="18"/>
          <w:szCs w:val="18"/>
        </w:rPr>
        <w:t>(Cocher la case correspondante.)</w:t>
      </w:r>
    </w:p>
    <w:p w14:paraId="48D38A8B" w14:textId="427E5808" w:rsidR="00B12178" w:rsidRDefault="00B12178" w:rsidP="003F2608">
      <w:pPr>
        <w:pStyle w:val="Titre2article"/>
        <w:spacing w:before="400"/>
      </w:pPr>
      <w:r w:rsidRPr="00244D7C">
        <w:t xml:space="preserve">B5 </w:t>
      </w:r>
      <w:r>
        <w:t>-</w:t>
      </w:r>
      <w:r w:rsidRPr="00244D7C">
        <w:t xml:space="preserve"> Durée </w:t>
      </w:r>
      <w:r w:rsidR="00AB71DA">
        <w:t>du marché public</w:t>
      </w:r>
      <w:r w:rsidR="00355BF5">
        <w:t xml:space="preserve"> et délais</w:t>
      </w:r>
      <w:r w:rsidR="00355BF5" w:rsidRPr="00244D7C">
        <w:t xml:space="preserve"> d’exécution</w:t>
      </w:r>
      <w:r>
        <w:t xml:space="preserve"> </w:t>
      </w:r>
      <w:r w:rsidRPr="00244D7C">
        <w:t>:</w:t>
      </w:r>
    </w:p>
    <w:p w14:paraId="0333E5ED" w14:textId="5A57F3BA" w:rsidR="00896C99" w:rsidRDefault="00896C99" w:rsidP="00896C99">
      <w:pPr>
        <w:keepNext/>
        <w:autoSpaceDE w:val="0"/>
        <w:autoSpaceDN w:val="0"/>
        <w:adjustRightInd w:val="0"/>
        <w:spacing w:before="200" w:after="120"/>
        <w:jc w:val="both"/>
        <w:rPr>
          <w:rFonts w:ascii="Arial" w:hAnsi="Arial" w:cs="Arial"/>
        </w:rPr>
      </w:pPr>
      <w:r>
        <w:rPr>
          <w:rFonts w:ascii="Arial" w:hAnsi="Arial" w:cs="Arial"/>
          <w:u w:val="single"/>
        </w:rPr>
        <w:t>B5.1 - Durée du marché</w:t>
      </w:r>
      <w:r w:rsidRPr="00C26441">
        <w:rPr>
          <w:rFonts w:ascii="Arial" w:hAnsi="Arial" w:cs="Arial"/>
        </w:rPr>
        <w:t> :</w:t>
      </w:r>
    </w:p>
    <w:p w14:paraId="0C635796" w14:textId="6268A30D" w:rsidR="00121578" w:rsidRPr="00121578" w:rsidRDefault="005D4FCE" w:rsidP="00896C99">
      <w:pPr>
        <w:keepNext/>
        <w:spacing w:after="80"/>
        <w:ind w:left="284"/>
        <w:jc w:val="both"/>
        <w:rPr>
          <w:rFonts w:ascii="Arial" w:hAnsi="Arial" w:cs="Arial"/>
          <w:i/>
        </w:rPr>
      </w:pPr>
      <w:r w:rsidRPr="00592D8C">
        <w:rPr>
          <w:rFonts w:ascii="Arial" w:hAnsi="Arial" w:cs="Arial"/>
        </w:rPr>
        <w:t xml:space="preserve">Le marché public est conclu pour une durée globale de </w:t>
      </w:r>
      <w:r w:rsidR="00F66A1E" w:rsidRPr="00892871">
        <w:rPr>
          <w:rFonts w:ascii="Arial" w:hAnsi="Arial" w:cs="Arial"/>
          <w:b/>
        </w:rPr>
        <w:t>17</w:t>
      </w:r>
      <w:r w:rsidRPr="00892871">
        <w:rPr>
          <w:rFonts w:ascii="Arial" w:hAnsi="Arial" w:cs="Arial"/>
          <w:b/>
        </w:rPr>
        <w:t xml:space="preserve"> </w:t>
      </w:r>
      <w:r w:rsidRPr="008446DE">
        <w:rPr>
          <w:rFonts w:ascii="Arial" w:hAnsi="Arial" w:cs="Arial"/>
          <w:b/>
        </w:rPr>
        <w:t>(</w:t>
      </w:r>
      <w:r w:rsidR="00F66A1E" w:rsidRPr="008446DE">
        <w:rPr>
          <w:rFonts w:ascii="Arial" w:hAnsi="Arial" w:cs="Arial"/>
          <w:b/>
        </w:rPr>
        <w:t>dix</w:t>
      </w:r>
      <w:r w:rsidR="008446DE">
        <w:rPr>
          <w:rFonts w:ascii="Arial" w:hAnsi="Arial" w:cs="Arial"/>
          <w:b/>
        </w:rPr>
        <w:t>-</w:t>
      </w:r>
      <w:r w:rsidR="00F66A1E" w:rsidRPr="008446DE">
        <w:rPr>
          <w:rFonts w:ascii="Arial" w:hAnsi="Arial" w:cs="Arial"/>
          <w:b/>
        </w:rPr>
        <w:t>sept</w:t>
      </w:r>
      <w:r w:rsidRPr="00892871">
        <w:rPr>
          <w:rFonts w:ascii="Arial" w:hAnsi="Arial" w:cs="Arial"/>
          <w:b/>
        </w:rPr>
        <w:t xml:space="preserve">) mois </w:t>
      </w:r>
      <w:r w:rsidRPr="00AD46E4">
        <w:rPr>
          <w:rFonts w:ascii="Arial" w:hAnsi="Arial" w:cs="Arial"/>
          <w:bCs/>
        </w:rPr>
        <w:t>(</w:t>
      </w:r>
      <w:r w:rsidR="00002888" w:rsidRPr="004E21BA">
        <w:rPr>
          <w:rFonts w:ascii="Arial" w:hAnsi="Arial" w:cs="Arial"/>
          <w:bCs/>
        </w:rPr>
        <w:t xml:space="preserve">garantie de parfait achèvement et </w:t>
      </w:r>
      <w:r w:rsidRPr="004E21BA">
        <w:rPr>
          <w:rFonts w:ascii="Arial" w:hAnsi="Arial" w:cs="Arial"/>
          <w:bCs/>
        </w:rPr>
        <w:t>levée des réserves incluses</w:t>
      </w:r>
      <w:r w:rsidRPr="00AD46E4">
        <w:rPr>
          <w:rFonts w:ascii="Arial" w:hAnsi="Arial" w:cs="Arial"/>
          <w:bCs/>
        </w:rPr>
        <w:t>)</w:t>
      </w:r>
      <w:r>
        <w:rPr>
          <w:rFonts w:ascii="Arial" w:hAnsi="Arial" w:cs="Arial"/>
          <w:b/>
        </w:rPr>
        <w:t xml:space="preserve"> </w:t>
      </w:r>
      <w:r w:rsidRPr="00367015">
        <w:rPr>
          <w:rFonts w:ascii="Arial" w:hAnsi="Arial" w:cs="Arial"/>
        </w:rPr>
        <w:t>à compter de la date de sa notification</w:t>
      </w:r>
      <w:r w:rsidR="00121578" w:rsidRPr="00121578">
        <w:rPr>
          <w:rFonts w:ascii="Arial" w:hAnsi="Arial" w:cs="Arial"/>
        </w:rPr>
        <w:t>.</w:t>
      </w:r>
    </w:p>
    <w:p w14:paraId="5A23C033" w14:textId="31198CE1" w:rsidR="00121578" w:rsidRPr="00244D7C" w:rsidRDefault="00AB71DA" w:rsidP="00896C99">
      <w:pPr>
        <w:pStyle w:val="fcasegauche"/>
        <w:tabs>
          <w:tab w:val="left" w:pos="426"/>
          <w:tab w:val="left" w:pos="3969"/>
          <w:tab w:val="left" w:pos="4394"/>
          <w:tab w:val="left" w:pos="5528"/>
          <w:tab w:val="left" w:pos="5954"/>
        </w:tabs>
        <w:spacing w:before="120" w:after="0"/>
        <w:ind w:firstLine="0"/>
        <w:jc w:val="left"/>
        <w:rPr>
          <w:rFonts w:ascii="Arial" w:hAnsi="Arial" w:cs="Arial"/>
        </w:rPr>
      </w:pPr>
      <w:r w:rsidRPr="0025392D">
        <w:rPr>
          <w:rFonts w:ascii="Arial" w:hAnsi="Arial" w:cs="Arial"/>
        </w:rPr>
        <w:t>Le marché public</w:t>
      </w:r>
      <w:r w:rsidR="00121578" w:rsidRPr="0025392D">
        <w:rPr>
          <w:rFonts w:ascii="Arial" w:hAnsi="Arial" w:cs="Arial"/>
        </w:rPr>
        <w:t xml:space="preserve"> est reconductible :</w:t>
      </w:r>
      <w:r w:rsidR="00121578" w:rsidRPr="0025392D">
        <w:rPr>
          <w:rFonts w:ascii="Arial" w:hAnsi="Arial" w:cs="Arial"/>
        </w:rPr>
        <w:tab/>
      </w:r>
      <w:sdt>
        <w:sdtPr>
          <w:rPr>
            <w:rFonts w:ascii="Arial" w:hAnsi="Arial" w:cs="Arial"/>
            <w:position w:val="-2"/>
            <w:sz w:val="24"/>
            <w:szCs w:val="24"/>
          </w:rPr>
          <w:id w:val="2129667341"/>
          <w15:appearance w15:val="hidden"/>
          <w14:checkbox>
            <w14:checked w14:val="1"/>
            <w14:checkedState w14:val="2612" w14:font="MS Gothic"/>
            <w14:uncheckedState w14:val="2610" w14:font="MS Gothic"/>
          </w14:checkbox>
        </w:sdtPr>
        <w:sdtEndPr/>
        <w:sdtContent>
          <w:r w:rsidR="0025392D" w:rsidRPr="0025392D">
            <w:rPr>
              <w:rFonts w:ascii="MS Gothic" w:eastAsia="MS Gothic" w:hAnsi="MS Gothic" w:cs="Arial" w:hint="eastAsia"/>
              <w:position w:val="-2"/>
              <w:sz w:val="24"/>
              <w:szCs w:val="24"/>
            </w:rPr>
            <w:t>☒</w:t>
          </w:r>
        </w:sdtContent>
      </w:sdt>
      <w:r w:rsidR="00121578" w:rsidRPr="0025392D">
        <w:rPr>
          <w:rFonts w:ascii="Arial" w:hAnsi="Arial" w:cs="Arial"/>
        </w:rPr>
        <w:tab/>
        <w:t>NON</w:t>
      </w:r>
      <w:r w:rsidR="00121578" w:rsidRPr="0025392D">
        <w:rPr>
          <w:rFonts w:ascii="Arial" w:hAnsi="Arial" w:cs="Arial"/>
        </w:rPr>
        <w:tab/>
      </w:r>
      <w:sdt>
        <w:sdtPr>
          <w:rPr>
            <w:rFonts w:ascii="Arial" w:hAnsi="Arial" w:cs="Arial"/>
            <w:position w:val="-2"/>
            <w:sz w:val="24"/>
            <w:szCs w:val="24"/>
          </w:rPr>
          <w:id w:val="-1458942461"/>
          <w15:appearance w15:val="hidden"/>
          <w14:checkbox>
            <w14:checked w14:val="0"/>
            <w14:checkedState w14:val="2612" w14:font="MS Gothic"/>
            <w14:uncheckedState w14:val="2610" w14:font="MS Gothic"/>
          </w14:checkbox>
        </w:sdtPr>
        <w:sdtEndPr/>
        <w:sdtContent>
          <w:r w:rsidR="00896C99" w:rsidRPr="0025392D">
            <w:rPr>
              <w:rFonts w:ascii="MS Gothic" w:eastAsia="MS Gothic" w:hAnsi="MS Gothic" w:cs="Arial" w:hint="eastAsia"/>
              <w:position w:val="-2"/>
              <w:sz w:val="24"/>
              <w:szCs w:val="24"/>
            </w:rPr>
            <w:t>☐</w:t>
          </w:r>
        </w:sdtContent>
      </w:sdt>
      <w:r w:rsidR="00121578" w:rsidRPr="0025392D">
        <w:rPr>
          <w:rFonts w:ascii="Arial" w:hAnsi="Arial" w:cs="Arial"/>
        </w:rPr>
        <w:tab/>
        <w:t>OUI</w:t>
      </w:r>
    </w:p>
    <w:p w14:paraId="5B144CDC" w14:textId="77777777" w:rsidR="005D4FCE" w:rsidRPr="00876164" w:rsidRDefault="005D4FCE" w:rsidP="005D4FCE">
      <w:pPr>
        <w:autoSpaceDE w:val="0"/>
        <w:autoSpaceDN w:val="0"/>
        <w:adjustRightInd w:val="0"/>
        <w:spacing w:before="240" w:after="120"/>
        <w:jc w:val="both"/>
        <w:rPr>
          <w:rFonts w:ascii="Arial" w:hAnsi="Arial" w:cs="Arial"/>
          <w:u w:val="single"/>
        </w:rPr>
      </w:pPr>
      <w:r w:rsidRPr="00876164">
        <w:rPr>
          <w:rFonts w:ascii="Arial" w:hAnsi="Arial" w:cs="Arial"/>
          <w:u w:val="single"/>
        </w:rPr>
        <w:t>B</w:t>
      </w:r>
      <w:r>
        <w:rPr>
          <w:rFonts w:ascii="Arial" w:hAnsi="Arial" w:cs="Arial"/>
          <w:u w:val="single"/>
        </w:rPr>
        <w:t>5</w:t>
      </w:r>
      <w:r w:rsidRPr="00876164">
        <w:rPr>
          <w:rFonts w:ascii="Arial" w:hAnsi="Arial" w:cs="Arial"/>
          <w:u w:val="single"/>
        </w:rPr>
        <w:t>.</w:t>
      </w:r>
      <w:r>
        <w:rPr>
          <w:rFonts w:ascii="Arial" w:hAnsi="Arial" w:cs="Arial"/>
          <w:u w:val="single"/>
        </w:rPr>
        <w:t>2</w:t>
      </w:r>
      <w:r w:rsidRPr="00876164">
        <w:rPr>
          <w:rFonts w:ascii="Arial" w:hAnsi="Arial" w:cs="Arial"/>
          <w:u w:val="single"/>
        </w:rPr>
        <w:t xml:space="preserve"> - Délais d’exécution</w:t>
      </w:r>
      <w:r w:rsidRPr="00160F07">
        <w:rPr>
          <w:rFonts w:ascii="Arial" w:hAnsi="Arial" w:cs="Arial"/>
        </w:rPr>
        <w:t> :</w:t>
      </w:r>
    </w:p>
    <w:p w14:paraId="42CAE607" w14:textId="15D632DD" w:rsidR="002D7F21" w:rsidRDefault="002D7F21" w:rsidP="005D4FCE">
      <w:pPr>
        <w:autoSpaceDE w:val="0"/>
        <w:autoSpaceDN w:val="0"/>
        <w:adjustRightInd w:val="0"/>
        <w:spacing w:before="160" w:after="80"/>
        <w:ind w:left="284"/>
        <w:jc w:val="both"/>
        <w:rPr>
          <w:rFonts w:ascii="Arial" w:hAnsi="Arial" w:cs="Arial"/>
        </w:rPr>
      </w:pPr>
      <w:r>
        <w:rPr>
          <w:rFonts w:ascii="Arial" w:hAnsi="Arial" w:cs="Arial"/>
        </w:rPr>
        <w:t xml:space="preserve">Le délai pour la période de préparation est fixé à </w:t>
      </w:r>
      <w:r w:rsidRPr="009265D6">
        <w:rPr>
          <w:rFonts w:ascii="Arial" w:hAnsi="Arial" w:cs="Arial"/>
          <w:b/>
        </w:rPr>
        <w:t>4 semaines</w:t>
      </w:r>
      <w:r w:rsidR="00F141C0">
        <w:rPr>
          <w:rFonts w:ascii="Arial" w:hAnsi="Arial" w:cs="Arial"/>
        </w:rPr>
        <w:t>.</w:t>
      </w:r>
    </w:p>
    <w:p w14:paraId="34D57FA2" w14:textId="091F962A" w:rsidR="005D4FCE" w:rsidRDefault="005D4FCE" w:rsidP="005D4FCE">
      <w:pPr>
        <w:autoSpaceDE w:val="0"/>
        <w:autoSpaceDN w:val="0"/>
        <w:adjustRightInd w:val="0"/>
        <w:spacing w:before="160" w:after="80"/>
        <w:ind w:left="284"/>
        <w:jc w:val="both"/>
        <w:rPr>
          <w:rFonts w:ascii="Arial" w:hAnsi="Arial" w:cs="Arial"/>
        </w:rPr>
      </w:pPr>
      <w:r w:rsidRPr="0025392D">
        <w:rPr>
          <w:rFonts w:ascii="Arial" w:hAnsi="Arial" w:cs="Arial"/>
        </w:rPr>
        <w:t xml:space="preserve">Le prestataire disposera d’un délai de </w:t>
      </w:r>
      <w:r w:rsidR="002D7F21">
        <w:rPr>
          <w:rFonts w:ascii="Arial" w:hAnsi="Arial" w:cs="Arial"/>
          <w:b/>
          <w:bCs/>
        </w:rPr>
        <w:t xml:space="preserve">16 semaines </w:t>
      </w:r>
      <w:r w:rsidRPr="00345B5A">
        <w:rPr>
          <w:rFonts w:ascii="Arial" w:hAnsi="Arial" w:cs="Arial"/>
        </w:rPr>
        <w:t>pour réaliser</w:t>
      </w:r>
      <w:r w:rsidRPr="00C62CB9">
        <w:rPr>
          <w:rFonts w:ascii="Arial" w:hAnsi="Arial" w:cs="Arial"/>
        </w:rPr>
        <w:t xml:space="preserve"> les missions qui lui sont confiées à compter de la date de réception par le titulaire de l’ordre de service (</w:t>
      </w:r>
      <w:r w:rsidRPr="0025392D">
        <w:rPr>
          <w:rFonts w:ascii="Arial" w:hAnsi="Arial" w:cs="Arial"/>
        </w:rPr>
        <w:t>OS) de démarrage des travaux.</w:t>
      </w:r>
    </w:p>
    <w:p w14:paraId="7D8E34A0" w14:textId="77777777" w:rsidR="005D4FCE" w:rsidRPr="00876164" w:rsidRDefault="005D4FCE" w:rsidP="005D4FCE">
      <w:pPr>
        <w:keepNext/>
        <w:autoSpaceDE w:val="0"/>
        <w:autoSpaceDN w:val="0"/>
        <w:adjustRightInd w:val="0"/>
        <w:spacing w:before="240" w:after="120"/>
        <w:jc w:val="both"/>
        <w:rPr>
          <w:rFonts w:ascii="Arial" w:hAnsi="Arial" w:cs="Arial"/>
          <w:u w:val="single"/>
        </w:rPr>
      </w:pPr>
      <w:r>
        <w:rPr>
          <w:rFonts w:ascii="Arial" w:hAnsi="Arial" w:cs="Arial"/>
          <w:u w:val="single"/>
        </w:rPr>
        <w:t>B5</w:t>
      </w:r>
      <w:r w:rsidRPr="00876164">
        <w:rPr>
          <w:rFonts w:ascii="Arial" w:hAnsi="Arial" w:cs="Arial"/>
          <w:u w:val="single"/>
        </w:rPr>
        <w:t>.</w:t>
      </w:r>
      <w:r>
        <w:rPr>
          <w:rFonts w:ascii="Arial" w:hAnsi="Arial" w:cs="Arial"/>
          <w:u w:val="single"/>
        </w:rPr>
        <w:t>3</w:t>
      </w:r>
      <w:r w:rsidRPr="00876164">
        <w:rPr>
          <w:rFonts w:ascii="Arial" w:hAnsi="Arial" w:cs="Arial"/>
          <w:u w:val="single"/>
        </w:rPr>
        <w:t xml:space="preserve">- Suspension </w:t>
      </w:r>
      <w:r>
        <w:rPr>
          <w:rFonts w:ascii="Arial" w:hAnsi="Arial" w:cs="Arial"/>
          <w:u w:val="single"/>
        </w:rPr>
        <w:t>–</w:t>
      </w:r>
      <w:r w:rsidRPr="00876164">
        <w:rPr>
          <w:rFonts w:ascii="Arial" w:hAnsi="Arial" w:cs="Arial"/>
          <w:u w:val="single"/>
        </w:rPr>
        <w:t xml:space="preserve"> Prolongation</w:t>
      </w:r>
      <w:r w:rsidRPr="00160F07">
        <w:rPr>
          <w:rFonts w:ascii="Arial" w:hAnsi="Arial" w:cs="Arial"/>
        </w:rPr>
        <w:t xml:space="preserve"> : </w:t>
      </w:r>
    </w:p>
    <w:p w14:paraId="5385E8F7" w14:textId="7F6D63E0" w:rsidR="005D4FCE" w:rsidRPr="00876164" w:rsidRDefault="005D4FCE" w:rsidP="005D4FCE">
      <w:pPr>
        <w:autoSpaceDE w:val="0"/>
        <w:autoSpaceDN w:val="0"/>
        <w:adjustRightInd w:val="0"/>
        <w:spacing w:before="80" w:after="80"/>
        <w:ind w:left="284"/>
        <w:jc w:val="both"/>
        <w:rPr>
          <w:rFonts w:ascii="Arial" w:hAnsi="Arial" w:cs="Arial"/>
        </w:rPr>
      </w:pPr>
      <w:r w:rsidRPr="00876164">
        <w:rPr>
          <w:rFonts w:ascii="Arial" w:hAnsi="Arial" w:cs="Arial"/>
        </w:rPr>
        <w:t xml:space="preserve">Dans l’hypothèse où un événement non imputable au titulaire est susceptible de porter atteinte au respect de ce délai, </w:t>
      </w:r>
      <w:r>
        <w:rPr>
          <w:rFonts w:ascii="Arial" w:hAnsi="Arial" w:cs="Arial"/>
        </w:rPr>
        <w:t>l’Institut Agro</w:t>
      </w:r>
      <w:r w:rsidRPr="00876164">
        <w:rPr>
          <w:rFonts w:ascii="Arial" w:hAnsi="Arial" w:cs="Arial"/>
        </w:rPr>
        <w:t xml:space="preserve"> peut notifier la suspension du délai d’exécution au titulaire par ordre de service.</w:t>
      </w:r>
    </w:p>
    <w:p w14:paraId="53473BE6" w14:textId="77777777" w:rsidR="005D4FCE" w:rsidRPr="00876164" w:rsidRDefault="005D4FCE" w:rsidP="005D4FCE">
      <w:pPr>
        <w:autoSpaceDE w:val="0"/>
        <w:autoSpaceDN w:val="0"/>
        <w:adjustRightInd w:val="0"/>
        <w:spacing w:before="80" w:after="80"/>
        <w:ind w:left="284"/>
        <w:jc w:val="both"/>
        <w:rPr>
          <w:rFonts w:ascii="Arial" w:hAnsi="Arial" w:cs="Arial"/>
        </w:rPr>
      </w:pPr>
      <w:r w:rsidRPr="00876164">
        <w:rPr>
          <w:rFonts w:ascii="Arial" w:hAnsi="Arial" w:cs="Arial"/>
        </w:rPr>
        <w:t>La reprise du délai d’exécution est notifiée au titulaire par ordre de service.</w:t>
      </w:r>
    </w:p>
    <w:p w14:paraId="6ED1BD2B" w14:textId="77777777" w:rsidR="005D4FCE" w:rsidRPr="00876164" w:rsidRDefault="005D4FCE" w:rsidP="005D4FCE">
      <w:pPr>
        <w:autoSpaceDE w:val="0"/>
        <w:autoSpaceDN w:val="0"/>
        <w:adjustRightInd w:val="0"/>
        <w:spacing w:before="80" w:after="80"/>
        <w:ind w:left="284"/>
        <w:jc w:val="both"/>
        <w:rPr>
          <w:rFonts w:ascii="Arial" w:hAnsi="Arial" w:cs="Arial"/>
        </w:rPr>
      </w:pPr>
      <w:r w:rsidRPr="00876164">
        <w:rPr>
          <w:rFonts w:ascii="Arial" w:hAnsi="Arial" w:cs="Arial"/>
        </w:rPr>
        <w:t xml:space="preserve">Dans l’hypothèse où un événement non imputable au titulaire justifie la prolongation de la durée du marché, la décision de prolongation est notifiée au titulaire par </w:t>
      </w:r>
      <w:r>
        <w:rPr>
          <w:rFonts w:ascii="Arial" w:hAnsi="Arial" w:cs="Arial"/>
        </w:rPr>
        <w:t>avenant</w:t>
      </w:r>
      <w:r w:rsidRPr="00876164">
        <w:rPr>
          <w:rFonts w:ascii="Arial" w:hAnsi="Arial" w:cs="Arial"/>
        </w:rPr>
        <w:t>.</w:t>
      </w:r>
    </w:p>
    <w:p w14:paraId="62A8A972" w14:textId="5BC74C39" w:rsidR="005832BD" w:rsidRPr="00244D7C" w:rsidRDefault="005832BD" w:rsidP="00F05D14">
      <w:pPr>
        <w:pStyle w:val="Titre2article"/>
        <w:spacing w:before="400"/>
      </w:pPr>
      <w:r w:rsidRPr="00244D7C">
        <w:t>B</w:t>
      </w:r>
      <w:r w:rsidR="00B12178">
        <w:t>6</w:t>
      </w:r>
      <w:r w:rsidRPr="00244D7C">
        <w:t xml:space="preserve"> - Délai de validité de l’offre :</w:t>
      </w:r>
    </w:p>
    <w:p w14:paraId="7B796E40" w14:textId="1A5A101A" w:rsidR="005832BD" w:rsidRDefault="005832BD" w:rsidP="00A06051">
      <w:pPr>
        <w:pStyle w:val="fcase1ertab"/>
        <w:spacing w:after="400"/>
        <w:ind w:left="0" w:firstLine="0"/>
        <w:rPr>
          <w:rFonts w:ascii="Arial" w:hAnsi="Arial" w:cs="Arial"/>
        </w:rPr>
      </w:pPr>
      <w:r w:rsidRPr="00244D7C">
        <w:rPr>
          <w:rFonts w:ascii="Arial" w:hAnsi="Arial" w:cs="Arial"/>
        </w:rPr>
        <w:t>Le présent engagement me lie pour le délai de validité des offres indiqué à l’</w:t>
      </w:r>
      <w:r w:rsidRPr="001A0A19">
        <w:rPr>
          <w:rFonts w:ascii="Arial" w:hAnsi="Arial" w:cs="Arial"/>
          <w:color w:val="4F81BD" w:themeColor="accent1"/>
        </w:rPr>
        <w:t>article 2.</w:t>
      </w:r>
      <w:r w:rsidR="008F4430">
        <w:rPr>
          <w:rFonts w:ascii="Arial" w:hAnsi="Arial" w:cs="Arial"/>
          <w:color w:val="4F81BD" w:themeColor="accent1"/>
        </w:rPr>
        <w:t>2</w:t>
      </w:r>
      <w:r w:rsidRPr="001A0A19">
        <w:rPr>
          <w:rFonts w:ascii="Arial" w:hAnsi="Arial" w:cs="Arial"/>
          <w:color w:val="4F81BD" w:themeColor="accent1"/>
        </w:rPr>
        <w:t xml:space="preserve"> </w:t>
      </w:r>
      <w:r w:rsidRPr="00244D7C">
        <w:rPr>
          <w:rFonts w:ascii="Arial" w:hAnsi="Arial" w:cs="Arial"/>
        </w:rPr>
        <w:t>du règlement de la consultation.</w:t>
      </w:r>
    </w:p>
    <w:p w14:paraId="7F38736A" w14:textId="77777777" w:rsidR="0081379A" w:rsidRDefault="0081379A" w:rsidP="0081379A">
      <w:pPr>
        <w:pStyle w:val="Titre2article"/>
        <w:spacing w:before="400"/>
      </w:pPr>
      <w:r>
        <w:lastRenderedPageBreak/>
        <w:t>B7 – Marché de travaux similaires :</w:t>
      </w:r>
    </w:p>
    <w:p w14:paraId="33B09448" w14:textId="77777777" w:rsidR="0081379A" w:rsidRPr="00526167" w:rsidRDefault="0081379A" w:rsidP="0081379A">
      <w:pPr>
        <w:pStyle w:val="fcase1ertab"/>
        <w:spacing w:after="480"/>
        <w:ind w:left="0" w:firstLine="0"/>
        <w:rPr>
          <w:rFonts w:ascii="Arial" w:hAnsi="Arial" w:cs="Arial"/>
          <w:bCs/>
        </w:rPr>
      </w:pPr>
      <w:r w:rsidRPr="00526167">
        <w:rPr>
          <w:rFonts w:ascii="Arial" w:hAnsi="Arial" w:cs="Arial"/>
          <w:bCs/>
        </w:rPr>
        <w:t>Les prestations similaires à celles du présent marché pourront être attribuées au même titulaire selon la procédure du marché négocié sans mise en concurrence et sans publicité préalable dans les conditions prévues à l’</w:t>
      </w:r>
      <w:r w:rsidRPr="00526167">
        <w:rPr>
          <w:rFonts w:ascii="Arial" w:hAnsi="Arial" w:cs="Arial"/>
          <w:bCs/>
          <w:color w:val="4F81BD" w:themeColor="accent1"/>
        </w:rPr>
        <w:t xml:space="preserve">article R. 2122-7 </w:t>
      </w:r>
      <w:r w:rsidRPr="00526167">
        <w:rPr>
          <w:rFonts w:ascii="Arial" w:hAnsi="Arial" w:cs="Arial"/>
          <w:bCs/>
        </w:rPr>
        <w:t>du Code de la commande publique</w:t>
      </w:r>
      <w:r w:rsidRPr="00526167">
        <w:rPr>
          <w:rFonts w:ascii="Arial" w:hAnsi="Arial" w:cs="Arial"/>
        </w:rPr>
        <w:t>.</w:t>
      </w:r>
    </w:p>
    <w:p w14:paraId="7F653F2C" w14:textId="557DB99C" w:rsidR="00BB1E97" w:rsidRDefault="00BB1E97" w:rsidP="00156847">
      <w:pPr>
        <w:pStyle w:val="Titrearticle"/>
        <w:keepLines/>
      </w:pPr>
      <w:r>
        <w:t>C -</w:t>
      </w:r>
      <w:r>
        <w:tab/>
      </w:r>
      <w:r w:rsidRPr="00244D7C">
        <w:t xml:space="preserve">Signature </w:t>
      </w:r>
      <w:r w:rsidR="00AB71DA">
        <w:t>du marché public</w:t>
      </w:r>
      <w:r w:rsidRPr="00244D7C">
        <w:t xml:space="preserve"> par le titulaire individuel ou, en cas groupement, le mandataire dûment habilité ou chaque membre du groupement.</w:t>
      </w:r>
    </w:p>
    <w:p w14:paraId="6A3575A4" w14:textId="77777777" w:rsidR="00960AF3" w:rsidRPr="00244D7C" w:rsidRDefault="00960AF3" w:rsidP="00F6100B">
      <w:pPr>
        <w:pStyle w:val="Default"/>
        <w:keepNext/>
        <w:spacing w:before="240"/>
        <w:jc w:val="both"/>
        <w:rPr>
          <w:sz w:val="20"/>
          <w:szCs w:val="20"/>
        </w:rPr>
      </w:pPr>
      <w:r w:rsidRPr="00244D7C">
        <w:rPr>
          <w:b/>
          <w:sz w:val="20"/>
          <w:szCs w:val="20"/>
        </w:rPr>
        <w:t>Attention</w:t>
      </w:r>
      <w:r w:rsidRPr="00244D7C">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244D7C">
        <w:rPr>
          <w:sz w:val="20"/>
          <w:szCs w:val="20"/>
          <w:u w:val="single"/>
        </w:rPr>
        <w:t>et</w:t>
      </w:r>
      <w:r w:rsidRPr="00244D7C">
        <w:rPr>
          <w:sz w:val="20"/>
          <w:szCs w:val="20"/>
        </w:rPr>
        <w:t xml:space="preserve"> le sous-traitant concerné, il convient de faire signer ce DC4 par le biais du formulaire ATTRI2.</w:t>
      </w:r>
    </w:p>
    <w:p w14:paraId="1FEEFBC2" w14:textId="109E6EE3" w:rsidR="00332B12" w:rsidRPr="00244D7C" w:rsidRDefault="00C15CC2" w:rsidP="00BB1E97">
      <w:pPr>
        <w:pStyle w:val="Titre2article"/>
        <w:rPr>
          <w:i/>
          <w:sz w:val="18"/>
          <w:szCs w:val="18"/>
        </w:rPr>
      </w:pPr>
      <w:r w:rsidRPr="00244D7C">
        <w:t xml:space="preserve">C1 </w:t>
      </w:r>
      <w:r w:rsidR="00BB1E97">
        <w:t>-</w:t>
      </w:r>
      <w:r w:rsidRPr="00244D7C">
        <w:t xml:space="preserve"> Signature </w:t>
      </w:r>
      <w:r w:rsidR="00AB71DA">
        <w:t>du marché public</w:t>
      </w:r>
      <w:r w:rsidR="009700F6">
        <w:t xml:space="preserve"> </w:t>
      </w:r>
      <w:r w:rsidR="00332B12" w:rsidRPr="00244D7C">
        <w:t>par le titulaire individuel :</w:t>
      </w:r>
    </w:p>
    <w:tbl>
      <w:tblPr>
        <w:tblW w:w="0" w:type="auto"/>
        <w:tblInd w:w="170" w:type="dxa"/>
        <w:tblLayout w:type="fixed"/>
        <w:tblLook w:val="0000" w:firstRow="0" w:lastRow="0" w:firstColumn="0" w:lastColumn="0" w:noHBand="0" w:noVBand="0"/>
      </w:tblPr>
      <w:tblGrid>
        <w:gridCol w:w="4644"/>
        <w:gridCol w:w="2694"/>
        <w:gridCol w:w="3056"/>
      </w:tblGrid>
      <w:tr w:rsidR="00332B12" w:rsidRPr="00244D7C" w14:paraId="737F8739" w14:textId="77777777" w:rsidTr="00781C45">
        <w:trPr>
          <w:trHeight w:val="510"/>
        </w:trPr>
        <w:tc>
          <w:tcPr>
            <w:tcW w:w="4644" w:type="dxa"/>
            <w:tcBorders>
              <w:top w:val="single" w:sz="4" w:space="0" w:color="000000"/>
              <w:left w:val="single" w:sz="4" w:space="0" w:color="000000"/>
              <w:bottom w:val="single" w:sz="4" w:space="0" w:color="000000"/>
            </w:tcBorders>
            <w:vAlign w:val="center"/>
          </w:tcPr>
          <w:p w14:paraId="2E3CF986"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Nom, prénom et qualité</w:t>
            </w:r>
          </w:p>
          <w:p w14:paraId="743D5E6C" w14:textId="77777777" w:rsidR="00332B12" w:rsidRPr="00244D7C" w:rsidRDefault="00332B12" w:rsidP="00F6100B">
            <w:pPr>
              <w:keepNext/>
              <w:tabs>
                <w:tab w:val="left" w:pos="851"/>
              </w:tabs>
              <w:jc w:val="center"/>
              <w:rPr>
                <w:rFonts w:ascii="Arial" w:hAnsi="Arial" w:cs="Arial"/>
                <w:b/>
                <w:bCs/>
              </w:rPr>
            </w:pPr>
            <w:proofErr w:type="gramStart"/>
            <w:r w:rsidRPr="00244D7C">
              <w:rPr>
                <w:rFonts w:ascii="Arial" w:hAnsi="Arial" w:cs="Arial"/>
                <w:b/>
                <w:bCs/>
              </w:rPr>
              <w:t>du</w:t>
            </w:r>
            <w:proofErr w:type="gramEnd"/>
            <w:r w:rsidRPr="00244D7C">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715C3FC8"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7B07C0E2"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Signature</w:t>
            </w:r>
          </w:p>
        </w:tc>
      </w:tr>
      <w:tr w:rsidR="00332B12" w:rsidRPr="00244D7C" w14:paraId="46F1DD7F" w14:textId="77777777" w:rsidTr="00682D87">
        <w:trPr>
          <w:trHeight w:val="1984"/>
        </w:trPr>
        <w:tc>
          <w:tcPr>
            <w:tcW w:w="4644" w:type="dxa"/>
            <w:tcBorders>
              <w:top w:val="single" w:sz="4" w:space="0" w:color="000000"/>
              <w:left w:val="single" w:sz="4" w:space="0" w:color="000000"/>
              <w:bottom w:val="single" w:sz="4" w:space="0" w:color="auto"/>
            </w:tcBorders>
          </w:tcPr>
          <w:p w14:paraId="7E738FE9" w14:textId="77777777" w:rsidR="00332B12" w:rsidRPr="00244D7C" w:rsidRDefault="0099750F" w:rsidP="00876164">
            <w:pPr>
              <w:tabs>
                <w:tab w:val="left" w:leader="dot" w:pos="4251"/>
              </w:tabs>
              <w:snapToGrid w:val="0"/>
              <w:spacing w:before="120"/>
              <w:jc w:val="both"/>
              <w:rPr>
                <w:rFonts w:ascii="Arial" w:hAnsi="Arial" w:cs="Arial"/>
                <w:b/>
                <w:bCs/>
              </w:rPr>
            </w:pPr>
            <w:permStart w:id="1024209107" w:edGrp="everyone"/>
            <w:r>
              <w:rPr>
                <w:rFonts w:ascii="Arial" w:hAnsi="Arial" w:cs="Arial"/>
                <w:b/>
                <w:bCs/>
              </w:rPr>
              <w:tab/>
            </w:r>
            <w:permEnd w:id="1024209107"/>
          </w:p>
        </w:tc>
        <w:tc>
          <w:tcPr>
            <w:tcW w:w="2694" w:type="dxa"/>
            <w:tcBorders>
              <w:top w:val="single" w:sz="4" w:space="0" w:color="000000"/>
              <w:left w:val="single" w:sz="4" w:space="0" w:color="000000"/>
              <w:bottom w:val="single" w:sz="4" w:space="0" w:color="auto"/>
            </w:tcBorders>
          </w:tcPr>
          <w:p w14:paraId="3264E7BD" w14:textId="77777777" w:rsidR="00332B12" w:rsidRDefault="0099750F" w:rsidP="00876164">
            <w:pPr>
              <w:tabs>
                <w:tab w:val="left" w:leader="dot" w:pos="2325"/>
              </w:tabs>
              <w:snapToGrid w:val="0"/>
              <w:spacing w:before="120"/>
              <w:jc w:val="both"/>
              <w:rPr>
                <w:rFonts w:ascii="Arial" w:hAnsi="Arial" w:cs="Arial"/>
                <w:bCs/>
              </w:rPr>
            </w:pPr>
            <w:permStart w:id="277953189" w:edGrp="everyone"/>
            <w:r w:rsidRPr="0099750F">
              <w:rPr>
                <w:rFonts w:ascii="Arial" w:hAnsi="Arial" w:cs="Arial"/>
                <w:bCs/>
              </w:rPr>
              <w:tab/>
            </w:r>
            <w:permEnd w:id="277953189"/>
          </w:p>
          <w:p w14:paraId="641B0E82" w14:textId="77777777" w:rsidR="0099750F" w:rsidRPr="0099750F" w:rsidRDefault="0099750F" w:rsidP="0099750F">
            <w:pPr>
              <w:tabs>
                <w:tab w:val="left" w:leader="dot" w:pos="2325"/>
              </w:tabs>
              <w:snapToGrid w:val="0"/>
              <w:spacing w:before="80"/>
              <w:jc w:val="both"/>
              <w:rPr>
                <w:rFonts w:ascii="Arial" w:hAnsi="Arial" w:cs="Arial"/>
                <w:bCs/>
              </w:rPr>
            </w:pPr>
            <w:permStart w:id="1965176140" w:edGrp="everyone"/>
            <w:r>
              <w:rPr>
                <w:rFonts w:ascii="Arial" w:hAnsi="Arial" w:cs="Arial"/>
                <w:bCs/>
              </w:rPr>
              <w:tab/>
            </w:r>
            <w:permEnd w:id="1965176140"/>
          </w:p>
        </w:tc>
        <w:tc>
          <w:tcPr>
            <w:tcW w:w="3056" w:type="dxa"/>
            <w:tcBorders>
              <w:top w:val="single" w:sz="4" w:space="0" w:color="000000"/>
              <w:left w:val="single" w:sz="4" w:space="0" w:color="000000"/>
              <w:bottom w:val="single" w:sz="4" w:space="0" w:color="auto"/>
              <w:right w:val="single" w:sz="4" w:space="0" w:color="000000"/>
            </w:tcBorders>
          </w:tcPr>
          <w:p w14:paraId="7D086AB0" w14:textId="77777777" w:rsidR="00332B12" w:rsidRPr="00244D7C" w:rsidRDefault="00332B12" w:rsidP="0099750F">
            <w:pPr>
              <w:tabs>
                <w:tab w:val="left" w:pos="851"/>
              </w:tabs>
              <w:snapToGrid w:val="0"/>
              <w:spacing w:before="80"/>
              <w:jc w:val="both"/>
              <w:rPr>
                <w:rFonts w:ascii="Arial" w:hAnsi="Arial" w:cs="Arial"/>
                <w:b/>
                <w:bCs/>
              </w:rPr>
            </w:pPr>
          </w:p>
        </w:tc>
      </w:tr>
    </w:tbl>
    <w:p w14:paraId="47CB18D8" w14:textId="77777777" w:rsidR="002904AF" w:rsidRPr="00244D7C" w:rsidRDefault="002904AF" w:rsidP="00110D0E">
      <w:pPr>
        <w:tabs>
          <w:tab w:val="left" w:pos="851"/>
        </w:tabs>
        <w:spacing w:before="40"/>
        <w:ind w:left="57"/>
        <w:jc w:val="both"/>
        <w:rPr>
          <w:rFonts w:ascii="Arial" w:hAnsi="Arial" w:cs="Arial"/>
        </w:rPr>
      </w:pPr>
      <w:r w:rsidRPr="00244D7C">
        <w:rPr>
          <w:rFonts w:ascii="Arial" w:hAnsi="Arial" w:cs="Arial"/>
          <w:sz w:val="18"/>
          <w:szCs w:val="18"/>
        </w:rPr>
        <w:t>(*) Le signataire doit avoir le pouvoir d’engager la personne qu’il représente.</w:t>
      </w:r>
    </w:p>
    <w:p w14:paraId="5584E9CA" w14:textId="11D2936A" w:rsidR="00332B12" w:rsidRPr="00244D7C" w:rsidRDefault="00C15CC2" w:rsidP="00F05D14">
      <w:pPr>
        <w:pStyle w:val="Titre2article"/>
        <w:spacing w:before="320"/>
        <w:rPr>
          <w:i/>
          <w:sz w:val="18"/>
          <w:szCs w:val="18"/>
        </w:rPr>
      </w:pPr>
      <w:r w:rsidRPr="00244D7C">
        <w:t xml:space="preserve">C2 </w:t>
      </w:r>
      <w:r w:rsidR="00BB1E97">
        <w:t>-</w:t>
      </w:r>
      <w:r w:rsidRPr="00244D7C">
        <w:t xml:space="preserve"> Signature </w:t>
      </w:r>
      <w:r w:rsidR="00AB71DA">
        <w:t>du marché public</w:t>
      </w:r>
      <w:r w:rsidRPr="00244D7C">
        <w:t xml:space="preserve"> </w:t>
      </w:r>
      <w:r w:rsidR="00332B12" w:rsidRPr="00244D7C">
        <w:t>en cas de groupement :</w:t>
      </w:r>
    </w:p>
    <w:p w14:paraId="6709C39F" w14:textId="77777777" w:rsidR="009B1CD0" w:rsidRPr="00244D7C" w:rsidRDefault="002904AF" w:rsidP="00C853C6">
      <w:pPr>
        <w:keepNext/>
        <w:tabs>
          <w:tab w:val="left" w:pos="851"/>
        </w:tabs>
        <w:jc w:val="both"/>
        <w:rPr>
          <w:rFonts w:ascii="Arial" w:hAnsi="Arial" w:cs="Arial"/>
          <w:sz w:val="18"/>
          <w:szCs w:val="18"/>
        </w:rPr>
      </w:pPr>
      <w:r w:rsidRPr="00244D7C">
        <w:rPr>
          <w:rFonts w:ascii="Arial" w:hAnsi="Arial" w:cs="Arial"/>
        </w:rPr>
        <w:t>L</w:t>
      </w:r>
      <w:r w:rsidR="00036500" w:rsidRPr="00244D7C">
        <w:rPr>
          <w:rFonts w:ascii="Arial" w:hAnsi="Arial" w:cs="Arial"/>
        </w:rPr>
        <w:t xml:space="preserve">es membres </w:t>
      </w:r>
      <w:r w:rsidRPr="00244D7C">
        <w:rPr>
          <w:rFonts w:ascii="Arial" w:hAnsi="Arial" w:cs="Arial"/>
        </w:rPr>
        <w:t xml:space="preserve">du groupement d’opérateurs économiques </w:t>
      </w:r>
      <w:r w:rsidR="00036500" w:rsidRPr="00244D7C">
        <w:rPr>
          <w:rFonts w:ascii="Arial" w:hAnsi="Arial" w:cs="Arial"/>
        </w:rPr>
        <w:t xml:space="preserve">désignent le mandataire suivant </w:t>
      </w:r>
      <w:r w:rsidR="00036500" w:rsidRPr="00244D7C">
        <w:rPr>
          <w:rFonts w:ascii="Arial" w:hAnsi="Arial" w:cs="Arial"/>
          <w:i/>
          <w:color w:val="0000FF"/>
          <w:sz w:val="18"/>
          <w:szCs w:val="18"/>
        </w:rPr>
        <w:t>(</w:t>
      </w:r>
      <w:hyperlink r:id="rId10" w:history="1">
        <w:r w:rsidR="00781C45" w:rsidRPr="001A0A19">
          <w:rPr>
            <w:rStyle w:val="Lienhypertexte"/>
            <w:rFonts w:ascii="Arial" w:hAnsi="Arial" w:cs="Arial"/>
            <w:i/>
            <w:color w:val="4F81BD" w:themeColor="accent1"/>
            <w:sz w:val="18"/>
            <w:szCs w:val="18"/>
            <w:u w:val="none"/>
          </w:rPr>
          <w:t>article R. 2142-23</w:t>
        </w:r>
      </w:hyperlink>
      <w:r w:rsidR="00781C45" w:rsidRPr="00244D7C">
        <w:rPr>
          <w:rFonts w:ascii="Arial" w:hAnsi="Arial" w:cs="Arial"/>
          <w:i/>
          <w:sz w:val="18"/>
          <w:szCs w:val="18"/>
        </w:rPr>
        <w:t xml:space="preserve"> ou </w:t>
      </w:r>
      <w:hyperlink r:id="rId11" w:history="1">
        <w:r w:rsidR="00781C45" w:rsidRPr="001A0A19">
          <w:rPr>
            <w:rStyle w:val="Lienhypertexte"/>
            <w:rFonts w:ascii="Arial" w:hAnsi="Arial" w:cs="Arial"/>
            <w:i/>
            <w:color w:val="4F81BD" w:themeColor="accent1"/>
            <w:sz w:val="18"/>
            <w:szCs w:val="18"/>
            <w:u w:val="none"/>
          </w:rPr>
          <w:t>article R. 2342-12</w:t>
        </w:r>
      </w:hyperlink>
      <w:r w:rsidR="00781C45" w:rsidRPr="00244D7C">
        <w:rPr>
          <w:rFonts w:ascii="Arial" w:hAnsi="Arial" w:cs="Arial"/>
          <w:i/>
          <w:sz w:val="18"/>
          <w:szCs w:val="18"/>
        </w:rPr>
        <w:t xml:space="preserve"> du </w:t>
      </w:r>
      <w:r w:rsidR="00D171B4" w:rsidRPr="00244D7C">
        <w:rPr>
          <w:rFonts w:ascii="Arial" w:hAnsi="Arial" w:cs="Arial"/>
          <w:i/>
          <w:sz w:val="18"/>
          <w:szCs w:val="18"/>
        </w:rPr>
        <w:t>C</w:t>
      </w:r>
      <w:r w:rsidR="00781C45" w:rsidRPr="00244D7C">
        <w:rPr>
          <w:rFonts w:ascii="Arial" w:hAnsi="Arial" w:cs="Arial"/>
          <w:i/>
          <w:sz w:val="18"/>
          <w:szCs w:val="18"/>
        </w:rPr>
        <w:t>ode de la commande publique</w:t>
      </w:r>
      <w:r w:rsidR="00036500" w:rsidRPr="00244D7C">
        <w:rPr>
          <w:rFonts w:ascii="Arial" w:hAnsi="Arial" w:cs="Arial"/>
          <w:i/>
          <w:sz w:val="18"/>
          <w:szCs w:val="18"/>
        </w:rPr>
        <w:t>) </w:t>
      </w:r>
      <w:r w:rsidR="00036500" w:rsidRPr="00244D7C">
        <w:rPr>
          <w:rFonts w:ascii="Arial" w:hAnsi="Arial" w:cs="Arial"/>
          <w:sz w:val="18"/>
          <w:szCs w:val="18"/>
        </w:rPr>
        <w:t>:</w:t>
      </w:r>
    </w:p>
    <w:p w14:paraId="7CA29169" w14:textId="77777777" w:rsidR="00C66104" w:rsidRDefault="00C66104" w:rsidP="00C66104">
      <w:pPr>
        <w:pStyle w:val="Titre1b"/>
        <w:spacing w:before="160"/>
        <w:ind w:left="227" w:hanging="227"/>
      </w:pPr>
      <w:r>
        <w:t>N</w:t>
      </w:r>
      <w:r w:rsidRPr="00F31FBA">
        <w:t>om commercial</w:t>
      </w:r>
      <w:r w:rsidR="00F05D14">
        <w:t xml:space="preserve"> et la dénomination sociale du mandataire</w:t>
      </w:r>
      <w:r>
        <w:t> :</w:t>
      </w:r>
    </w:p>
    <w:p w14:paraId="03B16382" w14:textId="77777777" w:rsidR="00C66104" w:rsidRDefault="00C66104" w:rsidP="00C66104">
      <w:pPr>
        <w:tabs>
          <w:tab w:val="left" w:leader="dot" w:pos="10204"/>
        </w:tabs>
        <w:spacing w:before="80"/>
        <w:ind w:left="284"/>
        <w:jc w:val="both"/>
        <w:rPr>
          <w:rFonts w:ascii="Arial" w:hAnsi="Arial" w:cs="Arial"/>
        </w:rPr>
      </w:pPr>
      <w:permStart w:id="181429481" w:edGrp="everyone"/>
      <w:r>
        <w:rPr>
          <w:rFonts w:ascii="Arial" w:hAnsi="Arial" w:cs="Arial"/>
        </w:rPr>
        <w:tab/>
      </w:r>
      <w:permEnd w:id="181429481"/>
    </w:p>
    <w:p w14:paraId="4743172B" w14:textId="77777777" w:rsidR="00C66104" w:rsidRDefault="00C66104" w:rsidP="00C66104">
      <w:pPr>
        <w:pStyle w:val="Titre1b"/>
        <w:spacing w:before="200"/>
        <w:ind w:left="284"/>
      </w:pPr>
      <w:r>
        <w:t>Adresse postale de l’établissement :</w:t>
      </w:r>
    </w:p>
    <w:p w14:paraId="73DC9526" w14:textId="77777777" w:rsidR="00C66104" w:rsidRDefault="00C66104" w:rsidP="00B04644">
      <w:pPr>
        <w:keepNext/>
        <w:tabs>
          <w:tab w:val="left" w:leader="dot" w:pos="10204"/>
        </w:tabs>
        <w:spacing w:before="80"/>
        <w:ind w:left="284"/>
        <w:jc w:val="both"/>
        <w:rPr>
          <w:rFonts w:ascii="Arial" w:hAnsi="Arial" w:cs="Arial"/>
        </w:rPr>
      </w:pPr>
      <w:permStart w:id="2146631769" w:edGrp="everyone"/>
      <w:r>
        <w:rPr>
          <w:rFonts w:ascii="Arial" w:hAnsi="Arial" w:cs="Arial"/>
        </w:rPr>
        <w:tab/>
      </w:r>
      <w:permEnd w:id="2146631769"/>
    </w:p>
    <w:p w14:paraId="7052CC69" w14:textId="77777777" w:rsidR="00C66104" w:rsidRDefault="00C66104" w:rsidP="00C66104">
      <w:pPr>
        <w:tabs>
          <w:tab w:val="left" w:leader="dot" w:pos="10204"/>
        </w:tabs>
        <w:spacing w:before="80"/>
        <w:ind w:left="284"/>
        <w:jc w:val="both"/>
        <w:rPr>
          <w:rFonts w:ascii="Arial" w:hAnsi="Arial" w:cs="Arial"/>
        </w:rPr>
      </w:pPr>
      <w:permStart w:id="183333515" w:edGrp="everyone"/>
      <w:r>
        <w:rPr>
          <w:rFonts w:ascii="Arial" w:hAnsi="Arial" w:cs="Arial"/>
        </w:rPr>
        <w:tab/>
      </w:r>
      <w:permEnd w:id="183333515"/>
    </w:p>
    <w:p w14:paraId="3378D0DB" w14:textId="77777777" w:rsidR="00C66104" w:rsidRPr="007714C9" w:rsidRDefault="00C66104" w:rsidP="00C66104">
      <w:pPr>
        <w:tabs>
          <w:tab w:val="left" w:leader="dot" w:pos="10204"/>
        </w:tabs>
        <w:spacing w:before="80"/>
        <w:ind w:left="284"/>
        <w:jc w:val="both"/>
        <w:rPr>
          <w:rFonts w:ascii="Arial" w:hAnsi="Arial" w:cs="Arial"/>
        </w:rPr>
      </w:pPr>
      <w:permStart w:id="988759659" w:edGrp="everyone"/>
      <w:r>
        <w:rPr>
          <w:rFonts w:ascii="Arial" w:hAnsi="Arial" w:cs="Arial"/>
        </w:rPr>
        <w:tab/>
      </w:r>
      <w:permEnd w:id="988759659"/>
    </w:p>
    <w:p w14:paraId="3CF12D03" w14:textId="77777777" w:rsidR="00036500" w:rsidRPr="00244D7C" w:rsidRDefault="004A7169" w:rsidP="00C66104">
      <w:pPr>
        <w:pStyle w:val="fcase1ertab"/>
        <w:keepNext/>
        <w:tabs>
          <w:tab w:val="left" w:pos="851"/>
        </w:tabs>
        <w:spacing w:before="240"/>
        <w:ind w:left="0" w:firstLine="0"/>
        <w:rPr>
          <w:rFonts w:ascii="Arial" w:hAnsi="Arial" w:cs="Arial"/>
        </w:rPr>
      </w:pPr>
      <w:r w:rsidRPr="00244D7C">
        <w:rPr>
          <w:rFonts w:ascii="Arial" w:hAnsi="Arial" w:cs="Arial"/>
        </w:rPr>
        <w:t xml:space="preserve">En cas de groupement conjoint, </w:t>
      </w:r>
      <w:r w:rsidR="00036500" w:rsidRPr="00244D7C">
        <w:rPr>
          <w:rFonts w:ascii="Arial" w:hAnsi="Arial" w:cs="Arial"/>
        </w:rPr>
        <w:t xml:space="preserve">le mandataire </w:t>
      </w:r>
      <w:r w:rsidRPr="00244D7C">
        <w:rPr>
          <w:rFonts w:ascii="Arial" w:hAnsi="Arial" w:cs="Arial"/>
        </w:rPr>
        <w:t xml:space="preserve">du groupement </w:t>
      </w:r>
      <w:r w:rsidR="00036500" w:rsidRPr="00244D7C">
        <w:rPr>
          <w:rFonts w:ascii="Arial" w:hAnsi="Arial" w:cs="Arial"/>
        </w:rPr>
        <w:t>est :</w:t>
      </w:r>
    </w:p>
    <w:p w14:paraId="0B58A290" w14:textId="77777777" w:rsidR="00036500" w:rsidRPr="00244D7C" w:rsidRDefault="00036500" w:rsidP="001C6A10">
      <w:pPr>
        <w:pStyle w:val="fcase1ertab"/>
        <w:keepNext/>
        <w:tabs>
          <w:tab w:val="left" w:pos="851"/>
        </w:tabs>
        <w:rPr>
          <w:rFonts w:ascii="Arial" w:hAnsi="Arial" w:cs="Arial"/>
        </w:rPr>
      </w:pPr>
      <w:r w:rsidRPr="00244D7C">
        <w:rPr>
          <w:rFonts w:ascii="Arial" w:hAnsi="Arial" w:cs="Arial"/>
          <w:i/>
          <w:iCs/>
          <w:sz w:val="18"/>
          <w:szCs w:val="18"/>
        </w:rPr>
        <w:t>(Cocher la case correspondante.)</w:t>
      </w:r>
    </w:p>
    <w:p w14:paraId="626112F3" w14:textId="77777777" w:rsidR="00110D0E" w:rsidRPr="00244D7C" w:rsidRDefault="00BC1E6D" w:rsidP="00DC4AE0">
      <w:pPr>
        <w:pStyle w:val="fcase1ertab"/>
        <w:tabs>
          <w:tab w:val="clear" w:pos="426"/>
          <w:tab w:val="left" w:pos="4111"/>
          <w:tab w:val="left" w:pos="5387"/>
        </w:tabs>
        <w:spacing w:before="80"/>
        <w:ind w:left="2268" w:firstLine="0"/>
        <w:rPr>
          <w:rFonts w:ascii="Arial" w:hAnsi="Arial" w:cs="Arial"/>
        </w:rPr>
      </w:pPr>
      <w:sdt>
        <w:sdtPr>
          <w:rPr>
            <w:rFonts w:ascii="Arial" w:hAnsi="Arial" w:cs="Arial"/>
            <w:position w:val="-2"/>
            <w:sz w:val="24"/>
            <w:szCs w:val="24"/>
          </w:rPr>
          <w:id w:val="154036003"/>
          <w15:appearance w15:val="hidden"/>
          <w14:checkbox>
            <w14:checked w14:val="0"/>
            <w14:checkedState w14:val="2612" w14:font="MS Gothic"/>
            <w14:uncheckedState w14:val="2610" w14:font="MS Gothic"/>
          </w14:checkbox>
        </w:sdtPr>
        <w:sdtEndPr/>
        <w:sdtContent>
          <w:permStart w:id="1255096882" w:edGrp="everyone"/>
          <w:r w:rsidR="00C66104">
            <w:rPr>
              <w:rFonts w:ascii="MS Gothic" w:eastAsia="MS Gothic" w:hAnsi="MS Gothic" w:cs="Arial" w:hint="eastAsia"/>
              <w:position w:val="-2"/>
              <w:sz w:val="24"/>
              <w:szCs w:val="24"/>
            </w:rPr>
            <w:t>☐</w:t>
          </w:r>
          <w:permEnd w:id="1255096882"/>
        </w:sdtContent>
      </w:sdt>
      <w:r w:rsidR="00DC4AE0" w:rsidRPr="00244D7C">
        <w:rPr>
          <w:rFonts w:ascii="Arial" w:hAnsi="Arial" w:cs="Arial"/>
        </w:rPr>
        <w:t xml:space="preserve"> </w:t>
      </w:r>
      <w:proofErr w:type="gramStart"/>
      <w:r w:rsidR="00110D0E" w:rsidRPr="00244D7C">
        <w:rPr>
          <w:rFonts w:ascii="Arial" w:hAnsi="Arial" w:cs="Arial"/>
        </w:rPr>
        <w:t>conjoint</w:t>
      </w:r>
      <w:proofErr w:type="gramEnd"/>
      <w:r w:rsidR="00110D0E" w:rsidRPr="00244D7C">
        <w:rPr>
          <w:rFonts w:ascii="Arial" w:hAnsi="Arial" w:cs="Arial"/>
        </w:rPr>
        <w:tab/>
        <w:t>OU</w:t>
      </w:r>
      <w:r w:rsidR="00110D0E" w:rsidRPr="00244D7C">
        <w:rPr>
          <w:rFonts w:ascii="Arial" w:hAnsi="Arial" w:cs="Arial"/>
        </w:rPr>
        <w:tab/>
      </w:r>
      <w:sdt>
        <w:sdtPr>
          <w:rPr>
            <w:rFonts w:ascii="Arial" w:hAnsi="Arial" w:cs="Arial"/>
            <w:position w:val="-2"/>
            <w:sz w:val="24"/>
            <w:szCs w:val="24"/>
          </w:rPr>
          <w:id w:val="266210638"/>
          <w15:appearance w15:val="hidden"/>
          <w14:checkbox>
            <w14:checked w14:val="0"/>
            <w14:checkedState w14:val="2612" w14:font="MS Gothic"/>
            <w14:uncheckedState w14:val="2610" w14:font="MS Gothic"/>
          </w14:checkbox>
        </w:sdtPr>
        <w:sdtEndPr/>
        <w:sdtContent>
          <w:permStart w:id="1722810666" w:edGrp="everyone"/>
          <w:r w:rsidR="00C66104">
            <w:rPr>
              <w:rFonts w:ascii="MS Gothic" w:eastAsia="MS Gothic" w:hAnsi="MS Gothic" w:cs="Arial" w:hint="eastAsia"/>
              <w:position w:val="-2"/>
              <w:sz w:val="24"/>
              <w:szCs w:val="24"/>
            </w:rPr>
            <w:t>☐</w:t>
          </w:r>
          <w:permEnd w:id="1722810666"/>
        </w:sdtContent>
      </w:sdt>
      <w:r w:rsidR="00110D0E" w:rsidRPr="00244D7C">
        <w:rPr>
          <w:rFonts w:ascii="Arial" w:hAnsi="Arial" w:cs="Arial"/>
          <w:iCs/>
        </w:rPr>
        <w:t xml:space="preserve"> </w:t>
      </w:r>
      <w:r w:rsidR="00110D0E" w:rsidRPr="00244D7C">
        <w:rPr>
          <w:rFonts w:ascii="Arial" w:hAnsi="Arial" w:cs="Arial"/>
        </w:rPr>
        <w:t>solidaire</w:t>
      </w:r>
    </w:p>
    <w:p w14:paraId="4120EDA9" w14:textId="77777777" w:rsidR="002904AF" w:rsidRPr="00244D7C" w:rsidRDefault="00BC1E6D" w:rsidP="00C66104">
      <w:pPr>
        <w:pStyle w:val="fcasegauche"/>
        <w:keepNext/>
        <w:tabs>
          <w:tab w:val="left" w:pos="284"/>
          <w:tab w:val="left" w:pos="851"/>
        </w:tabs>
        <w:spacing w:before="240" w:after="0"/>
        <w:ind w:left="0" w:firstLine="0"/>
        <w:jc w:val="left"/>
        <w:rPr>
          <w:rFonts w:ascii="Arial" w:hAnsi="Arial" w:cs="Arial"/>
        </w:rPr>
      </w:pPr>
      <w:sdt>
        <w:sdtPr>
          <w:rPr>
            <w:rFonts w:ascii="Arial" w:hAnsi="Arial" w:cs="Arial"/>
            <w:position w:val="-2"/>
            <w:sz w:val="24"/>
            <w:szCs w:val="24"/>
          </w:rPr>
          <w:id w:val="548033967"/>
          <w15:appearance w15:val="hidden"/>
          <w14:checkbox>
            <w14:checked w14:val="0"/>
            <w14:checkedState w14:val="2612" w14:font="MS Gothic"/>
            <w14:uncheckedState w14:val="2610" w14:font="MS Gothic"/>
          </w14:checkbox>
        </w:sdtPr>
        <w:sdtEndPr/>
        <w:sdtContent>
          <w:permStart w:id="1384271718" w:edGrp="everyone"/>
          <w:r w:rsidR="0009308E">
            <w:rPr>
              <w:rFonts w:ascii="MS Gothic" w:eastAsia="MS Gothic" w:hAnsi="MS Gothic" w:cs="Arial" w:hint="eastAsia"/>
              <w:position w:val="-2"/>
              <w:sz w:val="24"/>
              <w:szCs w:val="24"/>
            </w:rPr>
            <w:t>☐</w:t>
          </w:r>
          <w:permEnd w:id="1384271718"/>
        </w:sdtContent>
      </w:sdt>
      <w:r w:rsidR="00110D0E" w:rsidRPr="00244D7C">
        <w:rPr>
          <w:rFonts w:ascii="Arial" w:hAnsi="Arial" w:cs="Arial"/>
        </w:rPr>
        <w:tab/>
      </w:r>
      <w:r w:rsidR="001C733C" w:rsidRPr="00244D7C">
        <w:rPr>
          <w:rFonts w:ascii="Arial" w:hAnsi="Arial" w:cs="Arial"/>
        </w:rPr>
        <w:t>Les membres du groupement</w:t>
      </w:r>
      <w:r w:rsidR="0021527A" w:rsidRPr="00244D7C">
        <w:rPr>
          <w:rFonts w:ascii="Arial" w:hAnsi="Arial" w:cs="Arial"/>
        </w:rPr>
        <w:t xml:space="preserve"> ont donné mandat</w:t>
      </w:r>
      <w:r w:rsidR="007F68A6" w:rsidRPr="00244D7C">
        <w:rPr>
          <w:rFonts w:ascii="Arial" w:hAnsi="Arial" w:cs="Arial"/>
        </w:rPr>
        <w:t xml:space="preserve"> au mandataire, qui signe le présent acte d’engagement</w:t>
      </w:r>
      <w:r w:rsidR="002904AF" w:rsidRPr="00244D7C">
        <w:rPr>
          <w:rFonts w:ascii="Arial" w:hAnsi="Arial" w:cs="Arial"/>
        </w:rPr>
        <w:t> :</w:t>
      </w:r>
    </w:p>
    <w:p w14:paraId="274A5020" w14:textId="77777777" w:rsidR="001C733C" w:rsidRPr="00244D7C" w:rsidRDefault="001C733C" w:rsidP="0057421C">
      <w:pPr>
        <w:keepNext/>
        <w:tabs>
          <w:tab w:val="left" w:pos="851"/>
        </w:tabs>
        <w:ind w:left="284"/>
        <w:rPr>
          <w:rFonts w:ascii="Arial" w:hAnsi="Arial" w:cs="Arial"/>
        </w:rPr>
      </w:pPr>
      <w:r w:rsidRPr="00244D7C">
        <w:rPr>
          <w:rFonts w:ascii="Arial" w:hAnsi="Arial" w:cs="Arial"/>
          <w:i/>
          <w:sz w:val="18"/>
          <w:szCs w:val="18"/>
        </w:rPr>
        <w:t xml:space="preserve">(Cocher la </w:t>
      </w:r>
      <w:r w:rsidR="002904AF" w:rsidRPr="00244D7C">
        <w:rPr>
          <w:rFonts w:ascii="Arial" w:hAnsi="Arial" w:cs="Arial"/>
          <w:i/>
          <w:sz w:val="18"/>
          <w:szCs w:val="18"/>
        </w:rPr>
        <w:t xml:space="preserve">ou les </w:t>
      </w:r>
      <w:r w:rsidRPr="00244D7C">
        <w:rPr>
          <w:rFonts w:ascii="Arial" w:hAnsi="Arial" w:cs="Arial"/>
          <w:i/>
          <w:sz w:val="18"/>
          <w:szCs w:val="18"/>
        </w:rPr>
        <w:t>case</w:t>
      </w:r>
      <w:r w:rsidR="002904AF" w:rsidRPr="00244D7C">
        <w:rPr>
          <w:rFonts w:ascii="Arial" w:hAnsi="Arial" w:cs="Arial"/>
          <w:i/>
          <w:sz w:val="18"/>
          <w:szCs w:val="18"/>
        </w:rPr>
        <w:t>s</w:t>
      </w:r>
      <w:r w:rsidRPr="00244D7C">
        <w:rPr>
          <w:rFonts w:ascii="Arial" w:hAnsi="Arial" w:cs="Arial"/>
          <w:i/>
          <w:sz w:val="18"/>
          <w:szCs w:val="18"/>
        </w:rPr>
        <w:t xml:space="preserve"> correspondante</w:t>
      </w:r>
      <w:r w:rsidR="002904AF" w:rsidRPr="00244D7C">
        <w:rPr>
          <w:rFonts w:ascii="Arial" w:hAnsi="Arial" w:cs="Arial"/>
          <w:i/>
          <w:sz w:val="18"/>
          <w:szCs w:val="18"/>
        </w:rPr>
        <w:t>s</w:t>
      </w:r>
      <w:r w:rsidRPr="00244D7C">
        <w:rPr>
          <w:rFonts w:ascii="Arial" w:hAnsi="Arial" w:cs="Arial"/>
          <w:i/>
          <w:sz w:val="18"/>
          <w:szCs w:val="18"/>
        </w:rPr>
        <w:t>.)</w:t>
      </w:r>
    </w:p>
    <w:p w14:paraId="68F0AC65" w14:textId="77777777" w:rsidR="002904AF" w:rsidRPr="00244D7C" w:rsidRDefault="00BC1E6D" w:rsidP="0057421C">
      <w:pPr>
        <w:keepNext/>
        <w:spacing w:before="160"/>
        <w:ind w:left="1191" w:hanging="340"/>
        <w:jc w:val="both"/>
        <w:rPr>
          <w:rFonts w:ascii="Arial" w:hAnsi="Arial" w:cs="Arial"/>
        </w:rPr>
      </w:pPr>
      <w:sdt>
        <w:sdtPr>
          <w:rPr>
            <w:rFonts w:ascii="Arial" w:hAnsi="Arial" w:cs="Arial"/>
            <w:position w:val="-2"/>
            <w:sz w:val="24"/>
            <w:szCs w:val="24"/>
          </w:rPr>
          <w:id w:val="2062976670"/>
          <w15:appearance w15:val="hidden"/>
          <w14:checkbox>
            <w14:checked w14:val="0"/>
            <w14:checkedState w14:val="2612" w14:font="MS Gothic"/>
            <w14:uncheckedState w14:val="2610" w14:font="MS Gothic"/>
          </w14:checkbox>
        </w:sdtPr>
        <w:sdtEndPr/>
        <w:sdtContent>
          <w:permStart w:id="248468679" w:edGrp="everyone"/>
          <w:r w:rsidR="0009308E">
            <w:rPr>
              <w:rFonts w:ascii="MS Gothic" w:eastAsia="MS Gothic" w:hAnsi="MS Gothic" w:cs="Arial" w:hint="eastAsia"/>
              <w:position w:val="-2"/>
              <w:sz w:val="24"/>
              <w:szCs w:val="24"/>
            </w:rPr>
            <w:t>☐</w:t>
          </w:r>
          <w:permEnd w:id="248468679"/>
        </w:sdtContent>
      </w:sdt>
      <w:r w:rsidR="001C733C" w:rsidRPr="00244D7C">
        <w:rPr>
          <w:rFonts w:ascii="Arial" w:hAnsi="Arial" w:cs="Arial"/>
        </w:rPr>
        <w:tab/>
      </w:r>
      <w:proofErr w:type="gramStart"/>
      <w:r w:rsidR="002904AF" w:rsidRPr="00244D7C">
        <w:rPr>
          <w:rFonts w:ascii="Arial" w:hAnsi="Arial" w:cs="Arial"/>
        </w:rPr>
        <w:t>pour</w:t>
      </w:r>
      <w:proofErr w:type="gramEnd"/>
      <w:r w:rsidR="002904AF" w:rsidRPr="00244D7C">
        <w:rPr>
          <w:rFonts w:ascii="Arial" w:hAnsi="Arial" w:cs="Arial"/>
        </w:rPr>
        <w:t xml:space="preserve"> signer le présent acte d’engagement en leur nom et pour leur compte</w:t>
      </w:r>
      <w:r w:rsidR="007F68A6" w:rsidRPr="00244D7C">
        <w:rPr>
          <w:rFonts w:ascii="Arial" w:hAnsi="Arial" w:cs="Arial"/>
        </w:rPr>
        <w:t xml:space="preserve">, </w:t>
      </w:r>
      <w:r w:rsidR="0021527A" w:rsidRPr="00244D7C">
        <w:rPr>
          <w:rFonts w:ascii="Arial" w:hAnsi="Arial" w:cs="Arial"/>
        </w:rPr>
        <w:t xml:space="preserve">pour les représenter vis-à-vis de l’acheteur </w:t>
      </w:r>
      <w:r w:rsidR="007F68A6" w:rsidRPr="00244D7C">
        <w:rPr>
          <w:rFonts w:ascii="Arial" w:hAnsi="Arial" w:cs="Arial"/>
        </w:rPr>
        <w:t>et pour coordonner l’ensemble des prestations</w:t>
      </w:r>
      <w:r w:rsidR="00983FF3" w:rsidRPr="00244D7C">
        <w:rPr>
          <w:rFonts w:ascii="Arial" w:hAnsi="Arial" w:cs="Arial"/>
        </w:rPr>
        <w:t> ;</w:t>
      </w:r>
    </w:p>
    <w:p w14:paraId="7412978C" w14:textId="77777777" w:rsidR="002904AF" w:rsidRPr="00244D7C" w:rsidRDefault="00781C45" w:rsidP="00486BDA">
      <w:pPr>
        <w:ind w:left="1191"/>
        <w:jc w:val="both"/>
        <w:rPr>
          <w:rFonts w:ascii="Arial" w:hAnsi="Arial" w:cs="Arial"/>
        </w:rPr>
      </w:pPr>
      <w:r w:rsidRPr="00244D7C">
        <w:rPr>
          <w:rFonts w:ascii="Arial" w:hAnsi="Arial" w:cs="Arial"/>
          <w:i/>
          <w:sz w:val="18"/>
          <w:szCs w:val="18"/>
        </w:rPr>
        <w:t>(</w:t>
      </w:r>
      <w:proofErr w:type="gramStart"/>
      <w:r w:rsidRPr="00244D7C">
        <w:rPr>
          <w:rFonts w:ascii="Arial" w:hAnsi="Arial" w:cs="Arial"/>
          <w:i/>
          <w:sz w:val="18"/>
          <w:szCs w:val="18"/>
        </w:rPr>
        <w:t>joindre</w:t>
      </w:r>
      <w:proofErr w:type="gramEnd"/>
      <w:r w:rsidRPr="00244D7C">
        <w:rPr>
          <w:rFonts w:ascii="Arial" w:hAnsi="Arial" w:cs="Arial"/>
          <w:i/>
          <w:sz w:val="18"/>
          <w:szCs w:val="18"/>
        </w:rPr>
        <w:t xml:space="preserve"> les pouvoirs en annexe du présent document)</w:t>
      </w:r>
    </w:p>
    <w:p w14:paraId="084CD58A" w14:textId="77777777" w:rsidR="002904AF" w:rsidRPr="00244D7C" w:rsidRDefault="00BC1E6D" w:rsidP="00907EDC">
      <w:pPr>
        <w:keepNext/>
        <w:tabs>
          <w:tab w:val="left" w:pos="851"/>
        </w:tabs>
        <w:spacing w:before="160"/>
        <w:ind w:left="1191" w:hanging="340"/>
        <w:jc w:val="both"/>
        <w:rPr>
          <w:rFonts w:ascii="Arial" w:hAnsi="Arial" w:cs="Arial"/>
          <w:iCs/>
        </w:rPr>
      </w:pPr>
      <w:sdt>
        <w:sdtPr>
          <w:rPr>
            <w:rFonts w:ascii="Arial" w:hAnsi="Arial" w:cs="Arial"/>
            <w:position w:val="-2"/>
            <w:sz w:val="24"/>
            <w:szCs w:val="24"/>
          </w:rPr>
          <w:id w:val="-1943909381"/>
          <w15:appearance w15:val="hidden"/>
          <w14:checkbox>
            <w14:checked w14:val="0"/>
            <w14:checkedState w14:val="2612" w14:font="MS Gothic"/>
            <w14:uncheckedState w14:val="2610" w14:font="MS Gothic"/>
          </w14:checkbox>
        </w:sdtPr>
        <w:sdtEndPr/>
        <w:sdtContent>
          <w:permStart w:id="984888317" w:edGrp="everyone"/>
          <w:r w:rsidR="0009308E">
            <w:rPr>
              <w:rFonts w:ascii="MS Gothic" w:eastAsia="MS Gothic" w:hAnsi="MS Gothic" w:cs="Arial" w:hint="eastAsia"/>
              <w:position w:val="-2"/>
              <w:sz w:val="24"/>
              <w:szCs w:val="24"/>
            </w:rPr>
            <w:t>☐</w:t>
          </w:r>
          <w:permEnd w:id="984888317"/>
        </w:sdtContent>
      </w:sdt>
      <w:r w:rsidR="002904AF" w:rsidRPr="00244D7C">
        <w:rPr>
          <w:rFonts w:ascii="Arial" w:hAnsi="Arial" w:cs="Arial"/>
        </w:rPr>
        <w:tab/>
      </w:r>
      <w:proofErr w:type="gramStart"/>
      <w:r w:rsidR="002904AF" w:rsidRPr="00244D7C">
        <w:rPr>
          <w:rFonts w:ascii="Arial" w:hAnsi="Arial" w:cs="Arial"/>
        </w:rPr>
        <w:t>pour</w:t>
      </w:r>
      <w:proofErr w:type="gramEnd"/>
      <w:r w:rsidR="002904AF" w:rsidRPr="00244D7C">
        <w:rPr>
          <w:rFonts w:ascii="Arial" w:hAnsi="Arial" w:cs="Arial"/>
        </w:rPr>
        <w:t xml:space="preserve"> signer, en leur nom et pour leur compte, les modifications ultérieures </w:t>
      </w:r>
      <w:r w:rsidR="00C1276F">
        <w:rPr>
          <w:rFonts w:ascii="Arial" w:hAnsi="Arial" w:cs="Arial"/>
        </w:rPr>
        <w:t>du marché public</w:t>
      </w:r>
      <w:r w:rsidR="002904AF" w:rsidRPr="00244D7C">
        <w:rPr>
          <w:rFonts w:ascii="Arial" w:hAnsi="Arial" w:cs="Arial"/>
        </w:rPr>
        <w:t> ;</w:t>
      </w:r>
    </w:p>
    <w:p w14:paraId="06A8D665" w14:textId="77777777" w:rsidR="00BE6078" w:rsidRPr="00244D7C" w:rsidRDefault="00BE6078" w:rsidP="00486BDA">
      <w:pPr>
        <w:ind w:left="1191"/>
        <w:jc w:val="both"/>
        <w:rPr>
          <w:rFonts w:ascii="Arial" w:hAnsi="Arial" w:cs="Arial"/>
        </w:rPr>
      </w:pPr>
      <w:r w:rsidRPr="00244D7C">
        <w:rPr>
          <w:rFonts w:ascii="Arial" w:hAnsi="Arial" w:cs="Arial"/>
          <w:i/>
          <w:sz w:val="18"/>
          <w:szCs w:val="18"/>
        </w:rPr>
        <w:t>(</w:t>
      </w:r>
      <w:proofErr w:type="gramStart"/>
      <w:r w:rsidRPr="00244D7C">
        <w:rPr>
          <w:rFonts w:ascii="Arial" w:hAnsi="Arial" w:cs="Arial"/>
          <w:i/>
          <w:sz w:val="18"/>
          <w:szCs w:val="18"/>
        </w:rPr>
        <w:t>joindre</w:t>
      </w:r>
      <w:proofErr w:type="gramEnd"/>
      <w:r w:rsidRPr="00244D7C">
        <w:rPr>
          <w:rFonts w:ascii="Arial" w:hAnsi="Arial" w:cs="Arial"/>
          <w:i/>
          <w:sz w:val="18"/>
          <w:szCs w:val="18"/>
        </w:rPr>
        <w:t xml:space="preserve"> les pouvoirs en annexe du présent document)</w:t>
      </w:r>
    </w:p>
    <w:permStart w:id="42999909" w:edGrp="everyone"/>
    <w:p w14:paraId="16358A34" w14:textId="77777777" w:rsidR="002904AF" w:rsidRPr="00244D7C" w:rsidRDefault="00BC1E6D" w:rsidP="00907EDC">
      <w:pPr>
        <w:spacing w:before="160"/>
        <w:ind w:left="1191" w:hanging="340"/>
        <w:jc w:val="both"/>
        <w:rPr>
          <w:rFonts w:ascii="Arial" w:hAnsi="Arial" w:cs="Arial"/>
        </w:rPr>
      </w:pPr>
      <w:sdt>
        <w:sdtPr>
          <w:rPr>
            <w:rFonts w:ascii="Arial" w:hAnsi="Arial" w:cs="Arial"/>
            <w:position w:val="-2"/>
            <w:sz w:val="24"/>
            <w:szCs w:val="24"/>
          </w:rPr>
          <w:id w:val="873890398"/>
          <w15:appearance w15:val="hidden"/>
          <w14:checkbox>
            <w14:checked w14:val="0"/>
            <w14:checkedState w14:val="2612" w14:font="MS Gothic"/>
            <w14:uncheckedState w14:val="2610" w14:font="MS Gothic"/>
          </w14:checkbox>
        </w:sdtPr>
        <w:sdtEndPr/>
        <w:sdtContent>
          <w:r w:rsidR="0009308E">
            <w:rPr>
              <w:rFonts w:ascii="MS Gothic" w:eastAsia="MS Gothic" w:hAnsi="MS Gothic" w:cs="Arial" w:hint="eastAsia"/>
              <w:position w:val="-2"/>
              <w:sz w:val="24"/>
              <w:szCs w:val="24"/>
            </w:rPr>
            <w:t>☐</w:t>
          </w:r>
          <w:permEnd w:id="42999909"/>
        </w:sdtContent>
      </w:sdt>
      <w:r w:rsidR="002904AF" w:rsidRPr="00244D7C">
        <w:rPr>
          <w:rFonts w:ascii="Arial" w:hAnsi="Arial" w:cs="Arial"/>
        </w:rPr>
        <w:tab/>
      </w:r>
      <w:proofErr w:type="gramStart"/>
      <w:r w:rsidR="002904AF" w:rsidRPr="00244D7C">
        <w:rPr>
          <w:rFonts w:ascii="Arial" w:hAnsi="Arial" w:cs="Arial"/>
        </w:rPr>
        <w:t>ont</w:t>
      </w:r>
      <w:proofErr w:type="gramEnd"/>
      <w:r w:rsidR="002904AF" w:rsidRPr="00244D7C">
        <w:rPr>
          <w:rFonts w:ascii="Arial" w:hAnsi="Arial" w:cs="Arial"/>
        </w:rPr>
        <w:t xml:space="preserve"> donné mandat au mandataire dans les conditions définies par les pouvoirs joints en annexe.</w:t>
      </w:r>
    </w:p>
    <w:p w14:paraId="1F03B87F" w14:textId="77777777" w:rsidR="00036500" w:rsidRPr="00244D7C" w:rsidRDefault="00BC1E6D" w:rsidP="006F63FE">
      <w:pPr>
        <w:keepNext/>
        <w:tabs>
          <w:tab w:val="left" w:pos="284"/>
        </w:tabs>
        <w:spacing w:before="280"/>
        <w:rPr>
          <w:rFonts w:ascii="Arial" w:hAnsi="Arial" w:cs="Arial"/>
          <w:i/>
          <w:sz w:val="18"/>
          <w:szCs w:val="18"/>
        </w:rPr>
      </w:pPr>
      <w:sdt>
        <w:sdtPr>
          <w:rPr>
            <w:rFonts w:ascii="Arial" w:hAnsi="Arial" w:cs="Arial"/>
            <w:position w:val="-2"/>
            <w:sz w:val="24"/>
            <w:szCs w:val="24"/>
          </w:rPr>
          <w:id w:val="-841705137"/>
          <w15:appearance w15:val="hidden"/>
          <w14:checkbox>
            <w14:checked w14:val="0"/>
            <w14:checkedState w14:val="2612" w14:font="MS Gothic"/>
            <w14:uncheckedState w14:val="2610" w14:font="MS Gothic"/>
          </w14:checkbox>
        </w:sdtPr>
        <w:sdtEndPr/>
        <w:sdtContent>
          <w:permStart w:id="868745700" w:edGrp="everyone"/>
          <w:r w:rsidR="0009308E">
            <w:rPr>
              <w:rFonts w:ascii="MS Gothic" w:eastAsia="MS Gothic" w:hAnsi="MS Gothic" w:cs="Arial" w:hint="eastAsia"/>
              <w:position w:val="-2"/>
              <w:sz w:val="24"/>
              <w:szCs w:val="24"/>
            </w:rPr>
            <w:t>☐</w:t>
          </w:r>
          <w:permEnd w:id="868745700"/>
        </w:sdtContent>
      </w:sdt>
      <w:r w:rsidR="00591BD7" w:rsidRPr="00244D7C">
        <w:rPr>
          <w:rFonts w:ascii="Arial" w:hAnsi="Arial" w:cs="Arial"/>
        </w:rPr>
        <w:tab/>
      </w:r>
      <w:r w:rsidR="0021527A" w:rsidRPr="00244D7C">
        <w:rPr>
          <w:rFonts w:ascii="Arial" w:hAnsi="Arial" w:cs="Arial"/>
        </w:rPr>
        <w:t>L</w:t>
      </w:r>
      <w:r w:rsidR="00036500" w:rsidRPr="00244D7C">
        <w:rPr>
          <w:rFonts w:ascii="Arial" w:hAnsi="Arial" w:cs="Arial"/>
        </w:rPr>
        <w:t>es membres du groupement</w:t>
      </w:r>
      <w:r w:rsidR="00332B12" w:rsidRPr="00244D7C">
        <w:rPr>
          <w:rFonts w:ascii="Arial" w:hAnsi="Arial" w:cs="Arial"/>
        </w:rPr>
        <w:t>, qui signent le présent acte d’engagement</w:t>
      </w:r>
      <w:r w:rsidR="00036500" w:rsidRPr="00244D7C">
        <w:rPr>
          <w:rFonts w:ascii="Arial" w:hAnsi="Arial" w:cs="Arial"/>
        </w:rPr>
        <w:t> :</w:t>
      </w:r>
    </w:p>
    <w:p w14:paraId="6CC99E2D" w14:textId="77777777" w:rsidR="00036500" w:rsidRPr="00244D7C" w:rsidRDefault="00036500" w:rsidP="006F63FE">
      <w:pPr>
        <w:keepNext/>
        <w:tabs>
          <w:tab w:val="left" w:pos="851"/>
        </w:tabs>
        <w:ind w:left="284"/>
        <w:rPr>
          <w:rFonts w:ascii="Arial" w:hAnsi="Arial" w:cs="Arial"/>
        </w:rPr>
      </w:pPr>
      <w:r w:rsidRPr="00244D7C">
        <w:rPr>
          <w:rFonts w:ascii="Arial" w:hAnsi="Arial" w:cs="Arial"/>
          <w:i/>
          <w:sz w:val="18"/>
          <w:szCs w:val="18"/>
        </w:rPr>
        <w:t>(Cocher la case correspondante.)</w:t>
      </w:r>
    </w:p>
    <w:p w14:paraId="0DC60D7A" w14:textId="77777777" w:rsidR="00AE7831" w:rsidRPr="00244D7C" w:rsidRDefault="00BC1E6D" w:rsidP="00585F04">
      <w:pPr>
        <w:spacing w:before="160"/>
        <w:ind w:left="1191" w:hanging="340"/>
        <w:jc w:val="both"/>
        <w:rPr>
          <w:rFonts w:ascii="Arial" w:hAnsi="Arial" w:cs="Arial"/>
        </w:rPr>
      </w:pPr>
      <w:sdt>
        <w:sdtPr>
          <w:rPr>
            <w:rFonts w:ascii="Arial" w:hAnsi="Arial" w:cs="Arial"/>
            <w:position w:val="-2"/>
            <w:sz w:val="24"/>
            <w:szCs w:val="24"/>
          </w:rPr>
          <w:id w:val="-524489493"/>
          <w15:appearance w15:val="hidden"/>
          <w14:checkbox>
            <w14:checked w14:val="0"/>
            <w14:checkedState w14:val="2612" w14:font="MS Gothic"/>
            <w14:uncheckedState w14:val="2610" w14:font="MS Gothic"/>
          </w14:checkbox>
        </w:sdtPr>
        <w:sdtEndPr/>
        <w:sdtContent>
          <w:permStart w:id="934042257" w:edGrp="everyone"/>
          <w:r w:rsidR="0009308E">
            <w:rPr>
              <w:rFonts w:ascii="MS Gothic" w:eastAsia="MS Gothic" w:hAnsi="MS Gothic" w:cs="Arial" w:hint="eastAsia"/>
              <w:position w:val="-2"/>
              <w:sz w:val="24"/>
              <w:szCs w:val="24"/>
            </w:rPr>
            <w:t>☐</w:t>
          </w:r>
          <w:permEnd w:id="934042257"/>
        </w:sdtContent>
      </w:sdt>
      <w:r w:rsidR="00AE7831" w:rsidRPr="00244D7C">
        <w:rPr>
          <w:rFonts w:ascii="Arial" w:hAnsi="Arial" w:cs="Arial"/>
        </w:rPr>
        <w:tab/>
      </w:r>
      <w:proofErr w:type="gramStart"/>
      <w:r w:rsidR="00AE7831" w:rsidRPr="00244D7C">
        <w:rPr>
          <w:rFonts w:ascii="Arial" w:hAnsi="Arial" w:cs="Arial"/>
        </w:rPr>
        <w:t>donnent</w:t>
      </w:r>
      <w:proofErr w:type="gramEnd"/>
      <w:r w:rsidR="00AE7831" w:rsidRPr="00244D7C">
        <w:rPr>
          <w:rFonts w:ascii="Arial" w:hAnsi="Arial" w:cs="Arial"/>
        </w:rPr>
        <w:t xml:space="preserve"> mandat au mandataire, qui l’accepte, pour les représenter vis-à-vis de l’acheteur et pour coordonner l’ensemble des prestations ;</w:t>
      </w:r>
    </w:p>
    <w:p w14:paraId="01FFAECE" w14:textId="77777777" w:rsidR="00036500" w:rsidRPr="00244D7C" w:rsidRDefault="00BC1E6D" w:rsidP="00585F04">
      <w:pPr>
        <w:spacing w:before="160"/>
        <w:ind w:left="1191" w:hanging="340"/>
        <w:jc w:val="both"/>
        <w:rPr>
          <w:rFonts w:ascii="Arial" w:hAnsi="Arial" w:cs="Arial"/>
          <w:iCs/>
        </w:rPr>
      </w:pPr>
      <w:sdt>
        <w:sdtPr>
          <w:rPr>
            <w:rFonts w:ascii="Arial" w:hAnsi="Arial" w:cs="Arial"/>
            <w:position w:val="-2"/>
            <w:sz w:val="24"/>
            <w:szCs w:val="24"/>
          </w:rPr>
          <w:id w:val="1513036912"/>
          <w15:appearance w15:val="hidden"/>
          <w14:checkbox>
            <w14:checked w14:val="0"/>
            <w14:checkedState w14:val="2612" w14:font="MS Gothic"/>
            <w14:uncheckedState w14:val="2610" w14:font="MS Gothic"/>
          </w14:checkbox>
        </w:sdtPr>
        <w:sdtEndPr/>
        <w:sdtContent>
          <w:permStart w:id="164958912" w:edGrp="everyone"/>
          <w:r w:rsidR="0009308E">
            <w:rPr>
              <w:rFonts w:ascii="MS Gothic" w:eastAsia="MS Gothic" w:hAnsi="MS Gothic" w:cs="Arial" w:hint="eastAsia"/>
              <w:position w:val="-2"/>
              <w:sz w:val="24"/>
              <w:szCs w:val="24"/>
            </w:rPr>
            <w:t>☐</w:t>
          </w:r>
          <w:permEnd w:id="164958912"/>
        </w:sdtContent>
      </w:sdt>
      <w:r w:rsidR="00036500" w:rsidRPr="00244D7C">
        <w:rPr>
          <w:rFonts w:ascii="Arial" w:hAnsi="Arial" w:cs="Arial"/>
        </w:rPr>
        <w:tab/>
      </w:r>
      <w:proofErr w:type="gramStart"/>
      <w:r w:rsidR="00036500" w:rsidRPr="00244D7C">
        <w:rPr>
          <w:rFonts w:ascii="Arial" w:hAnsi="Arial" w:cs="Arial"/>
        </w:rPr>
        <w:t>donnent</w:t>
      </w:r>
      <w:proofErr w:type="gramEnd"/>
      <w:r w:rsidR="00036500" w:rsidRPr="00244D7C">
        <w:rPr>
          <w:rFonts w:ascii="Arial" w:hAnsi="Arial" w:cs="Arial"/>
        </w:rPr>
        <w:t xml:space="preserve"> mandat au mandataire, qui l’accepte, pour signer, en leur nom et pour leur compte, </w:t>
      </w:r>
      <w:r w:rsidR="004A7169" w:rsidRPr="00244D7C">
        <w:rPr>
          <w:rFonts w:ascii="Arial" w:hAnsi="Arial" w:cs="Arial"/>
        </w:rPr>
        <w:t>les</w:t>
      </w:r>
      <w:r w:rsidR="00036500" w:rsidRPr="00244D7C">
        <w:rPr>
          <w:rFonts w:ascii="Arial" w:hAnsi="Arial" w:cs="Arial"/>
        </w:rPr>
        <w:t xml:space="preserve"> modifications ultérieures </w:t>
      </w:r>
      <w:r w:rsidR="00C1276F">
        <w:rPr>
          <w:rFonts w:ascii="Arial" w:hAnsi="Arial" w:cs="Arial"/>
        </w:rPr>
        <w:t>du marché public</w:t>
      </w:r>
      <w:r w:rsidR="00036500" w:rsidRPr="00244D7C">
        <w:rPr>
          <w:rFonts w:ascii="Arial" w:hAnsi="Arial" w:cs="Arial"/>
        </w:rPr>
        <w:t> ;</w:t>
      </w:r>
    </w:p>
    <w:p w14:paraId="48E1D221" w14:textId="77777777" w:rsidR="00036500" w:rsidRPr="00244D7C" w:rsidRDefault="00BC1E6D" w:rsidP="00585F04">
      <w:pPr>
        <w:keepNext/>
        <w:tabs>
          <w:tab w:val="left" w:pos="851"/>
        </w:tabs>
        <w:spacing w:before="160"/>
        <w:ind w:left="1191" w:hanging="340"/>
        <w:rPr>
          <w:rFonts w:ascii="Arial" w:hAnsi="Arial" w:cs="Arial"/>
          <w:i/>
          <w:sz w:val="18"/>
          <w:szCs w:val="18"/>
        </w:rPr>
      </w:pPr>
      <w:sdt>
        <w:sdtPr>
          <w:rPr>
            <w:rFonts w:ascii="Arial" w:hAnsi="Arial" w:cs="Arial"/>
            <w:position w:val="-2"/>
            <w:sz w:val="24"/>
            <w:szCs w:val="24"/>
          </w:rPr>
          <w:id w:val="1173691741"/>
          <w15:appearance w15:val="hidden"/>
          <w14:checkbox>
            <w14:checked w14:val="0"/>
            <w14:checkedState w14:val="2612" w14:font="MS Gothic"/>
            <w14:uncheckedState w14:val="2610" w14:font="MS Gothic"/>
          </w14:checkbox>
        </w:sdtPr>
        <w:sdtEndPr/>
        <w:sdtContent>
          <w:permStart w:id="1071585242" w:edGrp="everyone"/>
          <w:r w:rsidR="0009308E">
            <w:rPr>
              <w:rFonts w:ascii="MS Gothic" w:eastAsia="MS Gothic" w:hAnsi="MS Gothic" w:cs="Arial" w:hint="eastAsia"/>
              <w:position w:val="-2"/>
              <w:sz w:val="24"/>
              <w:szCs w:val="24"/>
            </w:rPr>
            <w:t>☐</w:t>
          </w:r>
          <w:permEnd w:id="1071585242"/>
        </w:sdtContent>
      </w:sdt>
      <w:r w:rsidR="00036500" w:rsidRPr="00244D7C">
        <w:rPr>
          <w:rFonts w:ascii="Arial" w:hAnsi="Arial" w:cs="Arial"/>
        </w:rPr>
        <w:tab/>
      </w:r>
      <w:proofErr w:type="gramStart"/>
      <w:r w:rsidR="00036500" w:rsidRPr="00244D7C">
        <w:rPr>
          <w:rFonts w:ascii="Arial" w:hAnsi="Arial" w:cs="Arial"/>
        </w:rPr>
        <w:t>donnent</w:t>
      </w:r>
      <w:proofErr w:type="gramEnd"/>
      <w:r w:rsidR="00036500" w:rsidRPr="00244D7C">
        <w:rPr>
          <w:rFonts w:ascii="Arial" w:hAnsi="Arial" w:cs="Arial"/>
        </w:rPr>
        <w:t xml:space="preserve"> mandat au mandataire dans les conditions définies ci-dessous</w:t>
      </w:r>
      <w:r w:rsidR="00844DAA" w:rsidRPr="00244D7C">
        <w:rPr>
          <w:rFonts w:ascii="Arial" w:hAnsi="Arial" w:cs="Arial"/>
        </w:rPr>
        <w:t> :</w:t>
      </w:r>
    </w:p>
    <w:p w14:paraId="1A4705CC" w14:textId="77777777" w:rsidR="00036500" w:rsidRPr="00244D7C" w:rsidRDefault="00036500" w:rsidP="00121578">
      <w:pPr>
        <w:keepNext/>
        <w:spacing w:after="120"/>
        <w:ind w:left="1191"/>
        <w:rPr>
          <w:rFonts w:ascii="Arial" w:hAnsi="Arial" w:cs="Arial"/>
        </w:rPr>
      </w:pPr>
      <w:r w:rsidRPr="00244D7C">
        <w:rPr>
          <w:rFonts w:ascii="Arial" w:hAnsi="Arial" w:cs="Arial"/>
          <w:i/>
          <w:sz w:val="18"/>
          <w:szCs w:val="18"/>
        </w:rPr>
        <w:t>(Donner des précisions sur l’étendue du mandat.)</w:t>
      </w:r>
    </w:p>
    <w:p w14:paraId="31B62A5E" w14:textId="77777777" w:rsidR="009B1CD0" w:rsidRPr="00244D7C" w:rsidRDefault="00591BD7" w:rsidP="006C3612">
      <w:pPr>
        <w:tabs>
          <w:tab w:val="left" w:leader="dot" w:pos="9639"/>
        </w:tabs>
        <w:spacing w:before="40"/>
        <w:ind w:left="1191"/>
        <w:rPr>
          <w:rFonts w:ascii="Arial" w:hAnsi="Arial" w:cs="Arial"/>
        </w:rPr>
      </w:pPr>
      <w:permStart w:id="209289171" w:edGrp="everyone"/>
      <w:r w:rsidRPr="00244D7C">
        <w:rPr>
          <w:rFonts w:ascii="Arial" w:hAnsi="Arial" w:cs="Arial"/>
        </w:rPr>
        <w:tab/>
      </w:r>
      <w:permEnd w:id="209289171"/>
    </w:p>
    <w:p w14:paraId="7CB13292" w14:textId="77777777" w:rsidR="009B1CD0" w:rsidRPr="00940467" w:rsidRDefault="009B1CD0" w:rsidP="00532A9A">
      <w:pPr>
        <w:keepNext/>
        <w:tabs>
          <w:tab w:val="left" w:pos="851"/>
        </w:tabs>
        <w:spacing w:before="160"/>
        <w:rPr>
          <w:rFonts w:ascii="Arial" w:hAnsi="Arial" w:cs="Arial"/>
          <w:sz w:val="14"/>
          <w:szCs w:val="14"/>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244D7C" w14:paraId="61A5E9D5" w14:textId="77777777" w:rsidTr="006C3612">
        <w:trPr>
          <w:trHeight w:val="567"/>
        </w:trPr>
        <w:tc>
          <w:tcPr>
            <w:tcW w:w="4644" w:type="dxa"/>
            <w:tcBorders>
              <w:top w:val="single" w:sz="4" w:space="0" w:color="000000"/>
              <w:left w:val="single" w:sz="4" w:space="0" w:color="000000"/>
              <w:bottom w:val="single" w:sz="4" w:space="0" w:color="000000"/>
            </w:tcBorders>
            <w:vAlign w:val="center"/>
          </w:tcPr>
          <w:p w14:paraId="34EE052C"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Nom, prénom et qualité</w:t>
            </w:r>
          </w:p>
          <w:p w14:paraId="2A4945D2" w14:textId="77777777" w:rsidR="00332B12" w:rsidRPr="00244D7C" w:rsidRDefault="00332B12" w:rsidP="00F6100B">
            <w:pPr>
              <w:keepNext/>
              <w:tabs>
                <w:tab w:val="left" w:pos="851"/>
              </w:tabs>
              <w:jc w:val="center"/>
              <w:rPr>
                <w:rFonts w:ascii="Arial" w:hAnsi="Arial" w:cs="Arial"/>
                <w:b/>
                <w:bCs/>
              </w:rPr>
            </w:pPr>
            <w:proofErr w:type="gramStart"/>
            <w:r w:rsidRPr="00244D7C">
              <w:rPr>
                <w:rFonts w:ascii="Arial" w:hAnsi="Arial" w:cs="Arial"/>
                <w:b/>
                <w:bCs/>
              </w:rPr>
              <w:t>du</w:t>
            </w:r>
            <w:proofErr w:type="gramEnd"/>
            <w:r w:rsidRPr="00244D7C">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58086526"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51D572B"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Signature</w:t>
            </w:r>
          </w:p>
        </w:tc>
      </w:tr>
      <w:tr w:rsidR="006C3612" w:rsidRPr="00244D7C" w14:paraId="6D5EBB09" w14:textId="77777777" w:rsidTr="00085286">
        <w:trPr>
          <w:trHeight w:val="964"/>
        </w:trPr>
        <w:tc>
          <w:tcPr>
            <w:tcW w:w="4644" w:type="dxa"/>
            <w:tcBorders>
              <w:top w:val="single" w:sz="4" w:space="0" w:color="000000"/>
              <w:left w:val="single" w:sz="4" w:space="0" w:color="000000"/>
            </w:tcBorders>
            <w:shd w:val="clear" w:color="auto" w:fill="DAEEF3" w:themeFill="accent5" w:themeFillTint="33"/>
          </w:tcPr>
          <w:p w14:paraId="350868B8" w14:textId="77777777" w:rsidR="006C3612" w:rsidRPr="00244D7C" w:rsidRDefault="006C3612" w:rsidP="006C3612">
            <w:pPr>
              <w:tabs>
                <w:tab w:val="left" w:leader="dot" w:pos="4251"/>
              </w:tabs>
              <w:snapToGrid w:val="0"/>
              <w:spacing w:before="120"/>
              <w:jc w:val="both"/>
              <w:rPr>
                <w:rFonts w:ascii="Arial" w:hAnsi="Arial" w:cs="Arial"/>
                <w:b/>
                <w:bCs/>
              </w:rPr>
            </w:pPr>
            <w:permStart w:id="1148611983" w:edGrp="everyone"/>
            <w:r>
              <w:rPr>
                <w:rFonts w:ascii="Arial" w:hAnsi="Arial" w:cs="Arial"/>
                <w:b/>
                <w:bCs/>
              </w:rPr>
              <w:tab/>
            </w:r>
            <w:permEnd w:id="1148611983"/>
          </w:p>
        </w:tc>
        <w:tc>
          <w:tcPr>
            <w:tcW w:w="2694" w:type="dxa"/>
            <w:tcBorders>
              <w:top w:val="single" w:sz="4" w:space="0" w:color="000000"/>
              <w:left w:val="single" w:sz="4" w:space="0" w:color="000000"/>
            </w:tcBorders>
            <w:shd w:val="clear" w:color="auto" w:fill="DAEEF3" w:themeFill="accent5" w:themeFillTint="33"/>
          </w:tcPr>
          <w:p w14:paraId="1EA63A9B" w14:textId="77777777" w:rsidR="006C3612" w:rsidRDefault="006C3612" w:rsidP="006C3612">
            <w:pPr>
              <w:tabs>
                <w:tab w:val="left" w:leader="dot" w:pos="2325"/>
              </w:tabs>
              <w:snapToGrid w:val="0"/>
              <w:spacing w:before="120"/>
              <w:jc w:val="both"/>
              <w:rPr>
                <w:rFonts w:ascii="Arial" w:hAnsi="Arial" w:cs="Arial"/>
                <w:bCs/>
              </w:rPr>
            </w:pPr>
            <w:permStart w:id="1735010782" w:edGrp="everyone"/>
            <w:r w:rsidRPr="0099750F">
              <w:rPr>
                <w:rFonts w:ascii="Arial" w:hAnsi="Arial" w:cs="Arial"/>
                <w:bCs/>
              </w:rPr>
              <w:tab/>
            </w:r>
            <w:permEnd w:id="1735010782"/>
          </w:p>
          <w:p w14:paraId="6A230507" w14:textId="77777777" w:rsidR="006C3612" w:rsidRPr="0099750F" w:rsidRDefault="006C3612" w:rsidP="006C3612">
            <w:pPr>
              <w:tabs>
                <w:tab w:val="left" w:leader="dot" w:pos="2325"/>
              </w:tabs>
              <w:snapToGrid w:val="0"/>
              <w:spacing w:before="80"/>
              <w:jc w:val="both"/>
              <w:rPr>
                <w:rFonts w:ascii="Arial" w:hAnsi="Arial" w:cs="Arial"/>
                <w:bCs/>
              </w:rPr>
            </w:pPr>
            <w:permStart w:id="609754471" w:edGrp="everyone"/>
            <w:r>
              <w:rPr>
                <w:rFonts w:ascii="Arial" w:hAnsi="Arial" w:cs="Arial"/>
                <w:bCs/>
              </w:rPr>
              <w:tab/>
            </w:r>
            <w:permEnd w:id="609754471"/>
          </w:p>
        </w:tc>
        <w:tc>
          <w:tcPr>
            <w:tcW w:w="3056" w:type="dxa"/>
            <w:tcBorders>
              <w:top w:val="single" w:sz="4" w:space="0" w:color="000000"/>
              <w:left w:val="single" w:sz="4" w:space="0" w:color="000000"/>
              <w:right w:val="single" w:sz="4" w:space="0" w:color="000000"/>
            </w:tcBorders>
            <w:shd w:val="clear" w:color="auto" w:fill="DAEEF3" w:themeFill="accent5" w:themeFillTint="33"/>
          </w:tcPr>
          <w:p w14:paraId="5C84CAA3" w14:textId="77777777" w:rsidR="006C3612" w:rsidRPr="00244D7C" w:rsidRDefault="006C3612" w:rsidP="006C3612">
            <w:pPr>
              <w:tabs>
                <w:tab w:val="left" w:pos="851"/>
              </w:tabs>
              <w:snapToGrid w:val="0"/>
              <w:spacing w:before="80"/>
              <w:rPr>
                <w:rFonts w:ascii="Arial" w:hAnsi="Arial" w:cs="Arial"/>
                <w:b/>
                <w:bCs/>
              </w:rPr>
            </w:pPr>
          </w:p>
        </w:tc>
      </w:tr>
      <w:tr w:rsidR="006C3612" w:rsidRPr="00244D7C" w14:paraId="7E2018EA" w14:textId="77777777" w:rsidTr="00085286">
        <w:trPr>
          <w:trHeight w:val="964"/>
        </w:trPr>
        <w:tc>
          <w:tcPr>
            <w:tcW w:w="4644" w:type="dxa"/>
            <w:tcBorders>
              <w:left w:val="single" w:sz="4" w:space="0" w:color="000000"/>
            </w:tcBorders>
          </w:tcPr>
          <w:p w14:paraId="663A30B8" w14:textId="77777777" w:rsidR="006C3612" w:rsidRPr="00244D7C" w:rsidRDefault="006C3612" w:rsidP="006C3612">
            <w:pPr>
              <w:tabs>
                <w:tab w:val="left" w:leader="dot" w:pos="4251"/>
              </w:tabs>
              <w:snapToGrid w:val="0"/>
              <w:spacing w:before="120"/>
              <w:jc w:val="both"/>
              <w:rPr>
                <w:rFonts w:ascii="Arial" w:hAnsi="Arial" w:cs="Arial"/>
                <w:b/>
                <w:bCs/>
              </w:rPr>
            </w:pPr>
            <w:permStart w:id="2130214706" w:edGrp="everyone"/>
            <w:r>
              <w:rPr>
                <w:rFonts w:ascii="Arial" w:hAnsi="Arial" w:cs="Arial"/>
                <w:b/>
                <w:bCs/>
              </w:rPr>
              <w:tab/>
            </w:r>
            <w:permEnd w:id="2130214706"/>
          </w:p>
        </w:tc>
        <w:tc>
          <w:tcPr>
            <w:tcW w:w="2694" w:type="dxa"/>
            <w:tcBorders>
              <w:left w:val="single" w:sz="4" w:space="0" w:color="000000"/>
            </w:tcBorders>
          </w:tcPr>
          <w:p w14:paraId="616BE4C6" w14:textId="77777777" w:rsidR="006C3612" w:rsidRDefault="006C3612" w:rsidP="006C3612">
            <w:pPr>
              <w:tabs>
                <w:tab w:val="left" w:leader="dot" w:pos="2325"/>
              </w:tabs>
              <w:snapToGrid w:val="0"/>
              <w:spacing w:before="120"/>
              <w:jc w:val="both"/>
              <w:rPr>
                <w:rFonts w:ascii="Arial" w:hAnsi="Arial" w:cs="Arial"/>
                <w:bCs/>
              </w:rPr>
            </w:pPr>
            <w:permStart w:id="676808699" w:edGrp="everyone"/>
            <w:r w:rsidRPr="0099750F">
              <w:rPr>
                <w:rFonts w:ascii="Arial" w:hAnsi="Arial" w:cs="Arial"/>
                <w:bCs/>
              </w:rPr>
              <w:tab/>
            </w:r>
            <w:permEnd w:id="676808699"/>
          </w:p>
          <w:p w14:paraId="03346948" w14:textId="77777777" w:rsidR="006C3612" w:rsidRPr="0099750F" w:rsidRDefault="006C3612" w:rsidP="006C3612">
            <w:pPr>
              <w:tabs>
                <w:tab w:val="left" w:leader="dot" w:pos="2325"/>
              </w:tabs>
              <w:snapToGrid w:val="0"/>
              <w:spacing w:before="80"/>
              <w:jc w:val="both"/>
              <w:rPr>
                <w:rFonts w:ascii="Arial" w:hAnsi="Arial" w:cs="Arial"/>
                <w:bCs/>
              </w:rPr>
            </w:pPr>
            <w:permStart w:id="1081297679" w:edGrp="everyone"/>
            <w:r>
              <w:rPr>
                <w:rFonts w:ascii="Arial" w:hAnsi="Arial" w:cs="Arial"/>
                <w:bCs/>
              </w:rPr>
              <w:tab/>
            </w:r>
            <w:permEnd w:id="1081297679"/>
          </w:p>
        </w:tc>
        <w:tc>
          <w:tcPr>
            <w:tcW w:w="3056" w:type="dxa"/>
            <w:tcBorders>
              <w:left w:val="single" w:sz="4" w:space="0" w:color="000000"/>
              <w:right w:val="single" w:sz="4" w:space="0" w:color="000000"/>
            </w:tcBorders>
          </w:tcPr>
          <w:p w14:paraId="0CB7B179" w14:textId="77777777" w:rsidR="006C3612" w:rsidRPr="00244D7C" w:rsidRDefault="006C3612" w:rsidP="006C3612">
            <w:pPr>
              <w:tabs>
                <w:tab w:val="left" w:pos="851"/>
              </w:tabs>
              <w:snapToGrid w:val="0"/>
              <w:spacing w:before="80"/>
              <w:rPr>
                <w:rFonts w:ascii="Arial" w:hAnsi="Arial" w:cs="Arial"/>
                <w:b/>
                <w:bCs/>
              </w:rPr>
            </w:pPr>
          </w:p>
        </w:tc>
      </w:tr>
      <w:tr w:rsidR="006C3612" w:rsidRPr="00244D7C" w14:paraId="0D865658" w14:textId="77777777" w:rsidTr="00085286">
        <w:trPr>
          <w:trHeight w:val="964"/>
        </w:trPr>
        <w:tc>
          <w:tcPr>
            <w:tcW w:w="4644" w:type="dxa"/>
            <w:tcBorders>
              <w:left w:val="single" w:sz="4" w:space="0" w:color="000000"/>
            </w:tcBorders>
            <w:shd w:val="clear" w:color="auto" w:fill="DAEEF3" w:themeFill="accent5" w:themeFillTint="33"/>
          </w:tcPr>
          <w:p w14:paraId="3068D56A" w14:textId="77777777" w:rsidR="006C3612" w:rsidRPr="00244D7C" w:rsidRDefault="006C3612" w:rsidP="006C3612">
            <w:pPr>
              <w:tabs>
                <w:tab w:val="left" w:leader="dot" w:pos="4251"/>
              </w:tabs>
              <w:snapToGrid w:val="0"/>
              <w:spacing w:before="120"/>
              <w:jc w:val="both"/>
              <w:rPr>
                <w:rFonts w:ascii="Arial" w:hAnsi="Arial" w:cs="Arial"/>
                <w:b/>
                <w:bCs/>
              </w:rPr>
            </w:pPr>
            <w:permStart w:id="55984035" w:edGrp="everyone"/>
            <w:r>
              <w:rPr>
                <w:rFonts w:ascii="Arial" w:hAnsi="Arial" w:cs="Arial"/>
                <w:b/>
                <w:bCs/>
              </w:rPr>
              <w:tab/>
            </w:r>
            <w:permEnd w:id="55984035"/>
          </w:p>
        </w:tc>
        <w:tc>
          <w:tcPr>
            <w:tcW w:w="2694" w:type="dxa"/>
            <w:tcBorders>
              <w:left w:val="single" w:sz="4" w:space="0" w:color="000000"/>
            </w:tcBorders>
            <w:shd w:val="clear" w:color="auto" w:fill="DAEEF3" w:themeFill="accent5" w:themeFillTint="33"/>
          </w:tcPr>
          <w:p w14:paraId="40D01D59" w14:textId="77777777" w:rsidR="006C3612" w:rsidRDefault="006C3612" w:rsidP="006C3612">
            <w:pPr>
              <w:tabs>
                <w:tab w:val="left" w:leader="dot" w:pos="2325"/>
              </w:tabs>
              <w:snapToGrid w:val="0"/>
              <w:spacing w:before="120"/>
              <w:jc w:val="both"/>
              <w:rPr>
                <w:rFonts w:ascii="Arial" w:hAnsi="Arial" w:cs="Arial"/>
                <w:bCs/>
              </w:rPr>
            </w:pPr>
            <w:permStart w:id="2075338203" w:edGrp="everyone"/>
            <w:r w:rsidRPr="0099750F">
              <w:rPr>
                <w:rFonts w:ascii="Arial" w:hAnsi="Arial" w:cs="Arial"/>
                <w:bCs/>
              </w:rPr>
              <w:tab/>
            </w:r>
            <w:permEnd w:id="2075338203"/>
          </w:p>
          <w:p w14:paraId="0B02B102" w14:textId="77777777" w:rsidR="006C3612" w:rsidRPr="0099750F" w:rsidRDefault="006C3612" w:rsidP="006C3612">
            <w:pPr>
              <w:tabs>
                <w:tab w:val="left" w:leader="dot" w:pos="2325"/>
              </w:tabs>
              <w:snapToGrid w:val="0"/>
              <w:spacing w:before="80"/>
              <w:jc w:val="both"/>
              <w:rPr>
                <w:rFonts w:ascii="Arial" w:hAnsi="Arial" w:cs="Arial"/>
                <w:bCs/>
              </w:rPr>
            </w:pPr>
            <w:permStart w:id="1827162552" w:edGrp="everyone"/>
            <w:r>
              <w:rPr>
                <w:rFonts w:ascii="Arial" w:hAnsi="Arial" w:cs="Arial"/>
                <w:bCs/>
              </w:rPr>
              <w:tab/>
            </w:r>
            <w:permEnd w:id="1827162552"/>
          </w:p>
        </w:tc>
        <w:tc>
          <w:tcPr>
            <w:tcW w:w="3056" w:type="dxa"/>
            <w:tcBorders>
              <w:left w:val="single" w:sz="4" w:space="0" w:color="000000"/>
              <w:right w:val="single" w:sz="4" w:space="0" w:color="000000"/>
            </w:tcBorders>
            <w:shd w:val="clear" w:color="auto" w:fill="DAEEF3" w:themeFill="accent5" w:themeFillTint="33"/>
          </w:tcPr>
          <w:p w14:paraId="014D4CC2" w14:textId="77777777" w:rsidR="006C3612" w:rsidRPr="00244D7C" w:rsidRDefault="006C3612" w:rsidP="006C3612">
            <w:pPr>
              <w:tabs>
                <w:tab w:val="left" w:pos="851"/>
              </w:tabs>
              <w:snapToGrid w:val="0"/>
              <w:spacing w:before="80"/>
              <w:rPr>
                <w:rFonts w:ascii="Arial" w:hAnsi="Arial" w:cs="Arial"/>
                <w:b/>
                <w:bCs/>
              </w:rPr>
            </w:pPr>
          </w:p>
        </w:tc>
      </w:tr>
      <w:tr w:rsidR="006C3612" w:rsidRPr="00244D7C" w14:paraId="36069D78" w14:textId="77777777" w:rsidTr="00085286">
        <w:trPr>
          <w:trHeight w:val="964"/>
        </w:trPr>
        <w:tc>
          <w:tcPr>
            <w:tcW w:w="4644" w:type="dxa"/>
            <w:tcBorders>
              <w:left w:val="single" w:sz="4" w:space="0" w:color="000000"/>
              <w:bottom w:val="single" w:sz="4" w:space="0" w:color="000000"/>
            </w:tcBorders>
          </w:tcPr>
          <w:p w14:paraId="75AB135B" w14:textId="77777777" w:rsidR="006C3612" w:rsidRPr="00244D7C" w:rsidRDefault="006C3612" w:rsidP="006C3612">
            <w:pPr>
              <w:tabs>
                <w:tab w:val="left" w:leader="dot" w:pos="4251"/>
              </w:tabs>
              <w:snapToGrid w:val="0"/>
              <w:spacing w:before="120"/>
              <w:jc w:val="both"/>
              <w:rPr>
                <w:rFonts w:ascii="Arial" w:hAnsi="Arial" w:cs="Arial"/>
                <w:b/>
                <w:bCs/>
              </w:rPr>
            </w:pPr>
            <w:permStart w:id="2036222333" w:edGrp="everyone"/>
            <w:r>
              <w:rPr>
                <w:rFonts w:ascii="Arial" w:hAnsi="Arial" w:cs="Arial"/>
                <w:b/>
                <w:bCs/>
              </w:rPr>
              <w:tab/>
            </w:r>
            <w:permEnd w:id="2036222333"/>
          </w:p>
        </w:tc>
        <w:tc>
          <w:tcPr>
            <w:tcW w:w="2694" w:type="dxa"/>
            <w:tcBorders>
              <w:left w:val="single" w:sz="4" w:space="0" w:color="000000"/>
              <w:bottom w:val="single" w:sz="4" w:space="0" w:color="000000"/>
            </w:tcBorders>
          </w:tcPr>
          <w:p w14:paraId="3F1287E7" w14:textId="77777777" w:rsidR="006C3612" w:rsidRDefault="006C3612" w:rsidP="006C3612">
            <w:pPr>
              <w:tabs>
                <w:tab w:val="left" w:leader="dot" w:pos="2325"/>
              </w:tabs>
              <w:snapToGrid w:val="0"/>
              <w:spacing w:before="120"/>
              <w:jc w:val="both"/>
              <w:rPr>
                <w:rFonts w:ascii="Arial" w:hAnsi="Arial" w:cs="Arial"/>
                <w:bCs/>
              </w:rPr>
            </w:pPr>
            <w:permStart w:id="1426678008" w:edGrp="everyone"/>
            <w:r w:rsidRPr="0099750F">
              <w:rPr>
                <w:rFonts w:ascii="Arial" w:hAnsi="Arial" w:cs="Arial"/>
                <w:bCs/>
              </w:rPr>
              <w:tab/>
            </w:r>
            <w:permEnd w:id="1426678008"/>
          </w:p>
          <w:p w14:paraId="44F4721F" w14:textId="77777777" w:rsidR="006C3612" w:rsidRPr="0099750F" w:rsidRDefault="006C3612" w:rsidP="006C3612">
            <w:pPr>
              <w:tabs>
                <w:tab w:val="left" w:leader="dot" w:pos="2325"/>
              </w:tabs>
              <w:snapToGrid w:val="0"/>
              <w:spacing w:before="80"/>
              <w:jc w:val="both"/>
              <w:rPr>
                <w:rFonts w:ascii="Arial" w:hAnsi="Arial" w:cs="Arial"/>
                <w:bCs/>
              </w:rPr>
            </w:pPr>
            <w:permStart w:id="722631442" w:edGrp="everyone"/>
            <w:r>
              <w:rPr>
                <w:rFonts w:ascii="Arial" w:hAnsi="Arial" w:cs="Arial"/>
                <w:bCs/>
              </w:rPr>
              <w:tab/>
            </w:r>
            <w:permEnd w:id="722631442"/>
          </w:p>
        </w:tc>
        <w:tc>
          <w:tcPr>
            <w:tcW w:w="3056" w:type="dxa"/>
            <w:tcBorders>
              <w:left w:val="single" w:sz="4" w:space="0" w:color="000000"/>
              <w:bottom w:val="single" w:sz="4" w:space="0" w:color="000000"/>
              <w:right w:val="single" w:sz="4" w:space="0" w:color="000000"/>
            </w:tcBorders>
          </w:tcPr>
          <w:p w14:paraId="70CAFADB" w14:textId="77777777" w:rsidR="006C3612" w:rsidRPr="00244D7C" w:rsidRDefault="006C3612" w:rsidP="006C3612">
            <w:pPr>
              <w:tabs>
                <w:tab w:val="left" w:pos="851"/>
              </w:tabs>
              <w:snapToGrid w:val="0"/>
              <w:spacing w:before="80"/>
              <w:rPr>
                <w:rFonts w:ascii="Arial" w:hAnsi="Arial" w:cs="Arial"/>
                <w:b/>
                <w:bCs/>
              </w:rPr>
            </w:pPr>
          </w:p>
        </w:tc>
      </w:tr>
    </w:tbl>
    <w:p w14:paraId="36D3CC73" w14:textId="77777777" w:rsidR="00332B12" w:rsidRDefault="00332B12" w:rsidP="006740CC">
      <w:pPr>
        <w:tabs>
          <w:tab w:val="left" w:pos="851"/>
        </w:tabs>
        <w:spacing w:before="40" w:after="480"/>
        <w:jc w:val="both"/>
        <w:rPr>
          <w:rFonts w:ascii="Arial" w:hAnsi="Arial" w:cs="Arial"/>
          <w:sz w:val="18"/>
          <w:szCs w:val="18"/>
        </w:rPr>
      </w:pPr>
      <w:r w:rsidRPr="00244D7C">
        <w:rPr>
          <w:rFonts w:ascii="Arial" w:hAnsi="Arial" w:cs="Arial"/>
          <w:sz w:val="18"/>
          <w:szCs w:val="18"/>
        </w:rPr>
        <w:t>(*) Le signataire doit avoir le pouvoir d’engager la personne qu’il représente.</w:t>
      </w:r>
    </w:p>
    <w:p w14:paraId="76573908" w14:textId="77777777" w:rsidR="00BB1E97" w:rsidRPr="00244D7C" w:rsidRDefault="00BB1E97" w:rsidP="00A06051">
      <w:pPr>
        <w:pStyle w:val="Titrearticle"/>
      </w:pPr>
      <w:r>
        <w:t>D -</w:t>
      </w:r>
      <w:r>
        <w:tab/>
        <w:t>Identification et signature de l’acheteur.</w:t>
      </w:r>
    </w:p>
    <w:p w14:paraId="0B33DF45" w14:textId="77777777" w:rsidR="006740CC" w:rsidRPr="00244D7C" w:rsidRDefault="006740CC" w:rsidP="00940467">
      <w:pPr>
        <w:pStyle w:val="Titre1"/>
        <w:spacing w:after="80"/>
        <w:rPr>
          <w:b/>
          <w:bCs w:val="0"/>
        </w:rPr>
      </w:pPr>
      <w:r w:rsidRPr="00244D7C">
        <w:rPr>
          <w:iCs/>
        </w:rPr>
        <w:t>Désignation de l’acheteur</w:t>
      </w:r>
      <w:r w:rsidRPr="00244D7C">
        <w:t xml:space="preserve"> :</w:t>
      </w:r>
    </w:p>
    <w:p w14:paraId="61646755" w14:textId="701D8315" w:rsidR="00361A4A" w:rsidRDefault="00417DA9" w:rsidP="00B12178">
      <w:pPr>
        <w:ind w:left="284"/>
        <w:rPr>
          <w:rFonts w:ascii="Arial" w:hAnsi="Arial" w:cs="Arial"/>
          <w:szCs w:val="24"/>
        </w:rPr>
      </w:pPr>
      <w:r w:rsidRPr="00417DA9">
        <w:rPr>
          <w:rFonts w:ascii="Arial" w:hAnsi="Arial" w:cs="Arial"/>
          <w:szCs w:val="24"/>
        </w:rPr>
        <w:t xml:space="preserve">Institut national d'enseignement supérieur pour l'agriculture, l'alimentation et l'environnement (INESAAE), dit </w:t>
      </w:r>
      <w:r w:rsidRPr="00417DA9">
        <w:rPr>
          <w:rFonts w:ascii="Arial" w:hAnsi="Arial" w:cs="Arial"/>
          <w:b/>
          <w:szCs w:val="24"/>
        </w:rPr>
        <w:t>l’Institut Agro</w:t>
      </w:r>
      <w:r w:rsidRPr="00417DA9">
        <w:rPr>
          <w:rFonts w:ascii="Arial" w:hAnsi="Arial" w:cs="Arial"/>
          <w:szCs w:val="24"/>
        </w:rPr>
        <w:t>, dont le siège est situé 42 rue Scheffer – 75016 PARIS</w:t>
      </w:r>
      <w:r w:rsidR="00B04644">
        <w:rPr>
          <w:rFonts w:ascii="Arial" w:hAnsi="Arial" w:cs="Arial"/>
          <w:szCs w:val="24"/>
        </w:rPr>
        <w:t>.</w:t>
      </w:r>
    </w:p>
    <w:p w14:paraId="1CE86264" w14:textId="4039B8D7" w:rsidR="00B04644" w:rsidRPr="0028728A" w:rsidRDefault="00B04644" w:rsidP="00B04644">
      <w:pPr>
        <w:spacing w:before="120"/>
        <w:ind w:left="284"/>
        <w:rPr>
          <w:rFonts w:ascii="Arial" w:hAnsi="Arial" w:cs="Arial"/>
          <w:szCs w:val="24"/>
          <w:highlight w:val="green"/>
        </w:rPr>
      </w:pPr>
      <w:r w:rsidRPr="00352DD8">
        <w:rPr>
          <w:rFonts w:ascii="Arial" w:hAnsi="Arial" w:cs="Arial"/>
          <w:szCs w:val="24"/>
        </w:rPr>
        <w:t xml:space="preserve">Au titre de son école interne l’Institut Agro </w:t>
      </w:r>
      <w:r w:rsidR="003310AD">
        <w:rPr>
          <w:rFonts w:ascii="Arial" w:hAnsi="Arial" w:cs="Arial"/>
          <w:szCs w:val="24"/>
        </w:rPr>
        <w:t>Montpellier</w:t>
      </w:r>
    </w:p>
    <w:p w14:paraId="5FC4D33B" w14:textId="262739C8" w:rsidR="00B04644" w:rsidRPr="003310AD" w:rsidRDefault="003310AD" w:rsidP="00383BAE">
      <w:pPr>
        <w:ind w:left="284"/>
      </w:pPr>
      <w:r>
        <w:t>2 Place VIALA – 34060 MONTPELLIER</w:t>
      </w:r>
    </w:p>
    <w:p w14:paraId="63DD23A9" w14:textId="2AA507F7" w:rsidR="006740CC" w:rsidRPr="00244D7C" w:rsidRDefault="006740CC" w:rsidP="00940467">
      <w:pPr>
        <w:pStyle w:val="Titre1"/>
        <w:spacing w:before="280" w:after="80"/>
      </w:pPr>
      <w:r w:rsidRPr="00244D7C">
        <w:t xml:space="preserve">Nom, prénom, qualité du signataire </w:t>
      </w:r>
      <w:r w:rsidR="00AB71DA">
        <w:t>du marché public</w:t>
      </w:r>
      <w:r w:rsidRPr="00244D7C">
        <w:t> :</w:t>
      </w:r>
    </w:p>
    <w:p w14:paraId="35ADE6EF" w14:textId="35DD9715" w:rsidR="006740CC" w:rsidRPr="00B703FE" w:rsidRDefault="00B703FE" w:rsidP="00312D5E">
      <w:pPr>
        <w:spacing w:before="80"/>
        <w:ind w:left="284"/>
        <w:rPr>
          <w:rFonts w:ascii="Arial" w:hAnsi="Arial" w:cs="Arial"/>
        </w:rPr>
      </w:pPr>
      <w:r w:rsidRPr="00B703FE">
        <w:rPr>
          <w:rFonts w:ascii="Arial" w:hAnsi="Arial" w:cs="Arial"/>
          <w:b/>
          <w:bCs/>
        </w:rPr>
        <w:t>Madame Anne-Lucie WACK</w:t>
      </w:r>
      <w:r w:rsidRPr="00B703FE">
        <w:rPr>
          <w:rFonts w:ascii="Arial" w:hAnsi="Arial" w:cs="Arial"/>
        </w:rPr>
        <w:t xml:space="preserve">, </w:t>
      </w:r>
      <w:r>
        <w:rPr>
          <w:rFonts w:ascii="Arial" w:hAnsi="Arial" w:cs="Arial"/>
        </w:rPr>
        <w:t>D</w:t>
      </w:r>
      <w:r w:rsidRPr="00B703FE">
        <w:rPr>
          <w:rFonts w:ascii="Arial" w:hAnsi="Arial" w:cs="Arial"/>
        </w:rPr>
        <w:t>irectrice générale, ou son/sa délégataire légal(e)</w:t>
      </w:r>
      <w:r w:rsidR="006740CC" w:rsidRPr="00B703FE">
        <w:rPr>
          <w:rFonts w:ascii="Arial" w:hAnsi="Arial" w:cs="Arial"/>
        </w:rPr>
        <w:t>.</w:t>
      </w:r>
    </w:p>
    <w:p w14:paraId="6B811ED0" w14:textId="77777777" w:rsidR="005F2719" w:rsidRPr="000844E4" w:rsidRDefault="005F2719" w:rsidP="00940467">
      <w:pPr>
        <w:pStyle w:val="Titre1"/>
        <w:keepLines/>
        <w:spacing w:before="280" w:after="80"/>
        <w:rPr>
          <w:i/>
          <w:sz w:val="18"/>
          <w:szCs w:val="18"/>
        </w:rPr>
      </w:pPr>
      <w:r w:rsidRPr="000844E4">
        <w:t>Personne habilitée à donner les renseignements prévus à l’</w:t>
      </w:r>
      <w:hyperlink r:id="rId12" w:history="1">
        <w:r w:rsidRPr="001A0A19">
          <w:rPr>
            <w:rStyle w:val="Lienhypertexte"/>
            <w:rFonts w:cs="Arial"/>
            <w:color w:val="4F81BD" w:themeColor="accent1"/>
            <w:u w:val="none"/>
          </w:rPr>
          <w:t>article R. 2191-59</w:t>
        </w:r>
      </w:hyperlink>
      <w:r w:rsidRPr="000844E4">
        <w:t xml:space="preserve"> du </w:t>
      </w:r>
      <w:r>
        <w:t>C</w:t>
      </w:r>
      <w:r w:rsidRPr="000844E4">
        <w:t>ode de la commande publique, auquel renvoie l’</w:t>
      </w:r>
      <w:hyperlink r:id="rId13" w:history="1">
        <w:r w:rsidRPr="001A0A19">
          <w:rPr>
            <w:rStyle w:val="Lienhypertexte"/>
            <w:rFonts w:cs="Arial"/>
            <w:color w:val="4F81BD" w:themeColor="accent1"/>
            <w:u w:val="none"/>
          </w:rPr>
          <w:t>article R. 2391-28</w:t>
        </w:r>
      </w:hyperlink>
      <w:r>
        <w:t xml:space="preserve"> du même C</w:t>
      </w:r>
      <w:r w:rsidRPr="000844E4">
        <w:t>ode</w:t>
      </w:r>
      <w:r w:rsidRPr="000844E4" w:rsidDel="00660727">
        <w:t xml:space="preserve"> </w:t>
      </w:r>
      <w:r w:rsidRPr="000844E4">
        <w:t>(nantissements ou cessions de créances)</w:t>
      </w:r>
      <w:r w:rsidRPr="000844E4">
        <w:rPr>
          <w:i/>
          <w:sz w:val="18"/>
          <w:szCs w:val="18"/>
        </w:rPr>
        <w:t> :</w:t>
      </w:r>
    </w:p>
    <w:p w14:paraId="5387F00C" w14:textId="3F964245" w:rsidR="00A966BD" w:rsidRPr="00244D7C" w:rsidRDefault="00B703FE" w:rsidP="00A966BD">
      <w:pPr>
        <w:spacing w:before="80"/>
        <w:ind w:left="284"/>
        <w:rPr>
          <w:rFonts w:ascii="Arial" w:hAnsi="Arial" w:cs="Arial"/>
          <w:b/>
        </w:rPr>
      </w:pPr>
      <w:r>
        <w:rPr>
          <w:rFonts w:ascii="Arial" w:hAnsi="Arial" w:cs="Arial"/>
          <w:b/>
        </w:rPr>
        <w:t>Christophe ROULLE</w:t>
      </w:r>
      <w:r w:rsidRPr="00B703FE">
        <w:rPr>
          <w:rFonts w:ascii="Arial" w:hAnsi="Arial" w:cs="Arial"/>
          <w:bCs/>
        </w:rPr>
        <w:t>, a</w:t>
      </w:r>
      <w:r w:rsidR="00CE2947" w:rsidRPr="00B703FE">
        <w:rPr>
          <w:rFonts w:ascii="Arial" w:hAnsi="Arial" w:cs="Arial"/>
          <w:bCs/>
        </w:rPr>
        <w:t>gent c</w:t>
      </w:r>
      <w:r w:rsidR="00A966BD" w:rsidRPr="00B703FE">
        <w:rPr>
          <w:rFonts w:ascii="Arial" w:hAnsi="Arial" w:cs="Arial"/>
          <w:bCs/>
        </w:rPr>
        <w:t xml:space="preserve">omptable </w:t>
      </w:r>
      <w:r w:rsidR="00411B70" w:rsidRPr="00B703FE">
        <w:rPr>
          <w:rFonts w:ascii="Arial" w:hAnsi="Arial" w:cs="Arial"/>
          <w:bCs/>
        </w:rPr>
        <w:t>de l’Institut Agro</w:t>
      </w:r>
    </w:p>
    <w:p w14:paraId="2110D826" w14:textId="77777777" w:rsidR="00361A4A" w:rsidRPr="00244D7C" w:rsidRDefault="00361A4A" w:rsidP="00361A4A">
      <w:pPr>
        <w:ind w:left="284"/>
        <w:rPr>
          <w:rFonts w:ascii="Arial" w:hAnsi="Arial" w:cs="Arial"/>
        </w:rPr>
      </w:pPr>
      <w:r w:rsidRPr="00244D7C">
        <w:rPr>
          <w:rFonts w:ascii="Arial" w:hAnsi="Arial" w:cs="Arial"/>
        </w:rPr>
        <w:t xml:space="preserve">Adresse postale : </w:t>
      </w:r>
      <w:r>
        <w:rPr>
          <w:rFonts w:ascii="Arial" w:hAnsi="Arial" w:cs="Arial"/>
        </w:rPr>
        <w:t>65 rue de Saint Brieuc – 35000 RENNES</w:t>
      </w:r>
    </w:p>
    <w:p w14:paraId="1E40F0D7" w14:textId="77777777" w:rsidR="00361A4A" w:rsidRPr="00244D7C" w:rsidRDefault="00361A4A" w:rsidP="00361A4A">
      <w:pPr>
        <w:ind w:left="284"/>
        <w:rPr>
          <w:rFonts w:ascii="Arial" w:hAnsi="Arial" w:cs="Arial"/>
        </w:rPr>
      </w:pPr>
      <w:r w:rsidRPr="00244D7C">
        <w:rPr>
          <w:rFonts w:ascii="Arial" w:hAnsi="Arial" w:cs="Arial"/>
        </w:rPr>
        <w:t xml:space="preserve">Adresse électronique : </w:t>
      </w:r>
      <w:r w:rsidR="00B50F00" w:rsidRPr="003853FB">
        <w:rPr>
          <w:rFonts w:ascii="Arial" w:hAnsi="Arial" w:cs="Arial" w:hint="eastAsia"/>
          <w:color w:val="365F91" w:themeColor="accent1" w:themeShade="BF"/>
          <w:u w:val="single"/>
        </w:rPr>
        <w:t>christophe.roulle@institut-agro.fr</w:t>
      </w:r>
    </w:p>
    <w:p w14:paraId="3C642313" w14:textId="77777777" w:rsidR="00361A4A" w:rsidRPr="000D28E6" w:rsidRDefault="00361A4A" w:rsidP="00361A4A">
      <w:pPr>
        <w:tabs>
          <w:tab w:val="left" w:pos="1361"/>
        </w:tabs>
        <w:ind w:left="284"/>
        <w:rPr>
          <w:rFonts w:ascii="Arial" w:hAnsi="Arial" w:cs="Arial"/>
        </w:rPr>
      </w:pPr>
      <w:r w:rsidRPr="000D28E6">
        <w:rPr>
          <w:rFonts w:ascii="Arial" w:hAnsi="Arial" w:cs="Arial"/>
        </w:rPr>
        <w:t>Téléphone</w:t>
      </w:r>
      <w:r w:rsidRPr="000D28E6">
        <w:rPr>
          <w:rFonts w:ascii="Arial" w:hAnsi="Arial" w:cs="Arial"/>
        </w:rPr>
        <w:tab/>
        <w:t>: 02 23 48 50 00</w:t>
      </w:r>
    </w:p>
    <w:p w14:paraId="68A267DE" w14:textId="77777777" w:rsidR="005F2719" w:rsidRPr="000844E4" w:rsidRDefault="005F2719" w:rsidP="00940467">
      <w:pPr>
        <w:pStyle w:val="Titre1"/>
        <w:spacing w:before="280" w:after="80"/>
        <w:rPr>
          <w:i/>
          <w:iCs/>
          <w:sz w:val="18"/>
          <w:szCs w:val="18"/>
        </w:rPr>
      </w:pPr>
      <w:r w:rsidRPr="000844E4">
        <w:t>Désignation, adresse, numéro de téléphone du comptable assignataire :</w:t>
      </w:r>
    </w:p>
    <w:p w14:paraId="397792EE" w14:textId="775314CB" w:rsidR="00312D5E" w:rsidRPr="00244D7C" w:rsidRDefault="00B703FE" w:rsidP="00422B3A">
      <w:pPr>
        <w:keepNext/>
        <w:spacing w:before="80"/>
        <w:ind w:left="284"/>
        <w:rPr>
          <w:rFonts w:ascii="Arial" w:hAnsi="Arial" w:cs="Arial"/>
        </w:rPr>
      </w:pPr>
      <w:r>
        <w:rPr>
          <w:rFonts w:ascii="Arial" w:hAnsi="Arial" w:cs="Arial"/>
          <w:b/>
        </w:rPr>
        <w:t>Christophe ROULLE</w:t>
      </w:r>
      <w:r w:rsidRPr="00B703FE">
        <w:rPr>
          <w:rFonts w:ascii="Arial" w:hAnsi="Arial" w:cs="Arial"/>
          <w:bCs/>
        </w:rPr>
        <w:t>, a</w:t>
      </w:r>
      <w:r w:rsidR="00312D5E" w:rsidRPr="00B703FE">
        <w:rPr>
          <w:rFonts w:ascii="Arial" w:hAnsi="Arial" w:cs="Arial"/>
          <w:bCs/>
        </w:rPr>
        <w:t xml:space="preserve">gent comptable </w:t>
      </w:r>
      <w:r w:rsidR="00411B70" w:rsidRPr="00B703FE">
        <w:rPr>
          <w:rFonts w:ascii="Arial" w:hAnsi="Arial" w:cs="Arial"/>
          <w:bCs/>
        </w:rPr>
        <w:t>de l’Institut Agro</w:t>
      </w:r>
    </w:p>
    <w:p w14:paraId="3B4C81CA" w14:textId="77777777" w:rsidR="00361A4A" w:rsidRPr="00244D7C" w:rsidRDefault="00361A4A" w:rsidP="00361A4A">
      <w:pPr>
        <w:keepNext/>
        <w:ind w:left="284"/>
        <w:rPr>
          <w:rFonts w:ascii="Arial" w:hAnsi="Arial" w:cs="Arial"/>
        </w:rPr>
      </w:pPr>
      <w:r w:rsidRPr="00244D7C">
        <w:rPr>
          <w:rFonts w:ascii="Arial" w:hAnsi="Arial" w:cs="Arial"/>
        </w:rPr>
        <w:t xml:space="preserve">Adresse : </w:t>
      </w:r>
      <w:r>
        <w:rPr>
          <w:rFonts w:ascii="Arial" w:hAnsi="Arial" w:cs="Arial"/>
        </w:rPr>
        <w:t>65 rue de Saint Brieuc – 35000 RENNES</w:t>
      </w:r>
    </w:p>
    <w:p w14:paraId="011BE73F" w14:textId="77777777" w:rsidR="00361A4A" w:rsidRPr="000D28E6" w:rsidRDefault="00361A4A" w:rsidP="00361A4A">
      <w:pPr>
        <w:pStyle w:val="fcase2metab"/>
        <w:tabs>
          <w:tab w:val="clear" w:pos="426"/>
          <w:tab w:val="clear" w:pos="851"/>
        </w:tabs>
        <w:ind w:left="284" w:firstLine="0"/>
        <w:rPr>
          <w:rFonts w:ascii="Arial" w:hAnsi="Arial" w:cs="Arial"/>
        </w:rPr>
      </w:pPr>
      <w:r w:rsidRPr="000D28E6">
        <w:rPr>
          <w:rFonts w:ascii="Arial" w:hAnsi="Arial" w:cs="Arial"/>
        </w:rPr>
        <w:t>Téléphone : 02 23 48 50 00</w:t>
      </w:r>
    </w:p>
    <w:p w14:paraId="26830C98" w14:textId="77777777" w:rsidR="005F2719" w:rsidRPr="000844E4" w:rsidRDefault="005F2719" w:rsidP="00940467">
      <w:pPr>
        <w:pStyle w:val="Titre1"/>
        <w:spacing w:before="280"/>
      </w:pPr>
      <w:r w:rsidRPr="000844E4">
        <w:t>Imputation budgétaire :</w:t>
      </w:r>
    </w:p>
    <w:p w14:paraId="0C86D93F" w14:textId="77777777" w:rsidR="0079785C" w:rsidRPr="00244D7C" w:rsidRDefault="0079785C" w:rsidP="00312D5E">
      <w:pPr>
        <w:pStyle w:val="fcase2metab"/>
        <w:ind w:left="284" w:firstLine="0"/>
        <w:rPr>
          <w:rFonts w:ascii="Arial" w:hAnsi="Arial" w:cs="Arial"/>
        </w:rPr>
      </w:pPr>
    </w:p>
    <w:p w14:paraId="2C490371" w14:textId="77777777" w:rsidR="009B1CD0" w:rsidRPr="00244D7C" w:rsidRDefault="009B1CD0" w:rsidP="003556FD">
      <w:pPr>
        <w:keepNext/>
        <w:tabs>
          <w:tab w:val="left" w:pos="851"/>
          <w:tab w:val="left" w:pos="3402"/>
          <w:tab w:val="left" w:pos="6237"/>
          <w:tab w:val="left" w:pos="9072"/>
        </w:tabs>
        <w:spacing w:before="200"/>
        <w:jc w:val="both"/>
        <w:rPr>
          <w:rFonts w:ascii="Arial" w:hAnsi="Arial" w:cs="Arial"/>
          <w:i/>
          <w:sz w:val="18"/>
          <w:szCs w:val="18"/>
        </w:rPr>
      </w:pPr>
      <w:r w:rsidRPr="00244D7C">
        <w:rPr>
          <w:rFonts w:ascii="Arial" w:hAnsi="Arial" w:cs="Arial"/>
          <w:b/>
          <w:caps/>
        </w:rPr>
        <w:lastRenderedPageBreak/>
        <w:t>P</w:t>
      </w:r>
      <w:r w:rsidRPr="00244D7C">
        <w:rPr>
          <w:rFonts w:ascii="Arial" w:hAnsi="Arial" w:cs="Arial"/>
          <w:b/>
        </w:rPr>
        <w:t>our l</w:t>
      </w:r>
      <w:r w:rsidRPr="00244D7C">
        <w:rPr>
          <w:rFonts w:ascii="Arial" w:hAnsi="Arial" w:cs="Arial"/>
          <w:b/>
          <w:caps/>
        </w:rPr>
        <w:t>’E</w:t>
      </w:r>
      <w:r w:rsidRPr="00244D7C">
        <w:rPr>
          <w:rFonts w:ascii="Arial" w:hAnsi="Arial" w:cs="Arial"/>
          <w:b/>
        </w:rPr>
        <w:t>tat et ses établissements :</w:t>
      </w:r>
    </w:p>
    <w:p w14:paraId="0815D511" w14:textId="77777777" w:rsidR="009B1CD0" w:rsidRDefault="009B1CD0" w:rsidP="00940467">
      <w:pPr>
        <w:keepNext/>
        <w:tabs>
          <w:tab w:val="left" w:pos="851"/>
          <w:tab w:val="left" w:pos="3402"/>
          <w:tab w:val="left" w:pos="6237"/>
          <w:tab w:val="left" w:pos="9072"/>
        </w:tabs>
        <w:spacing w:after="240"/>
        <w:jc w:val="both"/>
        <w:rPr>
          <w:rFonts w:ascii="Arial" w:hAnsi="Arial" w:cs="Arial"/>
          <w:i/>
          <w:sz w:val="18"/>
          <w:szCs w:val="18"/>
        </w:rPr>
      </w:pPr>
      <w:r w:rsidRPr="00244D7C">
        <w:rPr>
          <w:rFonts w:ascii="Arial" w:hAnsi="Arial" w:cs="Arial"/>
          <w:i/>
          <w:sz w:val="18"/>
          <w:szCs w:val="18"/>
        </w:rPr>
        <w:t>(Visa ou avis de l’autorité chargée du contrôle financier.)</w:t>
      </w:r>
    </w:p>
    <w:tbl>
      <w:tblPr>
        <w:tblStyle w:val="Grilledutableau"/>
        <w:tblW w:w="4819"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tblGrid>
      <w:tr w:rsidR="00992723" w14:paraId="05FD8130" w14:textId="77777777" w:rsidTr="0097665E">
        <w:trPr>
          <w:trHeight w:val="567"/>
          <w:jc w:val="right"/>
        </w:trPr>
        <w:tc>
          <w:tcPr>
            <w:tcW w:w="4819" w:type="dxa"/>
            <w:vAlign w:val="center"/>
          </w:tcPr>
          <w:p w14:paraId="4BB8A778" w14:textId="77777777" w:rsidR="00992723" w:rsidRPr="0030571A" w:rsidRDefault="00992723" w:rsidP="0097665E">
            <w:pPr>
              <w:keepNext/>
              <w:tabs>
                <w:tab w:val="left" w:leader="dot" w:pos="1985"/>
                <w:tab w:val="left" w:leader="dot" w:pos="4253"/>
              </w:tabs>
              <w:rPr>
                <w:rFonts w:ascii="Arial" w:hAnsi="Arial" w:cs="Arial"/>
              </w:rPr>
            </w:pPr>
            <w:r w:rsidRPr="0030571A">
              <w:rPr>
                <w:rFonts w:ascii="Arial" w:hAnsi="Arial" w:cs="Arial"/>
                <w:b/>
                <w:bCs/>
              </w:rPr>
              <w:t xml:space="preserve">À </w:t>
            </w:r>
            <w:r w:rsidRPr="006721E7">
              <w:rPr>
                <w:rFonts w:ascii="Arial" w:hAnsi="Arial" w:cs="Arial"/>
              </w:rPr>
              <w:tab/>
            </w:r>
            <w:r w:rsidRPr="0030571A">
              <w:rPr>
                <w:rFonts w:ascii="Arial" w:hAnsi="Arial" w:cs="Arial"/>
              </w:rPr>
              <w:t>,</w:t>
            </w:r>
            <w:r w:rsidRPr="0030571A">
              <w:rPr>
                <w:rFonts w:ascii="Arial" w:hAnsi="Arial" w:cs="Arial"/>
                <w:b/>
                <w:bCs/>
              </w:rPr>
              <w:t xml:space="preserve"> Le </w:t>
            </w:r>
            <w:r w:rsidRPr="006721E7">
              <w:rPr>
                <w:rFonts w:ascii="Arial" w:hAnsi="Arial" w:cs="Arial"/>
              </w:rPr>
              <w:tab/>
            </w:r>
          </w:p>
        </w:tc>
      </w:tr>
      <w:tr w:rsidR="00992723" w14:paraId="61D3BC92" w14:textId="77777777" w:rsidTr="00940467">
        <w:trPr>
          <w:trHeight w:val="1531"/>
          <w:jc w:val="right"/>
        </w:trPr>
        <w:tc>
          <w:tcPr>
            <w:tcW w:w="4819" w:type="dxa"/>
          </w:tcPr>
          <w:p w14:paraId="6951B2B3" w14:textId="18E7A61D" w:rsidR="00992723" w:rsidRPr="0030571A" w:rsidRDefault="00992723" w:rsidP="0097665E">
            <w:pPr>
              <w:spacing w:before="80" w:after="120"/>
              <w:rPr>
                <w:rFonts w:ascii="Arial" w:hAnsi="Arial" w:cs="Arial"/>
                <w:b/>
                <w:bCs/>
              </w:rPr>
            </w:pPr>
            <w:r w:rsidRPr="0030571A">
              <w:rPr>
                <w:rFonts w:ascii="Arial" w:hAnsi="Arial" w:cs="Arial"/>
                <w:b/>
                <w:bCs/>
              </w:rPr>
              <w:t>Pour la Directrice Générale de l’Institut Agro</w:t>
            </w:r>
            <w:r w:rsidRPr="0030571A">
              <w:rPr>
                <w:rFonts w:ascii="Arial" w:hAnsi="Arial" w:cs="Arial"/>
                <w:b/>
                <w:bCs/>
              </w:rPr>
              <w:br/>
            </w:r>
            <w:r w:rsidR="008E78DA">
              <w:rPr>
                <w:rFonts w:ascii="Arial" w:hAnsi="Arial" w:cs="Arial"/>
                <w:b/>
                <w:bCs/>
              </w:rPr>
              <w:t>E</w:t>
            </w:r>
            <w:r w:rsidRPr="0030571A">
              <w:rPr>
                <w:rFonts w:ascii="Arial" w:hAnsi="Arial" w:cs="Arial"/>
                <w:b/>
                <w:bCs/>
              </w:rPr>
              <w:t>t par délégation</w:t>
            </w:r>
            <w:r w:rsidR="008E78DA">
              <w:rPr>
                <w:rFonts w:ascii="Arial" w:hAnsi="Arial" w:cs="Arial"/>
                <w:b/>
                <w:bCs/>
              </w:rPr>
              <w:t xml:space="preserve"> et subdélégation</w:t>
            </w:r>
          </w:p>
          <w:p w14:paraId="7E4179EE" w14:textId="77777777" w:rsidR="00992723" w:rsidRPr="0030571A" w:rsidRDefault="00992723" w:rsidP="0097665E">
            <w:pPr>
              <w:tabs>
                <w:tab w:val="left" w:leader="dot" w:pos="4309"/>
              </w:tabs>
              <w:rPr>
                <w:rFonts w:ascii="Arial" w:hAnsi="Arial" w:cs="Arial"/>
                <w:i/>
                <w:iCs/>
              </w:rPr>
            </w:pPr>
            <w:r w:rsidRPr="0030571A">
              <w:rPr>
                <w:rFonts w:ascii="Arial" w:hAnsi="Arial" w:cs="Arial"/>
                <w:i/>
                <w:iCs/>
              </w:rPr>
              <w:tab/>
            </w:r>
          </w:p>
          <w:p w14:paraId="30EF97CC" w14:textId="77777777" w:rsidR="00992723" w:rsidRPr="0030571A" w:rsidRDefault="00992723" w:rsidP="0097665E">
            <w:pPr>
              <w:tabs>
                <w:tab w:val="left" w:leader="dot" w:pos="4309"/>
              </w:tabs>
              <w:spacing w:before="40"/>
              <w:rPr>
                <w:rFonts w:ascii="Arial" w:hAnsi="Arial" w:cs="Arial"/>
                <w:i/>
                <w:iCs/>
              </w:rPr>
            </w:pPr>
            <w:r w:rsidRPr="0030571A">
              <w:rPr>
                <w:rFonts w:ascii="Arial" w:hAnsi="Arial" w:cs="Arial"/>
                <w:i/>
                <w:iCs/>
              </w:rPr>
              <w:tab/>
            </w:r>
          </w:p>
          <w:p w14:paraId="729F3C28" w14:textId="77777777" w:rsidR="00992723" w:rsidRPr="0030571A" w:rsidRDefault="00992723" w:rsidP="0097665E">
            <w:pPr>
              <w:rPr>
                <w:rFonts w:ascii="Arial" w:hAnsi="Arial" w:cs="Arial"/>
              </w:rPr>
            </w:pPr>
          </w:p>
        </w:tc>
      </w:tr>
    </w:tbl>
    <w:p w14:paraId="018C089F" w14:textId="77777777" w:rsidR="00815F6D" w:rsidRDefault="00815F6D" w:rsidP="00815F6D"/>
    <w:sectPr w:rsidR="00815F6D" w:rsidSect="002520EB">
      <w:headerReference w:type="default" r:id="rId14"/>
      <w:footerReference w:type="default" r:id="rId15"/>
      <w:headerReference w:type="first" r:id="rId16"/>
      <w:footerReference w:type="first" r:id="rId17"/>
      <w:type w:val="continuous"/>
      <w:pgSz w:w="11906" w:h="16838" w:code="9"/>
      <w:pgMar w:top="454" w:right="851" w:bottom="567" w:left="851" w:header="284"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63AC1" w14:textId="77777777" w:rsidR="00BC1E6D" w:rsidRDefault="00BC1E6D">
      <w:r>
        <w:separator/>
      </w:r>
    </w:p>
  </w:endnote>
  <w:endnote w:type="continuationSeparator" w:id="0">
    <w:p w14:paraId="2648B244" w14:textId="77777777" w:rsidR="00BC1E6D" w:rsidRDefault="00BC1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Gras">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44EE4" w14:textId="51864C63" w:rsidR="009B1CD0" w:rsidRPr="000E38BF" w:rsidRDefault="002E4C37" w:rsidP="006A350B">
    <w:pPr>
      <w:pStyle w:val="Pieddepage"/>
      <w:pBdr>
        <w:top w:val="single" w:sz="4" w:space="6" w:color="31849B" w:themeColor="accent5" w:themeShade="BF"/>
      </w:pBdr>
      <w:tabs>
        <w:tab w:val="clear" w:pos="4536"/>
        <w:tab w:val="clear" w:pos="9072"/>
        <w:tab w:val="center" w:pos="5670"/>
        <w:tab w:val="right" w:pos="10204"/>
      </w:tabs>
      <w:spacing w:before="160"/>
      <w:rPr>
        <w:rFonts w:ascii="Arial" w:hAnsi="Arial" w:cs="Arial"/>
        <w:sz w:val="16"/>
        <w:szCs w:val="16"/>
      </w:rPr>
    </w:pPr>
    <w:r w:rsidRPr="000E38BF">
      <w:rPr>
        <w:rFonts w:ascii="Arial" w:hAnsi="Arial" w:cs="Arial"/>
        <w:b/>
        <w:sz w:val="16"/>
        <w:szCs w:val="16"/>
      </w:rPr>
      <w:t>ATTRI 1 – Acte d’engagement</w:t>
    </w:r>
    <w:r w:rsidRPr="000E38BF">
      <w:rPr>
        <w:rFonts w:ascii="Arial" w:hAnsi="Arial" w:cs="Arial"/>
        <w:sz w:val="16"/>
        <w:szCs w:val="16"/>
      </w:rPr>
      <w:tab/>
    </w:r>
    <w:r w:rsidR="00113D07">
      <w:rPr>
        <w:rFonts w:ascii="Arial" w:hAnsi="Arial" w:cs="Arial"/>
        <w:i/>
        <w:color w:val="215868" w:themeColor="accent5" w:themeShade="80"/>
        <w:sz w:val="16"/>
        <w:szCs w:val="16"/>
      </w:rPr>
      <w:t>25A00</w:t>
    </w:r>
    <w:r w:rsidR="003310AD">
      <w:rPr>
        <w:rFonts w:ascii="Arial" w:hAnsi="Arial" w:cs="Arial"/>
        <w:i/>
        <w:color w:val="215868" w:themeColor="accent5" w:themeShade="80"/>
        <w:sz w:val="16"/>
        <w:szCs w:val="16"/>
      </w:rPr>
      <w:t>12</w:t>
    </w:r>
    <w:r w:rsidRPr="000E38BF">
      <w:rPr>
        <w:rFonts w:ascii="Arial" w:hAnsi="Arial" w:cs="Arial"/>
        <w:sz w:val="16"/>
        <w:szCs w:val="16"/>
      </w:rPr>
      <w:tab/>
      <w:t xml:space="preserve">Page </w:t>
    </w:r>
    <w:r w:rsidRPr="000E38BF">
      <w:rPr>
        <w:rFonts w:ascii="Arial" w:hAnsi="Arial" w:cs="Arial"/>
        <w:sz w:val="16"/>
        <w:szCs w:val="16"/>
      </w:rPr>
      <w:fldChar w:fldCharType="begin"/>
    </w:r>
    <w:r w:rsidRPr="000E38BF">
      <w:rPr>
        <w:rFonts w:ascii="Arial" w:hAnsi="Arial" w:cs="Arial"/>
        <w:sz w:val="16"/>
        <w:szCs w:val="16"/>
      </w:rPr>
      <w:instrText>PAGE   \* MERGEFORMAT</w:instrText>
    </w:r>
    <w:r w:rsidRPr="000E38BF">
      <w:rPr>
        <w:rFonts w:ascii="Arial" w:hAnsi="Arial" w:cs="Arial"/>
        <w:sz w:val="16"/>
        <w:szCs w:val="16"/>
      </w:rPr>
      <w:fldChar w:fldCharType="separate"/>
    </w:r>
    <w:r w:rsidR="008E40FF" w:rsidRPr="000E38BF">
      <w:rPr>
        <w:rFonts w:ascii="Arial" w:hAnsi="Arial" w:cs="Arial"/>
        <w:noProof/>
        <w:sz w:val="16"/>
        <w:szCs w:val="16"/>
      </w:rPr>
      <w:t>6</w:t>
    </w:r>
    <w:r w:rsidRPr="000E38BF">
      <w:rPr>
        <w:rFonts w:ascii="Arial" w:hAnsi="Arial" w:cs="Arial"/>
        <w:sz w:val="16"/>
        <w:szCs w:val="16"/>
      </w:rPr>
      <w:fldChar w:fldCharType="end"/>
    </w:r>
    <w:r w:rsidRPr="000E38BF">
      <w:rPr>
        <w:rFonts w:ascii="Arial" w:hAnsi="Arial" w:cs="Arial"/>
        <w:sz w:val="16"/>
        <w:szCs w:val="16"/>
      </w:rPr>
      <w:t>/</w:t>
    </w:r>
    <w:r w:rsidRPr="000E38BF">
      <w:rPr>
        <w:rFonts w:ascii="Arial" w:hAnsi="Arial" w:cs="Arial"/>
        <w:sz w:val="16"/>
        <w:szCs w:val="16"/>
      </w:rPr>
      <w:fldChar w:fldCharType="begin"/>
    </w:r>
    <w:r w:rsidRPr="000E38BF">
      <w:rPr>
        <w:rFonts w:ascii="Arial" w:hAnsi="Arial" w:cs="Arial"/>
        <w:sz w:val="16"/>
        <w:szCs w:val="16"/>
      </w:rPr>
      <w:instrText>NUMPAGES   \* MERGEFORMAT</w:instrText>
    </w:r>
    <w:r w:rsidRPr="000E38BF">
      <w:rPr>
        <w:rFonts w:ascii="Arial" w:hAnsi="Arial" w:cs="Arial"/>
        <w:sz w:val="16"/>
        <w:szCs w:val="16"/>
      </w:rPr>
      <w:fldChar w:fldCharType="separate"/>
    </w:r>
    <w:r w:rsidR="008E40FF" w:rsidRPr="000E38BF">
      <w:rPr>
        <w:rFonts w:ascii="Arial" w:hAnsi="Arial" w:cs="Arial"/>
        <w:noProof/>
        <w:sz w:val="16"/>
        <w:szCs w:val="16"/>
      </w:rPr>
      <w:t>6</w:t>
    </w:r>
    <w:r w:rsidRPr="000E38BF">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21E85" w14:textId="16EDF1E7" w:rsidR="00F20A7C" w:rsidRPr="000E38BF" w:rsidRDefault="00F20A7C" w:rsidP="006A350B">
    <w:pPr>
      <w:pStyle w:val="Pieddepage"/>
      <w:pBdr>
        <w:top w:val="single" w:sz="4" w:space="6" w:color="31849B" w:themeColor="accent5" w:themeShade="BF"/>
      </w:pBdr>
      <w:tabs>
        <w:tab w:val="clear" w:pos="4536"/>
        <w:tab w:val="clear" w:pos="9072"/>
        <w:tab w:val="center" w:pos="5670"/>
        <w:tab w:val="right" w:pos="10204"/>
      </w:tabs>
      <w:spacing w:before="160"/>
      <w:rPr>
        <w:rFonts w:ascii="Arial" w:hAnsi="Arial" w:cs="Arial"/>
        <w:sz w:val="16"/>
        <w:szCs w:val="16"/>
      </w:rPr>
    </w:pPr>
    <w:r w:rsidRPr="000E38BF">
      <w:rPr>
        <w:rFonts w:ascii="Arial" w:hAnsi="Arial" w:cs="Arial"/>
        <w:b/>
        <w:sz w:val="16"/>
        <w:szCs w:val="16"/>
      </w:rPr>
      <w:t>ATTRI 1 – Acte d’engagement</w:t>
    </w:r>
    <w:r w:rsidRPr="000E38BF">
      <w:rPr>
        <w:rFonts w:ascii="Arial" w:hAnsi="Arial" w:cs="Arial"/>
        <w:sz w:val="16"/>
        <w:szCs w:val="16"/>
      </w:rPr>
      <w:tab/>
    </w:r>
    <w:r w:rsidR="00113D07">
      <w:rPr>
        <w:rFonts w:ascii="Arial" w:hAnsi="Arial" w:cs="Arial"/>
        <w:i/>
        <w:color w:val="215868" w:themeColor="accent5" w:themeShade="80"/>
        <w:sz w:val="16"/>
        <w:szCs w:val="16"/>
      </w:rPr>
      <w:t>25A00</w:t>
    </w:r>
    <w:r w:rsidR="00D629FF">
      <w:rPr>
        <w:rFonts w:ascii="Arial" w:hAnsi="Arial" w:cs="Arial"/>
        <w:i/>
        <w:color w:val="215868" w:themeColor="accent5" w:themeShade="80"/>
        <w:sz w:val="16"/>
        <w:szCs w:val="16"/>
      </w:rPr>
      <w:t>12</w:t>
    </w:r>
    <w:r w:rsidRPr="000E38BF">
      <w:rPr>
        <w:rFonts w:ascii="Arial" w:hAnsi="Arial" w:cs="Arial"/>
        <w:sz w:val="16"/>
        <w:szCs w:val="16"/>
      </w:rPr>
      <w:tab/>
      <w:t xml:space="preserve">Page </w:t>
    </w:r>
    <w:r w:rsidRPr="000E38BF">
      <w:rPr>
        <w:rFonts w:ascii="Arial" w:hAnsi="Arial" w:cs="Arial"/>
        <w:sz w:val="16"/>
        <w:szCs w:val="16"/>
      </w:rPr>
      <w:fldChar w:fldCharType="begin"/>
    </w:r>
    <w:r w:rsidRPr="000E38BF">
      <w:rPr>
        <w:rFonts w:ascii="Arial" w:hAnsi="Arial" w:cs="Arial"/>
        <w:sz w:val="16"/>
        <w:szCs w:val="16"/>
      </w:rPr>
      <w:instrText>PAGE   \* MERGEFORMAT</w:instrText>
    </w:r>
    <w:r w:rsidRPr="000E38BF">
      <w:rPr>
        <w:rFonts w:ascii="Arial" w:hAnsi="Arial" w:cs="Arial"/>
        <w:sz w:val="16"/>
        <w:szCs w:val="16"/>
      </w:rPr>
      <w:fldChar w:fldCharType="separate"/>
    </w:r>
    <w:r w:rsidR="008E40FF" w:rsidRPr="000E38BF">
      <w:rPr>
        <w:rFonts w:ascii="Arial" w:hAnsi="Arial" w:cs="Arial"/>
        <w:noProof/>
        <w:sz w:val="16"/>
        <w:szCs w:val="16"/>
      </w:rPr>
      <w:t>1</w:t>
    </w:r>
    <w:r w:rsidRPr="000E38BF">
      <w:rPr>
        <w:rFonts w:ascii="Arial" w:hAnsi="Arial" w:cs="Arial"/>
        <w:sz w:val="16"/>
        <w:szCs w:val="16"/>
      </w:rPr>
      <w:fldChar w:fldCharType="end"/>
    </w:r>
    <w:r w:rsidRPr="000E38BF">
      <w:rPr>
        <w:rFonts w:ascii="Arial" w:hAnsi="Arial" w:cs="Arial"/>
        <w:sz w:val="16"/>
        <w:szCs w:val="16"/>
      </w:rPr>
      <w:t>/</w:t>
    </w:r>
    <w:r w:rsidRPr="000E38BF">
      <w:rPr>
        <w:rFonts w:ascii="Arial" w:hAnsi="Arial" w:cs="Arial"/>
        <w:sz w:val="16"/>
        <w:szCs w:val="16"/>
      </w:rPr>
      <w:fldChar w:fldCharType="begin"/>
    </w:r>
    <w:r w:rsidRPr="000E38BF">
      <w:rPr>
        <w:rFonts w:ascii="Arial" w:hAnsi="Arial" w:cs="Arial"/>
        <w:sz w:val="16"/>
        <w:szCs w:val="16"/>
      </w:rPr>
      <w:instrText>NUMPAGES   \* MERGEFORMAT</w:instrText>
    </w:r>
    <w:r w:rsidRPr="000E38BF">
      <w:rPr>
        <w:rFonts w:ascii="Arial" w:hAnsi="Arial" w:cs="Arial"/>
        <w:sz w:val="16"/>
        <w:szCs w:val="16"/>
      </w:rPr>
      <w:fldChar w:fldCharType="separate"/>
    </w:r>
    <w:r w:rsidR="008E40FF" w:rsidRPr="000E38BF">
      <w:rPr>
        <w:rFonts w:ascii="Arial" w:hAnsi="Arial" w:cs="Arial"/>
        <w:noProof/>
        <w:sz w:val="16"/>
        <w:szCs w:val="16"/>
      </w:rPr>
      <w:t>6</w:t>
    </w:r>
    <w:r w:rsidRPr="000E38BF">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D7AA0" w14:textId="77777777" w:rsidR="00BC1E6D" w:rsidRDefault="00BC1E6D">
      <w:r>
        <w:separator/>
      </w:r>
    </w:p>
  </w:footnote>
  <w:footnote w:type="continuationSeparator" w:id="0">
    <w:p w14:paraId="2FF53A32" w14:textId="77777777" w:rsidR="00BC1E6D" w:rsidRDefault="00BC1E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41E38" w14:textId="77777777" w:rsidR="002520EB" w:rsidRDefault="002520EB" w:rsidP="002520EB">
    <w:pPr>
      <w:pStyle w:val="En-tte"/>
      <w:spacing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394FB" w14:textId="4742AD00" w:rsidR="00EE0F60" w:rsidRDefault="000D5A6B" w:rsidP="00B30442">
    <w:pPr>
      <w:pStyle w:val="En-tte"/>
      <w:tabs>
        <w:tab w:val="left" w:pos="2166"/>
      </w:tabs>
      <w:spacing w:after="120"/>
      <w:ind w:left="-227"/>
    </w:pPr>
    <w:r>
      <w:rPr>
        <w:rFonts w:ascii="Times New Roman"/>
        <w:noProof/>
      </w:rPr>
      <w:drawing>
        <wp:anchor distT="0" distB="0" distL="114300" distR="114300" simplePos="0" relativeHeight="251658240" behindDoc="0" locked="0" layoutInCell="1" allowOverlap="1" wp14:anchorId="76B42BB4" wp14:editId="5E80F548">
          <wp:simplePos x="0" y="0"/>
          <wp:positionH relativeFrom="column">
            <wp:posOffset>3762375</wp:posOffset>
          </wp:positionH>
          <wp:positionV relativeFrom="paragraph">
            <wp:posOffset>79375</wp:posOffset>
          </wp:positionV>
          <wp:extent cx="2808000" cy="105120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rotWithShape="1">
                  <a:blip r:embed="rId1" cstate="print">
                    <a:extLst>
                      <a:ext uri="{28A0092B-C50C-407E-A947-70E740481C1C}">
                        <a14:useLocalDpi xmlns:a14="http://schemas.microsoft.com/office/drawing/2010/main" val="0"/>
                      </a:ext>
                    </a:extLst>
                  </a:blip>
                  <a:srcRect l="30510" t="11556" r="3048"/>
                  <a:stretch/>
                </pic:blipFill>
                <pic:spPr bwMode="auto">
                  <a:xfrm>
                    <a:off x="0" y="0"/>
                    <a:ext cx="2808000" cy="1051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E0F60">
      <w:rPr>
        <w:noProof/>
        <w:lang w:eastAsia="fr-FR"/>
      </w:rPr>
      <w:drawing>
        <wp:inline distT="0" distB="0" distL="0" distR="0" wp14:anchorId="4E063DF0" wp14:editId="1C754453">
          <wp:extent cx="1160145" cy="1091565"/>
          <wp:effectExtent l="0" t="0" r="1905" b="0"/>
          <wp:docPr id="6" name="Image 6" descr="D:\Documents\mome9985\Documents\DCOM-general\Logos\RépubliqueFrancaise-cartouch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Documents\mome9985\Documents\DCOM-general\Logos\RépubliqueFrancaise-cartouche.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0145" cy="1091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A50E84B0"/>
    <w:lvl w:ilvl="0">
      <w:numFmt w:val="bullet"/>
      <w:pStyle w:val="Titre1"/>
      <w:lvlText w:val=""/>
      <w:lvlJc w:val="left"/>
      <w:pPr>
        <w:ind w:left="1495" w:hanging="360"/>
      </w:pPr>
      <w:rPr>
        <w:rFonts w:ascii="Wingdings" w:hAnsi="Wingdings" w:cs="Arial" w:hint="default"/>
        <w:b/>
        <w:color w:val="92CDDC" w:themeColor="accent5" w:themeTint="99"/>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none"/>
      <w:pStyle w:val="Titre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31E2CB8"/>
    <w:multiLevelType w:val="hybridMultilevel"/>
    <w:tmpl w:val="6B6688F2"/>
    <w:lvl w:ilvl="0" w:tplc="42481D2C">
      <w:start w:val="1"/>
      <w:numFmt w:val="bullet"/>
      <w:pStyle w:val="Puce1"/>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1F0D0A"/>
    <w:multiLevelType w:val="singleLevel"/>
    <w:tmpl w:val="F64A1436"/>
    <w:lvl w:ilvl="0">
      <w:start w:val="2"/>
      <w:numFmt w:val="decimal"/>
      <w:lvlText w:val="%1."/>
      <w:lvlJc w:val="left"/>
      <w:pPr>
        <w:tabs>
          <w:tab w:val="num" w:pos="420"/>
        </w:tabs>
        <w:ind w:left="420" w:hanging="420"/>
      </w:pPr>
      <w:rPr>
        <w:rFonts w:hint="default"/>
      </w:rPr>
    </w:lvl>
  </w:abstractNum>
  <w:abstractNum w:abstractNumId="5" w15:restartNumberingAfterBreak="0">
    <w:nsid w:val="301301DB"/>
    <w:multiLevelType w:val="hybridMultilevel"/>
    <w:tmpl w:val="CCC416E2"/>
    <w:lvl w:ilvl="0" w:tplc="BB6803A6">
      <w:numFmt w:val="bullet"/>
      <w:lvlText w:val=""/>
      <w:lvlJc w:val="left"/>
      <w:pPr>
        <w:ind w:left="720" w:hanging="360"/>
      </w:pPr>
      <w:rPr>
        <w:rFonts w:ascii="Wingdings" w:eastAsia="Times New Roman" w:hAnsi="Wingdings" w:cs="Arial"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D352A2"/>
    <w:multiLevelType w:val="hybridMultilevel"/>
    <w:tmpl w:val="86D29B84"/>
    <w:lvl w:ilvl="0" w:tplc="B4E07E52">
      <w:numFmt w:val="bullet"/>
      <w:pStyle w:val="Titre1b"/>
      <w:lvlText w:val=""/>
      <w:lvlJc w:val="left"/>
      <w:pPr>
        <w:ind w:left="360" w:hanging="360"/>
      </w:pPr>
      <w:rPr>
        <w:rFonts w:ascii="Wingdings" w:hAnsi="Wingdings" w:cs="Arial" w:hint="default"/>
        <w:b/>
        <w:color w:val="92CDDC" w:themeColor="accent5" w:themeTint="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0B939EF"/>
    <w:multiLevelType w:val="hybridMultilevel"/>
    <w:tmpl w:val="7AD0FECA"/>
    <w:name w:val="RTF_Num 3"/>
    <w:lvl w:ilvl="0" w:tplc="54023788">
      <w:start w:val="1"/>
      <w:numFmt w:val="bullet"/>
      <w:lvlText w:val=""/>
      <w:lvlJc w:val="left"/>
      <w:pPr>
        <w:ind w:left="1344" w:hanging="360"/>
      </w:pPr>
      <w:rPr>
        <w:rFonts w:ascii="Symbol" w:hAnsi="Symbol" w:hint="default"/>
      </w:rPr>
    </w:lvl>
    <w:lvl w:ilvl="1" w:tplc="040C0003" w:tentative="1">
      <w:start w:val="1"/>
      <w:numFmt w:val="bullet"/>
      <w:lvlText w:val="o"/>
      <w:lvlJc w:val="left"/>
      <w:pPr>
        <w:ind w:left="2064" w:hanging="360"/>
      </w:pPr>
      <w:rPr>
        <w:rFonts w:ascii="Courier New" w:hAnsi="Courier New" w:cs="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cs="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cs="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1839080082">
    <w:abstractNumId w:val="0"/>
  </w:num>
  <w:num w:numId="2" w16cid:durableId="907425246">
    <w:abstractNumId w:val="1"/>
  </w:num>
  <w:num w:numId="3" w16cid:durableId="817769264">
    <w:abstractNumId w:val="2"/>
  </w:num>
  <w:num w:numId="4" w16cid:durableId="331228638">
    <w:abstractNumId w:val="8"/>
  </w:num>
  <w:num w:numId="5" w16cid:durableId="1724324613">
    <w:abstractNumId w:val="9"/>
  </w:num>
  <w:num w:numId="6" w16cid:durableId="1045638592">
    <w:abstractNumId w:val="3"/>
  </w:num>
  <w:num w:numId="7" w16cid:durableId="523322018">
    <w:abstractNumId w:val="4"/>
  </w:num>
  <w:num w:numId="8" w16cid:durableId="761754166">
    <w:abstractNumId w:val="5"/>
  </w:num>
  <w:num w:numId="9" w16cid:durableId="204874856">
    <w:abstractNumId w:val="0"/>
  </w:num>
  <w:num w:numId="10" w16cid:durableId="796609409">
    <w:abstractNumId w:val="1"/>
  </w:num>
  <w:num w:numId="11" w16cid:durableId="523134845">
    <w:abstractNumId w:val="6"/>
  </w:num>
  <w:num w:numId="12" w16cid:durableId="419462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1"/>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20C3"/>
    <w:rsid w:val="00002888"/>
    <w:rsid w:val="00006E88"/>
    <w:rsid w:val="00007957"/>
    <w:rsid w:val="00011775"/>
    <w:rsid w:val="000262BB"/>
    <w:rsid w:val="00031198"/>
    <w:rsid w:val="00036500"/>
    <w:rsid w:val="000442E2"/>
    <w:rsid w:val="0004449D"/>
    <w:rsid w:val="000525BE"/>
    <w:rsid w:val="00053081"/>
    <w:rsid w:val="0005687B"/>
    <w:rsid w:val="000634CE"/>
    <w:rsid w:val="00071659"/>
    <w:rsid w:val="00075B4D"/>
    <w:rsid w:val="00077847"/>
    <w:rsid w:val="00077E25"/>
    <w:rsid w:val="00083793"/>
    <w:rsid w:val="000844E4"/>
    <w:rsid w:val="00085286"/>
    <w:rsid w:val="000852C0"/>
    <w:rsid w:val="0008537C"/>
    <w:rsid w:val="0009308E"/>
    <w:rsid w:val="0009420B"/>
    <w:rsid w:val="00096D2F"/>
    <w:rsid w:val="00097AB9"/>
    <w:rsid w:val="000A23A4"/>
    <w:rsid w:val="000A2E05"/>
    <w:rsid w:val="000A4576"/>
    <w:rsid w:val="000A552C"/>
    <w:rsid w:val="000B36F7"/>
    <w:rsid w:val="000B4A71"/>
    <w:rsid w:val="000B7574"/>
    <w:rsid w:val="000C1371"/>
    <w:rsid w:val="000C3AB8"/>
    <w:rsid w:val="000D02CD"/>
    <w:rsid w:val="000D28E6"/>
    <w:rsid w:val="000D3FFD"/>
    <w:rsid w:val="000D5A6B"/>
    <w:rsid w:val="000E0020"/>
    <w:rsid w:val="000E38BF"/>
    <w:rsid w:val="000F175F"/>
    <w:rsid w:val="000F3D34"/>
    <w:rsid w:val="000F7088"/>
    <w:rsid w:val="001033B4"/>
    <w:rsid w:val="00110D0E"/>
    <w:rsid w:val="0011107E"/>
    <w:rsid w:val="00112C2E"/>
    <w:rsid w:val="00113D07"/>
    <w:rsid w:val="00115565"/>
    <w:rsid w:val="00121578"/>
    <w:rsid w:val="00124D91"/>
    <w:rsid w:val="00127D5A"/>
    <w:rsid w:val="00131947"/>
    <w:rsid w:val="00132C78"/>
    <w:rsid w:val="001333A8"/>
    <w:rsid w:val="00144766"/>
    <w:rsid w:val="0014669D"/>
    <w:rsid w:val="00155F4C"/>
    <w:rsid w:val="00156847"/>
    <w:rsid w:val="001649C1"/>
    <w:rsid w:val="00166B56"/>
    <w:rsid w:val="00174103"/>
    <w:rsid w:val="00181D44"/>
    <w:rsid w:val="00182176"/>
    <w:rsid w:val="00191F37"/>
    <w:rsid w:val="00194C31"/>
    <w:rsid w:val="001A0A19"/>
    <w:rsid w:val="001A0D03"/>
    <w:rsid w:val="001A64E2"/>
    <w:rsid w:val="001B208B"/>
    <w:rsid w:val="001B4BC9"/>
    <w:rsid w:val="001C118B"/>
    <w:rsid w:val="001C2341"/>
    <w:rsid w:val="001C40C0"/>
    <w:rsid w:val="001C6A10"/>
    <w:rsid w:val="001C733C"/>
    <w:rsid w:val="001D51DC"/>
    <w:rsid w:val="001E045B"/>
    <w:rsid w:val="001E716C"/>
    <w:rsid w:val="001F35FA"/>
    <w:rsid w:val="001F4740"/>
    <w:rsid w:val="001F64B8"/>
    <w:rsid w:val="001F72DA"/>
    <w:rsid w:val="0020776A"/>
    <w:rsid w:val="00214920"/>
    <w:rsid w:val="00214E4D"/>
    <w:rsid w:val="0021527A"/>
    <w:rsid w:val="0021797C"/>
    <w:rsid w:val="00225A1A"/>
    <w:rsid w:val="00233C13"/>
    <w:rsid w:val="00244D7C"/>
    <w:rsid w:val="00251860"/>
    <w:rsid w:val="002520EB"/>
    <w:rsid w:val="0025392D"/>
    <w:rsid w:val="00261C68"/>
    <w:rsid w:val="00262D83"/>
    <w:rsid w:val="002631A7"/>
    <w:rsid w:val="0026356E"/>
    <w:rsid w:val="002709F6"/>
    <w:rsid w:val="002741C1"/>
    <w:rsid w:val="0027653C"/>
    <w:rsid w:val="00276D61"/>
    <w:rsid w:val="00281C26"/>
    <w:rsid w:val="00283763"/>
    <w:rsid w:val="00285CEF"/>
    <w:rsid w:val="002865C3"/>
    <w:rsid w:val="002904AF"/>
    <w:rsid w:val="00291D4F"/>
    <w:rsid w:val="00291E34"/>
    <w:rsid w:val="002A5C83"/>
    <w:rsid w:val="002A5F21"/>
    <w:rsid w:val="002A66A3"/>
    <w:rsid w:val="002B25B2"/>
    <w:rsid w:val="002C1173"/>
    <w:rsid w:val="002C28F4"/>
    <w:rsid w:val="002C2CA3"/>
    <w:rsid w:val="002C3D52"/>
    <w:rsid w:val="002C4B3E"/>
    <w:rsid w:val="002C5132"/>
    <w:rsid w:val="002C72F7"/>
    <w:rsid w:val="002C79D6"/>
    <w:rsid w:val="002D32C4"/>
    <w:rsid w:val="002D472B"/>
    <w:rsid w:val="002D7F21"/>
    <w:rsid w:val="002E4C37"/>
    <w:rsid w:val="002F4047"/>
    <w:rsid w:val="002F437B"/>
    <w:rsid w:val="002F6003"/>
    <w:rsid w:val="00300791"/>
    <w:rsid w:val="0030571A"/>
    <w:rsid w:val="00310B11"/>
    <w:rsid w:val="00312795"/>
    <w:rsid w:val="00312D5E"/>
    <w:rsid w:val="00315D1A"/>
    <w:rsid w:val="0032043E"/>
    <w:rsid w:val="00326522"/>
    <w:rsid w:val="003310AD"/>
    <w:rsid w:val="00332B12"/>
    <w:rsid w:val="00345B5A"/>
    <w:rsid w:val="0035157E"/>
    <w:rsid w:val="00354C04"/>
    <w:rsid w:val="003556FD"/>
    <w:rsid w:val="00355BF5"/>
    <w:rsid w:val="00361A4A"/>
    <w:rsid w:val="00363452"/>
    <w:rsid w:val="00364558"/>
    <w:rsid w:val="0036761D"/>
    <w:rsid w:val="00371262"/>
    <w:rsid w:val="00371CEE"/>
    <w:rsid w:val="00372299"/>
    <w:rsid w:val="00380F33"/>
    <w:rsid w:val="00383BAE"/>
    <w:rsid w:val="003853FB"/>
    <w:rsid w:val="00385E76"/>
    <w:rsid w:val="00386CCD"/>
    <w:rsid w:val="00386E67"/>
    <w:rsid w:val="00387456"/>
    <w:rsid w:val="003B4EBB"/>
    <w:rsid w:val="003E0925"/>
    <w:rsid w:val="003E28BE"/>
    <w:rsid w:val="003F2608"/>
    <w:rsid w:val="003F57B8"/>
    <w:rsid w:val="00411B70"/>
    <w:rsid w:val="00417DA9"/>
    <w:rsid w:val="00420FE4"/>
    <w:rsid w:val="00422B3A"/>
    <w:rsid w:val="00422B93"/>
    <w:rsid w:val="00425490"/>
    <w:rsid w:val="0043024D"/>
    <w:rsid w:val="00430DAB"/>
    <w:rsid w:val="00433993"/>
    <w:rsid w:val="0043706E"/>
    <w:rsid w:val="00444A4D"/>
    <w:rsid w:val="0044597F"/>
    <w:rsid w:val="00445C8C"/>
    <w:rsid w:val="00447874"/>
    <w:rsid w:val="0045288D"/>
    <w:rsid w:val="00454135"/>
    <w:rsid w:val="00454539"/>
    <w:rsid w:val="004634CF"/>
    <w:rsid w:val="004661B1"/>
    <w:rsid w:val="004715B1"/>
    <w:rsid w:val="00471AD8"/>
    <w:rsid w:val="00474F5E"/>
    <w:rsid w:val="00475BFE"/>
    <w:rsid w:val="00486575"/>
    <w:rsid w:val="00486BDA"/>
    <w:rsid w:val="004873B9"/>
    <w:rsid w:val="004903D5"/>
    <w:rsid w:val="00496F92"/>
    <w:rsid w:val="004A1147"/>
    <w:rsid w:val="004A1C7D"/>
    <w:rsid w:val="004A2AFC"/>
    <w:rsid w:val="004A33FB"/>
    <w:rsid w:val="004A7169"/>
    <w:rsid w:val="004B0DE4"/>
    <w:rsid w:val="004C1088"/>
    <w:rsid w:val="004C1EFE"/>
    <w:rsid w:val="004C3D6C"/>
    <w:rsid w:val="004C6539"/>
    <w:rsid w:val="004D35B0"/>
    <w:rsid w:val="004D3F20"/>
    <w:rsid w:val="004E0FA0"/>
    <w:rsid w:val="004E21BA"/>
    <w:rsid w:val="004E26CD"/>
    <w:rsid w:val="004E50EE"/>
    <w:rsid w:val="004E6751"/>
    <w:rsid w:val="004E75A6"/>
    <w:rsid w:val="004F2D87"/>
    <w:rsid w:val="004F2F01"/>
    <w:rsid w:val="004F6914"/>
    <w:rsid w:val="00500798"/>
    <w:rsid w:val="00514DAF"/>
    <w:rsid w:val="00520949"/>
    <w:rsid w:val="0052230D"/>
    <w:rsid w:val="00522F34"/>
    <w:rsid w:val="00524550"/>
    <w:rsid w:val="00524DB9"/>
    <w:rsid w:val="00530F27"/>
    <w:rsid w:val="005316C5"/>
    <w:rsid w:val="00532A9A"/>
    <w:rsid w:val="00532EC7"/>
    <w:rsid w:val="00541CA3"/>
    <w:rsid w:val="005546A9"/>
    <w:rsid w:val="005605B4"/>
    <w:rsid w:val="00564948"/>
    <w:rsid w:val="0057421C"/>
    <w:rsid w:val="0058217A"/>
    <w:rsid w:val="00582B3A"/>
    <w:rsid w:val="005832BD"/>
    <w:rsid w:val="00584138"/>
    <w:rsid w:val="005846FB"/>
    <w:rsid w:val="00585D3E"/>
    <w:rsid w:val="00585F04"/>
    <w:rsid w:val="00586648"/>
    <w:rsid w:val="00591BD7"/>
    <w:rsid w:val="005925E7"/>
    <w:rsid w:val="005A0FE1"/>
    <w:rsid w:val="005A4A3B"/>
    <w:rsid w:val="005A4CB5"/>
    <w:rsid w:val="005A62D5"/>
    <w:rsid w:val="005A7DC4"/>
    <w:rsid w:val="005B5EF7"/>
    <w:rsid w:val="005C4A0C"/>
    <w:rsid w:val="005C53E6"/>
    <w:rsid w:val="005D0A42"/>
    <w:rsid w:val="005D0B14"/>
    <w:rsid w:val="005D4FCE"/>
    <w:rsid w:val="005E1679"/>
    <w:rsid w:val="005E4B6B"/>
    <w:rsid w:val="005F2719"/>
    <w:rsid w:val="006036BC"/>
    <w:rsid w:val="0061068C"/>
    <w:rsid w:val="00610853"/>
    <w:rsid w:val="00613679"/>
    <w:rsid w:val="006315D7"/>
    <w:rsid w:val="0064103E"/>
    <w:rsid w:val="00641682"/>
    <w:rsid w:val="00641AEA"/>
    <w:rsid w:val="006423EC"/>
    <w:rsid w:val="00644A14"/>
    <w:rsid w:val="0064560F"/>
    <w:rsid w:val="0065195B"/>
    <w:rsid w:val="00654751"/>
    <w:rsid w:val="00660727"/>
    <w:rsid w:val="0066084D"/>
    <w:rsid w:val="006740CC"/>
    <w:rsid w:val="0067440E"/>
    <w:rsid w:val="00681C2B"/>
    <w:rsid w:val="00682C59"/>
    <w:rsid w:val="00682D87"/>
    <w:rsid w:val="00685073"/>
    <w:rsid w:val="00685F13"/>
    <w:rsid w:val="006934B6"/>
    <w:rsid w:val="00693AAA"/>
    <w:rsid w:val="006A350B"/>
    <w:rsid w:val="006A6198"/>
    <w:rsid w:val="006A61AC"/>
    <w:rsid w:val="006B460F"/>
    <w:rsid w:val="006B7717"/>
    <w:rsid w:val="006C0590"/>
    <w:rsid w:val="006C22E6"/>
    <w:rsid w:val="006C3612"/>
    <w:rsid w:val="006C4338"/>
    <w:rsid w:val="006C7E87"/>
    <w:rsid w:val="006D11F3"/>
    <w:rsid w:val="006D3B4D"/>
    <w:rsid w:val="006E21E0"/>
    <w:rsid w:val="006E22C9"/>
    <w:rsid w:val="006E556C"/>
    <w:rsid w:val="006F13A7"/>
    <w:rsid w:val="006F314A"/>
    <w:rsid w:val="006F3DF9"/>
    <w:rsid w:val="006F63FE"/>
    <w:rsid w:val="006F7D80"/>
    <w:rsid w:val="00701165"/>
    <w:rsid w:val="00703E91"/>
    <w:rsid w:val="00704DA9"/>
    <w:rsid w:val="007060E5"/>
    <w:rsid w:val="00710FD6"/>
    <w:rsid w:val="00714092"/>
    <w:rsid w:val="007201D7"/>
    <w:rsid w:val="00720E46"/>
    <w:rsid w:val="00727AE9"/>
    <w:rsid w:val="00732189"/>
    <w:rsid w:val="00737344"/>
    <w:rsid w:val="00742280"/>
    <w:rsid w:val="0074237B"/>
    <w:rsid w:val="00757151"/>
    <w:rsid w:val="00763395"/>
    <w:rsid w:val="007714C9"/>
    <w:rsid w:val="00773707"/>
    <w:rsid w:val="00774590"/>
    <w:rsid w:val="00777370"/>
    <w:rsid w:val="0077760B"/>
    <w:rsid w:val="00781C45"/>
    <w:rsid w:val="00784D1D"/>
    <w:rsid w:val="00786453"/>
    <w:rsid w:val="007909E0"/>
    <w:rsid w:val="00795F24"/>
    <w:rsid w:val="007970E7"/>
    <w:rsid w:val="0079785C"/>
    <w:rsid w:val="007A4E0B"/>
    <w:rsid w:val="007A62C6"/>
    <w:rsid w:val="007B0D2C"/>
    <w:rsid w:val="007B1215"/>
    <w:rsid w:val="007C284E"/>
    <w:rsid w:val="007C42E1"/>
    <w:rsid w:val="007C5D79"/>
    <w:rsid w:val="007D011A"/>
    <w:rsid w:val="007D0C67"/>
    <w:rsid w:val="007D2165"/>
    <w:rsid w:val="007D7A65"/>
    <w:rsid w:val="007D7BC8"/>
    <w:rsid w:val="007D7F09"/>
    <w:rsid w:val="007E27D2"/>
    <w:rsid w:val="007E36A5"/>
    <w:rsid w:val="007E7678"/>
    <w:rsid w:val="007F6047"/>
    <w:rsid w:val="007F68A6"/>
    <w:rsid w:val="008004F4"/>
    <w:rsid w:val="008018DD"/>
    <w:rsid w:val="00801F7D"/>
    <w:rsid w:val="00802AC0"/>
    <w:rsid w:val="008108F6"/>
    <w:rsid w:val="0081379A"/>
    <w:rsid w:val="0081426A"/>
    <w:rsid w:val="00815F6D"/>
    <w:rsid w:val="00816390"/>
    <w:rsid w:val="00820130"/>
    <w:rsid w:val="00824B62"/>
    <w:rsid w:val="00825420"/>
    <w:rsid w:val="0083205E"/>
    <w:rsid w:val="00840FFF"/>
    <w:rsid w:val="00843F40"/>
    <w:rsid w:val="00844396"/>
    <w:rsid w:val="008446DE"/>
    <w:rsid w:val="00844DAA"/>
    <w:rsid w:val="00846449"/>
    <w:rsid w:val="00850ADA"/>
    <w:rsid w:val="0086426E"/>
    <w:rsid w:val="00866EBA"/>
    <w:rsid w:val="0087050B"/>
    <w:rsid w:val="00871E24"/>
    <w:rsid w:val="00876164"/>
    <w:rsid w:val="00877BD8"/>
    <w:rsid w:val="0089230D"/>
    <w:rsid w:val="00892871"/>
    <w:rsid w:val="00892C34"/>
    <w:rsid w:val="00894788"/>
    <w:rsid w:val="00896147"/>
    <w:rsid w:val="00896C99"/>
    <w:rsid w:val="008970B7"/>
    <w:rsid w:val="008A18C2"/>
    <w:rsid w:val="008A7266"/>
    <w:rsid w:val="008C3F23"/>
    <w:rsid w:val="008C7EBD"/>
    <w:rsid w:val="008D00E8"/>
    <w:rsid w:val="008D220F"/>
    <w:rsid w:val="008D5084"/>
    <w:rsid w:val="008E40FF"/>
    <w:rsid w:val="008E78DA"/>
    <w:rsid w:val="008E7B29"/>
    <w:rsid w:val="008F0CC1"/>
    <w:rsid w:val="008F4430"/>
    <w:rsid w:val="008F6A29"/>
    <w:rsid w:val="00901218"/>
    <w:rsid w:val="00902E98"/>
    <w:rsid w:val="0090704A"/>
    <w:rsid w:val="00907EDC"/>
    <w:rsid w:val="00910C4F"/>
    <w:rsid w:val="00911268"/>
    <w:rsid w:val="0091245C"/>
    <w:rsid w:val="00914EC9"/>
    <w:rsid w:val="00916553"/>
    <w:rsid w:val="00916850"/>
    <w:rsid w:val="00924128"/>
    <w:rsid w:val="0092650C"/>
    <w:rsid w:val="009265D6"/>
    <w:rsid w:val="009331E2"/>
    <w:rsid w:val="0093414A"/>
    <w:rsid w:val="00934503"/>
    <w:rsid w:val="00934CDA"/>
    <w:rsid w:val="00936BCC"/>
    <w:rsid w:val="00940467"/>
    <w:rsid w:val="00943DD1"/>
    <w:rsid w:val="009566CB"/>
    <w:rsid w:val="00960AF3"/>
    <w:rsid w:val="00966964"/>
    <w:rsid w:val="009672EF"/>
    <w:rsid w:val="009700F6"/>
    <w:rsid w:val="00976E3B"/>
    <w:rsid w:val="009827EA"/>
    <w:rsid w:val="0098306A"/>
    <w:rsid w:val="00983557"/>
    <w:rsid w:val="00983FF3"/>
    <w:rsid w:val="0098664B"/>
    <w:rsid w:val="009901D0"/>
    <w:rsid w:val="00992723"/>
    <w:rsid w:val="009932D4"/>
    <w:rsid w:val="0099750F"/>
    <w:rsid w:val="009A100A"/>
    <w:rsid w:val="009A1CC9"/>
    <w:rsid w:val="009A6B71"/>
    <w:rsid w:val="009B1CD0"/>
    <w:rsid w:val="009B45B9"/>
    <w:rsid w:val="009B6ED3"/>
    <w:rsid w:val="009C0D02"/>
    <w:rsid w:val="009C29E8"/>
    <w:rsid w:val="009C760E"/>
    <w:rsid w:val="009D63F9"/>
    <w:rsid w:val="009E1F03"/>
    <w:rsid w:val="009E36A0"/>
    <w:rsid w:val="009E3C38"/>
    <w:rsid w:val="009E45C2"/>
    <w:rsid w:val="00A06051"/>
    <w:rsid w:val="00A0650E"/>
    <w:rsid w:val="00A11467"/>
    <w:rsid w:val="00A124D9"/>
    <w:rsid w:val="00A16690"/>
    <w:rsid w:val="00A2298D"/>
    <w:rsid w:val="00A30A74"/>
    <w:rsid w:val="00A319D9"/>
    <w:rsid w:val="00A31D5E"/>
    <w:rsid w:val="00A360A8"/>
    <w:rsid w:val="00A369F0"/>
    <w:rsid w:val="00A406EE"/>
    <w:rsid w:val="00A41445"/>
    <w:rsid w:val="00A440C2"/>
    <w:rsid w:val="00A4646E"/>
    <w:rsid w:val="00A5063F"/>
    <w:rsid w:val="00A53E98"/>
    <w:rsid w:val="00A61E05"/>
    <w:rsid w:val="00A67856"/>
    <w:rsid w:val="00A81B91"/>
    <w:rsid w:val="00A823BA"/>
    <w:rsid w:val="00A86787"/>
    <w:rsid w:val="00A92C30"/>
    <w:rsid w:val="00A9606E"/>
    <w:rsid w:val="00A966BD"/>
    <w:rsid w:val="00AA3627"/>
    <w:rsid w:val="00AA4D82"/>
    <w:rsid w:val="00AB27F6"/>
    <w:rsid w:val="00AB2C18"/>
    <w:rsid w:val="00AB3BE5"/>
    <w:rsid w:val="00AB71DA"/>
    <w:rsid w:val="00AC1D9F"/>
    <w:rsid w:val="00AC38D7"/>
    <w:rsid w:val="00AC5B37"/>
    <w:rsid w:val="00AC68EE"/>
    <w:rsid w:val="00AC7404"/>
    <w:rsid w:val="00AD06E9"/>
    <w:rsid w:val="00AE7831"/>
    <w:rsid w:val="00AF1838"/>
    <w:rsid w:val="00AF43FA"/>
    <w:rsid w:val="00B00BA4"/>
    <w:rsid w:val="00B02549"/>
    <w:rsid w:val="00B02BB4"/>
    <w:rsid w:val="00B04644"/>
    <w:rsid w:val="00B054DA"/>
    <w:rsid w:val="00B07E19"/>
    <w:rsid w:val="00B12178"/>
    <w:rsid w:val="00B20F01"/>
    <w:rsid w:val="00B2359D"/>
    <w:rsid w:val="00B25697"/>
    <w:rsid w:val="00B258BD"/>
    <w:rsid w:val="00B25E96"/>
    <w:rsid w:val="00B30442"/>
    <w:rsid w:val="00B345A1"/>
    <w:rsid w:val="00B3483F"/>
    <w:rsid w:val="00B35C9F"/>
    <w:rsid w:val="00B40DCB"/>
    <w:rsid w:val="00B41D79"/>
    <w:rsid w:val="00B47300"/>
    <w:rsid w:val="00B50F00"/>
    <w:rsid w:val="00B5239E"/>
    <w:rsid w:val="00B546BD"/>
    <w:rsid w:val="00B5768C"/>
    <w:rsid w:val="00B667BB"/>
    <w:rsid w:val="00B703FE"/>
    <w:rsid w:val="00B75D67"/>
    <w:rsid w:val="00B76B27"/>
    <w:rsid w:val="00B846E3"/>
    <w:rsid w:val="00B84C55"/>
    <w:rsid w:val="00B87564"/>
    <w:rsid w:val="00B90AA7"/>
    <w:rsid w:val="00B92EAE"/>
    <w:rsid w:val="00B95241"/>
    <w:rsid w:val="00BA0D91"/>
    <w:rsid w:val="00BA25FF"/>
    <w:rsid w:val="00BA4324"/>
    <w:rsid w:val="00BA44E5"/>
    <w:rsid w:val="00BB1E97"/>
    <w:rsid w:val="00BB3381"/>
    <w:rsid w:val="00BB6E7C"/>
    <w:rsid w:val="00BC1E6D"/>
    <w:rsid w:val="00BC4C2F"/>
    <w:rsid w:val="00BC7466"/>
    <w:rsid w:val="00BE6078"/>
    <w:rsid w:val="00BF66FA"/>
    <w:rsid w:val="00C052D6"/>
    <w:rsid w:val="00C1276F"/>
    <w:rsid w:val="00C15CC2"/>
    <w:rsid w:val="00C2006E"/>
    <w:rsid w:val="00C20304"/>
    <w:rsid w:val="00C23559"/>
    <w:rsid w:val="00C27325"/>
    <w:rsid w:val="00C330BA"/>
    <w:rsid w:val="00C34583"/>
    <w:rsid w:val="00C36111"/>
    <w:rsid w:val="00C47E42"/>
    <w:rsid w:val="00C62CB9"/>
    <w:rsid w:val="00C66104"/>
    <w:rsid w:val="00C67617"/>
    <w:rsid w:val="00C70F13"/>
    <w:rsid w:val="00C72833"/>
    <w:rsid w:val="00C7707E"/>
    <w:rsid w:val="00C853C6"/>
    <w:rsid w:val="00C91060"/>
    <w:rsid w:val="00C911FE"/>
    <w:rsid w:val="00C912B1"/>
    <w:rsid w:val="00C94EBA"/>
    <w:rsid w:val="00CA2744"/>
    <w:rsid w:val="00CA35BA"/>
    <w:rsid w:val="00CB5CE9"/>
    <w:rsid w:val="00CD185D"/>
    <w:rsid w:val="00CD46CC"/>
    <w:rsid w:val="00CD5F39"/>
    <w:rsid w:val="00CE1F37"/>
    <w:rsid w:val="00CE2947"/>
    <w:rsid w:val="00CE3FB6"/>
    <w:rsid w:val="00CE4991"/>
    <w:rsid w:val="00CF39D2"/>
    <w:rsid w:val="00CF4250"/>
    <w:rsid w:val="00CF7607"/>
    <w:rsid w:val="00D0180A"/>
    <w:rsid w:val="00D06902"/>
    <w:rsid w:val="00D13E3A"/>
    <w:rsid w:val="00D14738"/>
    <w:rsid w:val="00D1701D"/>
    <w:rsid w:val="00D171B4"/>
    <w:rsid w:val="00D174ED"/>
    <w:rsid w:val="00D17F83"/>
    <w:rsid w:val="00D21095"/>
    <w:rsid w:val="00D21483"/>
    <w:rsid w:val="00D234B7"/>
    <w:rsid w:val="00D26403"/>
    <w:rsid w:val="00D351DA"/>
    <w:rsid w:val="00D355C5"/>
    <w:rsid w:val="00D407C1"/>
    <w:rsid w:val="00D44D06"/>
    <w:rsid w:val="00D46A28"/>
    <w:rsid w:val="00D46BC7"/>
    <w:rsid w:val="00D52B0E"/>
    <w:rsid w:val="00D629FF"/>
    <w:rsid w:val="00D65F2E"/>
    <w:rsid w:val="00D70666"/>
    <w:rsid w:val="00D7071F"/>
    <w:rsid w:val="00D74759"/>
    <w:rsid w:val="00D867AC"/>
    <w:rsid w:val="00D86D1A"/>
    <w:rsid w:val="00D90B18"/>
    <w:rsid w:val="00D96BBF"/>
    <w:rsid w:val="00DA22CB"/>
    <w:rsid w:val="00DB0EB2"/>
    <w:rsid w:val="00DB4E4E"/>
    <w:rsid w:val="00DB5A15"/>
    <w:rsid w:val="00DB7BEF"/>
    <w:rsid w:val="00DC4AE0"/>
    <w:rsid w:val="00DD367E"/>
    <w:rsid w:val="00DD5C2C"/>
    <w:rsid w:val="00DE5EED"/>
    <w:rsid w:val="00DE7BC8"/>
    <w:rsid w:val="00DF1EB6"/>
    <w:rsid w:val="00DF28ED"/>
    <w:rsid w:val="00DF4075"/>
    <w:rsid w:val="00DF420C"/>
    <w:rsid w:val="00E066A8"/>
    <w:rsid w:val="00E21B49"/>
    <w:rsid w:val="00E22034"/>
    <w:rsid w:val="00E25C6D"/>
    <w:rsid w:val="00E25DDB"/>
    <w:rsid w:val="00E47798"/>
    <w:rsid w:val="00E47D50"/>
    <w:rsid w:val="00E57219"/>
    <w:rsid w:val="00E651A5"/>
    <w:rsid w:val="00E657D0"/>
    <w:rsid w:val="00E71B7A"/>
    <w:rsid w:val="00E737EC"/>
    <w:rsid w:val="00E776EA"/>
    <w:rsid w:val="00E82CCD"/>
    <w:rsid w:val="00E940B6"/>
    <w:rsid w:val="00E94FD6"/>
    <w:rsid w:val="00E95305"/>
    <w:rsid w:val="00E96A52"/>
    <w:rsid w:val="00EA1A43"/>
    <w:rsid w:val="00EB0E80"/>
    <w:rsid w:val="00EB23D3"/>
    <w:rsid w:val="00EB3033"/>
    <w:rsid w:val="00EB3445"/>
    <w:rsid w:val="00EB48E1"/>
    <w:rsid w:val="00EB50CA"/>
    <w:rsid w:val="00EB6A8F"/>
    <w:rsid w:val="00EB78DC"/>
    <w:rsid w:val="00EC4029"/>
    <w:rsid w:val="00EC425C"/>
    <w:rsid w:val="00ED6816"/>
    <w:rsid w:val="00EE0F60"/>
    <w:rsid w:val="00EE4D52"/>
    <w:rsid w:val="00EE65E1"/>
    <w:rsid w:val="00EE70C5"/>
    <w:rsid w:val="00EF20D1"/>
    <w:rsid w:val="00EF35AB"/>
    <w:rsid w:val="00EF7113"/>
    <w:rsid w:val="00F016CC"/>
    <w:rsid w:val="00F05D14"/>
    <w:rsid w:val="00F061FE"/>
    <w:rsid w:val="00F07904"/>
    <w:rsid w:val="00F113C9"/>
    <w:rsid w:val="00F141C0"/>
    <w:rsid w:val="00F16904"/>
    <w:rsid w:val="00F17E18"/>
    <w:rsid w:val="00F20A7C"/>
    <w:rsid w:val="00F21757"/>
    <w:rsid w:val="00F23849"/>
    <w:rsid w:val="00F30611"/>
    <w:rsid w:val="00F31FBA"/>
    <w:rsid w:val="00F36AF9"/>
    <w:rsid w:val="00F415AD"/>
    <w:rsid w:val="00F6100B"/>
    <w:rsid w:val="00F616D0"/>
    <w:rsid w:val="00F6494E"/>
    <w:rsid w:val="00F66A1E"/>
    <w:rsid w:val="00F670EC"/>
    <w:rsid w:val="00F67E90"/>
    <w:rsid w:val="00F70835"/>
    <w:rsid w:val="00F7517A"/>
    <w:rsid w:val="00F77F75"/>
    <w:rsid w:val="00F8648D"/>
    <w:rsid w:val="00F86A9B"/>
    <w:rsid w:val="00F96084"/>
    <w:rsid w:val="00FA28A9"/>
    <w:rsid w:val="00FB2E65"/>
    <w:rsid w:val="00FB6091"/>
    <w:rsid w:val="00FD5407"/>
    <w:rsid w:val="00FF3DD2"/>
    <w:rsid w:val="00FF443A"/>
    <w:rsid w:val="00FF6B59"/>
    <w:rsid w:val="00FF7D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50866C8"/>
  <w15:docId w15:val="{CA96BCEE-496B-4A86-B349-44D5C9394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rsid w:val="00BB1E97"/>
    <w:pPr>
      <w:keepNext/>
      <w:widowControl w:val="0"/>
      <w:numPr>
        <w:numId w:val="9"/>
      </w:numPr>
      <w:spacing w:before="240" w:after="120"/>
      <w:ind w:left="284" w:hanging="284"/>
      <w:outlineLvl w:val="0"/>
    </w:pPr>
    <w:rPr>
      <w:rFonts w:ascii="Arial" w:eastAsia="Times New Roman" w:hAnsi="Arial" w:cs="Arial"/>
      <w:bCs/>
      <w:lang w:eastAsia="fr-FR"/>
    </w:rPr>
  </w:style>
  <w:style w:type="paragraph" w:styleId="Titre2">
    <w:name w:val="heading 2"/>
    <w:basedOn w:val="Normal"/>
    <w:next w:val="Normal"/>
    <w:qFormat/>
    <w:pPr>
      <w:keepNext/>
      <w:outlineLvl w:val="1"/>
    </w:pPr>
    <w:rPr>
      <w:rFonts w:ascii="Times New Roman" w:hAnsi="Times New Roman" w:cs="Times New Roman"/>
      <w:b/>
    </w:rPr>
  </w:style>
  <w:style w:type="paragraph" w:styleId="Titre3">
    <w:name w:val="heading 3"/>
    <w:basedOn w:val="Normal"/>
    <w:next w:val="Normal"/>
    <w:qFormat/>
    <w:pPr>
      <w:keepNext/>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tabs>
        <w:tab w:val="left" w:pos="-142"/>
        <w:tab w:val="left" w:pos="4111"/>
      </w:tabs>
      <w:jc w:val="both"/>
      <w:outlineLvl w:val="3"/>
    </w:pPr>
    <w:rPr>
      <w:rFonts w:ascii="Arial" w:hAnsi="Arial" w:cs="Arial"/>
      <w:b/>
    </w:rPr>
  </w:style>
  <w:style w:type="paragraph" w:styleId="Titre5">
    <w:name w:val="heading 5"/>
    <w:basedOn w:val="Normal"/>
    <w:next w:val="Normal"/>
    <w:qFormat/>
    <w:pPr>
      <w:keepNext/>
      <w:outlineLvl w:val="4"/>
    </w:pPr>
    <w:rPr>
      <w:rFonts w:ascii="Arial" w:hAnsi="Arial" w:cs="Arial"/>
      <w:i/>
      <w:sz w:val="16"/>
    </w:rPr>
  </w:style>
  <w:style w:type="paragraph" w:styleId="Titre6">
    <w:name w:val="heading 6"/>
    <w:basedOn w:val="Normal"/>
    <w:next w:val="Normal"/>
    <w:qFormat/>
    <w:pPr>
      <w:keepNext/>
      <w:jc w:val="both"/>
      <w:outlineLvl w:val="5"/>
    </w:pPr>
    <w:rPr>
      <w:rFonts w:ascii="Arial" w:hAnsi="Arial" w:cs="Arial"/>
      <w:sz w:val="28"/>
    </w:rPr>
  </w:style>
  <w:style w:type="paragraph" w:styleId="Titre7">
    <w:name w:val="heading 7"/>
    <w:basedOn w:val="Normal"/>
    <w:next w:val="Normal"/>
    <w:qFormat/>
    <w:pPr>
      <w:keepNext/>
      <w:outlineLvl w:val="6"/>
    </w:pPr>
    <w:rPr>
      <w:rFonts w:ascii="Arial" w:hAnsi="Arial" w:cs="Arial"/>
      <w:bCs/>
      <w:i/>
      <w:sz w:val="16"/>
    </w:rPr>
  </w:style>
  <w:style w:type="paragraph" w:styleId="Titre8">
    <w:name w:val="heading 8"/>
    <w:basedOn w:val="Normal"/>
    <w:next w:val="Normal"/>
    <w:qFormat/>
    <w:pPr>
      <w:keepNext/>
      <w:jc w:val="center"/>
      <w:outlineLvl w:val="7"/>
    </w:pPr>
    <w:rPr>
      <w:rFonts w:ascii="Arial" w:hAnsi="Arial" w:cs="Arial"/>
      <w:b/>
      <w:bCs/>
      <w:sz w:val="24"/>
    </w:rPr>
  </w:style>
  <w:style w:type="paragraph" w:styleId="Titre9">
    <w:name w:val="heading 9"/>
    <w:basedOn w:val="Normal"/>
    <w:next w:val="Normal"/>
    <w:qFormat/>
    <w:pPr>
      <w:keepNext/>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rsid w:val="00C67617"/>
    <w:pPr>
      <w:keepNext/>
      <w:widowControl w:val="0"/>
      <w:spacing w:before="240" w:after="120"/>
      <w:jc w:val="both"/>
    </w:pPr>
    <w:rPr>
      <w:rFonts w:ascii="Century Gothic" w:eastAsia="MS Mincho" w:hAnsi="Century Gothic" w:cs="Tahoma"/>
      <w:sz w:val="24"/>
      <w:szCs w:val="28"/>
      <w:lang w:eastAsia="fr-FR" w:bidi="fr-FR"/>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uiPriority w:val="99"/>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rsid w:val="00C67617"/>
    <w:pPr>
      <w:widowControl w:val="0"/>
      <w:jc w:val="center"/>
    </w:pPr>
    <w:rPr>
      <w:rFonts w:ascii="Arial" w:eastAsia="Times New Roman" w:hAnsi="Arial" w:cs="Times New Roman"/>
      <w:b/>
      <w:bCs/>
      <w:lang w:eastAsia="fr-FR" w:bidi="fr-FR"/>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semiHidden/>
    <w:unhideWhenUsed/>
    <w:rsid w:val="00CD185D"/>
  </w:style>
  <w:style w:type="character" w:customStyle="1" w:styleId="CommentaireCar">
    <w:name w:val="Commentaire Car"/>
    <w:link w:val="Commentaire"/>
    <w:semiHidden/>
    <w:rsid w:val="00CD185D"/>
    <w:rPr>
      <w:rFonts w:ascii="Univers" w:hAnsi="Univers" w:cs="Univers"/>
      <w:lang w:eastAsia="zh-CN"/>
    </w:rPr>
  </w:style>
  <w:style w:type="character" w:customStyle="1" w:styleId="NotedebasdepageCar">
    <w:name w:val="Note de bas de page Car"/>
    <w:basedOn w:val="Policepardfaut"/>
    <w:link w:val="Notedebasdepage"/>
    <w:rsid w:val="007E36A5"/>
    <w:rPr>
      <w:rFonts w:ascii="Univers" w:hAnsi="Univers" w:cs="Univers"/>
      <w:lang w:eastAsia="zh-CN"/>
    </w:rPr>
  </w:style>
  <w:style w:type="paragraph" w:customStyle="1" w:styleId="Puce1">
    <w:name w:val="Puce 1"/>
    <w:basedOn w:val="Paragraphedeliste"/>
    <w:link w:val="Puce1Car"/>
    <w:qFormat/>
    <w:rsid w:val="00D70666"/>
    <w:pPr>
      <w:numPr>
        <w:numId w:val="6"/>
      </w:numPr>
      <w:tabs>
        <w:tab w:val="num" w:pos="360"/>
        <w:tab w:val="left" w:pos="1644"/>
      </w:tabs>
      <w:suppressAutoHyphens w:val="0"/>
      <w:spacing w:before="120" w:after="120"/>
      <w:ind w:left="1645" w:hanging="227"/>
      <w:contextualSpacing w:val="0"/>
      <w:jc w:val="both"/>
    </w:pPr>
    <w:rPr>
      <w:rFonts w:ascii="Arial" w:hAnsi="Arial" w:cs="Times New Roman"/>
      <w:lang w:eastAsia="fr-FR"/>
    </w:rPr>
  </w:style>
  <w:style w:type="paragraph" w:styleId="Paragraphedeliste">
    <w:name w:val="List Paragraph"/>
    <w:basedOn w:val="Normal"/>
    <w:uiPriority w:val="34"/>
    <w:qFormat/>
    <w:rsid w:val="00D70666"/>
    <w:pPr>
      <w:ind w:left="720"/>
      <w:contextualSpacing/>
    </w:pPr>
  </w:style>
  <w:style w:type="paragraph" w:customStyle="1" w:styleId="Default">
    <w:name w:val="Default"/>
    <w:rsid w:val="00960AF3"/>
    <w:pPr>
      <w:autoSpaceDE w:val="0"/>
      <w:autoSpaceDN w:val="0"/>
      <w:adjustRightInd w:val="0"/>
    </w:pPr>
    <w:rPr>
      <w:rFonts w:ascii="Arial" w:hAnsi="Arial" w:cs="Arial"/>
      <w:color w:val="000000"/>
      <w:sz w:val="24"/>
      <w:szCs w:val="24"/>
    </w:rPr>
  </w:style>
  <w:style w:type="character" w:customStyle="1" w:styleId="Puce1Car">
    <w:name w:val="Puce 1 Car"/>
    <w:link w:val="Puce1"/>
    <w:rsid w:val="00363452"/>
    <w:rPr>
      <w:rFonts w:ascii="Arial" w:hAnsi="Arial"/>
    </w:rPr>
  </w:style>
  <w:style w:type="paragraph" w:customStyle="1" w:styleId="Texteaprstitre1">
    <w:name w:val="Texte après titre 1"/>
    <w:basedOn w:val="Normal"/>
    <w:qFormat/>
    <w:rsid w:val="00C67617"/>
    <w:pPr>
      <w:widowControl w:val="0"/>
      <w:spacing w:before="40"/>
      <w:ind w:left="284"/>
      <w:jc w:val="both"/>
    </w:pPr>
    <w:rPr>
      <w:rFonts w:ascii="Arial" w:eastAsia="Times New Roman" w:hAnsi="Arial" w:cs="Times New Roman"/>
      <w:lang w:eastAsia="fr-FR"/>
    </w:rPr>
  </w:style>
  <w:style w:type="paragraph" w:customStyle="1" w:styleId="Titrearticle">
    <w:name w:val="Titre article"/>
    <w:basedOn w:val="Normal"/>
    <w:qFormat/>
    <w:rsid w:val="00BB1E97"/>
    <w:pPr>
      <w:keepNext/>
      <w:widowControl w:val="0"/>
      <w:pBdr>
        <w:top w:val="single" w:sz="4" w:space="1" w:color="92CDDC" w:themeColor="accent5" w:themeTint="99"/>
        <w:left w:val="single" w:sz="4" w:space="4" w:color="92CDDC" w:themeColor="accent5" w:themeTint="99"/>
        <w:bottom w:val="single" w:sz="4" w:space="1" w:color="92CDDC" w:themeColor="accent5" w:themeTint="99"/>
        <w:right w:val="single" w:sz="4" w:space="4" w:color="92CDDC" w:themeColor="accent5" w:themeTint="99"/>
      </w:pBdr>
      <w:shd w:val="clear" w:color="auto" w:fill="92CDDC" w:themeFill="accent5" w:themeFillTint="99"/>
      <w:spacing w:before="400" w:after="200"/>
      <w:ind w:left="369" w:hanging="369"/>
    </w:pPr>
    <w:rPr>
      <w:rFonts w:ascii="Arial" w:eastAsia="Times New Roman" w:hAnsi="Arial" w:cs="Arial"/>
      <w:b/>
      <w:sz w:val="22"/>
      <w:szCs w:val="22"/>
      <w:lang w:eastAsia="fr-FR"/>
    </w:rPr>
  </w:style>
  <w:style w:type="character" w:customStyle="1" w:styleId="Titre1Car">
    <w:name w:val="Titre 1 Car"/>
    <w:basedOn w:val="Policepardfaut"/>
    <w:link w:val="Titre1"/>
    <w:rsid w:val="00BB1E97"/>
    <w:rPr>
      <w:rFonts w:ascii="Arial" w:eastAsia="Times New Roman" w:hAnsi="Arial" w:cs="Arial"/>
      <w:bCs/>
    </w:rPr>
  </w:style>
  <w:style w:type="paragraph" w:customStyle="1" w:styleId="Titre11">
    <w:name w:val="Titre 11"/>
    <w:basedOn w:val="Normal"/>
    <w:next w:val="Normal"/>
    <w:rsid w:val="00C67617"/>
    <w:pPr>
      <w:keepNext/>
      <w:widowControl w:val="0"/>
      <w:numPr>
        <w:numId w:val="10"/>
      </w:numPr>
      <w:jc w:val="both"/>
      <w:outlineLvl w:val="0"/>
    </w:pPr>
    <w:rPr>
      <w:rFonts w:ascii="Arial" w:eastAsia="Arial" w:hAnsi="Arial" w:cs="Arial"/>
      <w:b/>
      <w:bCs/>
      <w:caps/>
      <w:lang w:eastAsia="fr-FR" w:bidi="fr-FR"/>
    </w:rPr>
  </w:style>
  <w:style w:type="paragraph" w:customStyle="1" w:styleId="Titre1b">
    <w:name w:val="Titre 1b"/>
    <w:basedOn w:val="Normal"/>
    <w:qFormat/>
    <w:rsid w:val="007A62C6"/>
    <w:pPr>
      <w:keepNext/>
      <w:widowControl w:val="0"/>
      <w:numPr>
        <w:numId w:val="11"/>
      </w:numPr>
      <w:tabs>
        <w:tab w:val="left" w:leader="dot" w:pos="7513"/>
        <w:tab w:val="left" w:pos="7768"/>
        <w:tab w:val="left" w:pos="8108"/>
        <w:tab w:val="left" w:pos="8760"/>
        <w:tab w:val="left" w:pos="9384"/>
        <w:tab w:val="left" w:pos="9724"/>
      </w:tabs>
      <w:spacing w:before="240" w:after="80"/>
      <w:ind w:left="1446" w:hanging="284"/>
    </w:pPr>
    <w:rPr>
      <w:rFonts w:ascii="Arial" w:eastAsia="Times New Roman" w:hAnsi="Arial" w:cs="Times New Roman"/>
      <w:lang w:eastAsia="fr-FR"/>
    </w:rPr>
  </w:style>
  <w:style w:type="paragraph" w:customStyle="1" w:styleId="Titre2article">
    <w:name w:val="Titre 2 article"/>
    <w:basedOn w:val="Titrearticle"/>
    <w:next w:val="Titre1"/>
    <w:qFormat/>
    <w:rsid w:val="007714C9"/>
    <w:pPr>
      <w:pBdr>
        <w:top w:val="none" w:sz="0" w:space="0" w:color="auto"/>
        <w:left w:val="none" w:sz="0" w:space="0" w:color="auto"/>
        <w:bottom w:val="none" w:sz="0" w:space="0" w:color="auto"/>
        <w:right w:val="none" w:sz="0" w:space="0" w:color="auto"/>
      </w:pBdr>
      <w:shd w:val="clear" w:color="auto" w:fill="auto"/>
      <w:spacing w:before="240" w:after="120"/>
    </w:pPr>
    <w:rPr>
      <w:rFonts w:ascii="Arial Gras" w:hAnsi="Arial Gras"/>
    </w:rPr>
  </w:style>
  <w:style w:type="paragraph" w:customStyle="1" w:styleId="Textepardfaut">
    <w:name w:val="Texte par défaut"/>
    <w:basedOn w:val="Normal"/>
    <w:rsid w:val="00D17F83"/>
    <w:pPr>
      <w:suppressAutoHyphens w:val="0"/>
      <w:autoSpaceDE w:val="0"/>
      <w:autoSpaceDN w:val="0"/>
      <w:adjustRightInd w:val="0"/>
    </w:pPr>
    <w:rPr>
      <w:rFonts w:ascii="Times New Roman" w:eastAsia="Times New Roman" w:hAnsi="Times New Roman" w:cs="Times New Roman"/>
      <w:sz w:val="24"/>
      <w:szCs w:val="24"/>
      <w:lang w:eastAsia="fr-FR"/>
    </w:rPr>
  </w:style>
  <w:style w:type="table" w:styleId="Grilledutableau">
    <w:name w:val="Table Grid"/>
    <w:basedOn w:val="TableauNormal"/>
    <w:uiPriority w:val="59"/>
    <w:rsid w:val="00815F6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828D8-0DB7-415E-BA79-006CFADE9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187</TotalTime>
  <Pages>6</Pages>
  <Words>1533</Words>
  <Characters>8435</Characters>
  <Application>Microsoft Office Word</Application>
  <DocSecurity>8</DocSecurity>
  <Lines>70</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Patrick CHAGNARD</cp:lastModifiedBy>
  <cp:revision>44</cp:revision>
  <cp:lastPrinted>2025-07-07T06:28:00Z</cp:lastPrinted>
  <dcterms:created xsi:type="dcterms:W3CDTF">2025-02-12T06:48:00Z</dcterms:created>
  <dcterms:modified xsi:type="dcterms:W3CDTF">2025-07-10T05:45:00Z</dcterms:modified>
</cp:coreProperties>
</file>